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E51" w:rsidRPr="004152D0" w:rsidRDefault="007E4E51" w:rsidP="007D1B63">
      <w:bookmarkStart w:id="0" w:name="_GoBack"/>
      <w:bookmarkEnd w:id="0"/>
      <w:r w:rsidRPr="004152D0">
        <w:t>УДК 373.2</w:t>
      </w:r>
    </w:p>
    <w:p w:rsidR="007E4E51" w:rsidRPr="00B45056" w:rsidRDefault="007E4E51" w:rsidP="00B45056">
      <w:pPr>
        <w:jc w:val="right"/>
        <w:rPr>
          <w:b/>
          <w:i/>
          <w:szCs w:val="20"/>
        </w:rPr>
      </w:pPr>
      <w:bookmarkStart w:id="1" w:name="_Toc460160123"/>
      <w:bookmarkStart w:id="2" w:name="_Toc460159894"/>
      <w:bookmarkStart w:id="3" w:name="_Toc460158948"/>
      <w:r w:rsidRPr="00B45056">
        <w:rPr>
          <w:b/>
          <w:i/>
          <w:szCs w:val="20"/>
        </w:rPr>
        <w:t>Чаевская</w:t>
      </w:r>
      <w:bookmarkEnd w:id="1"/>
      <w:bookmarkEnd w:id="2"/>
      <w:bookmarkEnd w:id="3"/>
      <w:r w:rsidRPr="00B45056">
        <w:rPr>
          <w:b/>
          <w:i/>
          <w:szCs w:val="20"/>
        </w:rPr>
        <w:t xml:space="preserve"> В.В.</w:t>
      </w:r>
    </w:p>
    <w:p w:rsidR="007E4E51" w:rsidRDefault="007E4E51" w:rsidP="00B45056">
      <w:pPr>
        <w:jc w:val="right"/>
        <w:rPr>
          <w:i/>
          <w:szCs w:val="20"/>
        </w:rPr>
      </w:pPr>
      <w:r w:rsidRPr="00B45056">
        <w:rPr>
          <w:i/>
          <w:szCs w:val="20"/>
        </w:rPr>
        <w:t>МБДОУ «ДСОВ № 135», г. Братск</w:t>
      </w:r>
    </w:p>
    <w:p w:rsidR="007E4E51" w:rsidRPr="00B45056" w:rsidRDefault="007E4E51" w:rsidP="00B45056">
      <w:pPr>
        <w:jc w:val="right"/>
        <w:rPr>
          <w:i/>
          <w:szCs w:val="20"/>
        </w:rPr>
      </w:pPr>
    </w:p>
    <w:p w:rsidR="007E4E51" w:rsidRPr="00F50A36" w:rsidRDefault="007E4E51" w:rsidP="00B45056">
      <w:pPr>
        <w:jc w:val="center"/>
        <w:rPr>
          <w:b/>
          <w:szCs w:val="20"/>
        </w:rPr>
      </w:pPr>
      <w:bookmarkStart w:id="4" w:name="_Toc460160124"/>
      <w:bookmarkStart w:id="5" w:name="_Toc460159895"/>
      <w:bookmarkStart w:id="6" w:name="_Toc460158949"/>
      <w:r>
        <w:rPr>
          <w:b/>
          <w:szCs w:val="20"/>
        </w:rPr>
        <w:t>КОМПЬЮТЕРНАЯ ИГРА</w:t>
      </w:r>
      <w:r w:rsidRPr="00B45056">
        <w:rPr>
          <w:b/>
          <w:szCs w:val="20"/>
        </w:rPr>
        <w:t xml:space="preserve">КАК СРЕДСТВО </w:t>
      </w:r>
    </w:p>
    <w:p w:rsidR="007E4E51" w:rsidRPr="00B45056" w:rsidRDefault="007E4E51" w:rsidP="00B45056">
      <w:pPr>
        <w:jc w:val="center"/>
        <w:rPr>
          <w:b/>
          <w:szCs w:val="20"/>
        </w:rPr>
      </w:pPr>
      <w:r w:rsidRPr="00B45056">
        <w:rPr>
          <w:b/>
          <w:szCs w:val="20"/>
        </w:rPr>
        <w:t>ВОСПИТАНИЯ И ОБУЧЕНИЯ ДОШКОЛЬНИКОВ</w:t>
      </w:r>
      <w:bookmarkEnd w:id="4"/>
      <w:bookmarkEnd w:id="5"/>
      <w:bookmarkEnd w:id="6"/>
    </w:p>
    <w:p w:rsidR="007E4E51" w:rsidRPr="004152D0" w:rsidRDefault="007E4E51" w:rsidP="007D1B63">
      <w:pPr>
        <w:rPr>
          <w:szCs w:val="20"/>
        </w:rPr>
      </w:pPr>
      <w:r w:rsidRPr="00F50A36">
        <w:rPr>
          <w:szCs w:val="20"/>
        </w:rPr>
        <w:t>Ключевые слова</w:t>
      </w:r>
      <w:r>
        <w:rPr>
          <w:szCs w:val="20"/>
        </w:rPr>
        <w:t>:</w:t>
      </w:r>
      <w:r w:rsidRPr="00F50A36">
        <w:rPr>
          <w:szCs w:val="20"/>
        </w:rPr>
        <w:t xml:space="preserve"> </w:t>
      </w:r>
      <w:r w:rsidRPr="004152D0">
        <w:rPr>
          <w:szCs w:val="20"/>
        </w:rPr>
        <w:t>компьютерные технологии, развивающая среда, познавательная активность детей, компьютерная игра, повышение к</w:t>
      </w:r>
      <w:r w:rsidRPr="004152D0">
        <w:rPr>
          <w:szCs w:val="20"/>
        </w:rPr>
        <w:t>а</w:t>
      </w:r>
      <w:r w:rsidRPr="004152D0">
        <w:rPr>
          <w:szCs w:val="20"/>
        </w:rPr>
        <w:t>чества дошкольного образования.</w:t>
      </w:r>
    </w:p>
    <w:p w:rsidR="007E4E51" w:rsidRPr="00F50A36" w:rsidRDefault="007E4E51" w:rsidP="007D1B63">
      <w:pPr>
        <w:rPr>
          <w:i/>
          <w:szCs w:val="20"/>
        </w:rPr>
      </w:pPr>
      <w:r w:rsidRPr="00F50A36">
        <w:rPr>
          <w:i/>
          <w:szCs w:val="20"/>
        </w:rPr>
        <w:t>В статье исследован вопрос о роли компьютерных игр как одной из форм компьютерных технологий, в воспитании и обучении детей дошкольного возраста. В новейших условиях решение задач гуманиз</w:t>
      </w:r>
      <w:r w:rsidRPr="00F50A36">
        <w:rPr>
          <w:i/>
          <w:szCs w:val="20"/>
        </w:rPr>
        <w:t>а</w:t>
      </w:r>
      <w:r w:rsidRPr="00F50A36">
        <w:rPr>
          <w:i/>
          <w:szCs w:val="20"/>
        </w:rPr>
        <w:t>ции процесса воспитания и обучения, охраны и укрепления психическ</w:t>
      </w:r>
      <w:r w:rsidRPr="00F50A36">
        <w:rPr>
          <w:i/>
          <w:szCs w:val="20"/>
        </w:rPr>
        <w:t>о</w:t>
      </w:r>
      <w:r w:rsidRPr="00F50A36">
        <w:rPr>
          <w:i/>
          <w:szCs w:val="20"/>
        </w:rPr>
        <w:t>го и физического здоровья детей, их полноценного развития, формир</w:t>
      </w:r>
      <w:r w:rsidRPr="00F50A36">
        <w:rPr>
          <w:i/>
          <w:szCs w:val="20"/>
        </w:rPr>
        <w:t>о</w:t>
      </w:r>
      <w:r w:rsidRPr="00F50A36">
        <w:rPr>
          <w:i/>
          <w:szCs w:val="20"/>
        </w:rPr>
        <w:t>вания стойкой мотивации и произвольных познавательных интересов невозможно без создания современной предметно-развивающей ср</w:t>
      </w:r>
      <w:r w:rsidRPr="00F50A36">
        <w:rPr>
          <w:i/>
          <w:szCs w:val="20"/>
        </w:rPr>
        <w:t>е</w:t>
      </w:r>
      <w:r w:rsidRPr="00F50A36">
        <w:rPr>
          <w:i/>
          <w:szCs w:val="20"/>
        </w:rPr>
        <w:t>ды. В последнее время на помощь воспитателю и его воспитанникам приходят информационно-коммуникационные технологии (ИКТ) и, в частности, компьютерные игры. В описании приведены требования и классификация компьютерных игр, длительность и рекомендуемое время при работе на компьютере детей дошкольного возраста.</w:t>
      </w:r>
    </w:p>
    <w:p w:rsidR="007E4E51" w:rsidRPr="004152D0" w:rsidRDefault="007E4E51" w:rsidP="007D1B63">
      <w:pPr>
        <w:rPr>
          <w:szCs w:val="20"/>
        </w:rPr>
      </w:pPr>
    </w:p>
    <w:p w:rsidR="007E4E51" w:rsidRPr="006E0351" w:rsidRDefault="007E4E51" w:rsidP="006E0351">
      <w:pPr>
        <w:jc w:val="right"/>
        <w:rPr>
          <w:b/>
          <w:i/>
          <w:szCs w:val="20"/>
          <w:lang w:val="en-US"/>
        </w:rPr>
      </w:pPr>
      <w:bookmarkStart w:id="7" w:name="_Toc460160125"/>
      <w:bookmarkStart w:id="8" w:name="_Toc460159896"/>
      <w:bookmarkStart w:id="9" w:name="_Toc460158950"/>
      <w:r w:rsidRPr="006E0351">
        <w:rPr>
          <w:b/>
          <w:i/>
          <w:szCs w:val="20"/>
          <w:lang w:val="en-US"/>
        </w:rPr>
        <w:t>Chaevskaya</w:t>
      </w:r>
      <w:bookmarkEnd w:id="7"/>
      <w:bookmarkEnd w:id="8"/>
      <w:bookmarkEnd w:id="9"/>
      <w:r w:rsidRPr="00C2211F">
        <w:rPr>
          <w:b/>
          <w:i/>
          <w:szCs w:val="20"/>
          <w:lang w:val="en-US"/>
        </w:rPr>
        <w:t xml:space="preserve"> </w:t>
      </w:r>
      <w:r w:rsidRPr="006E0351">
        <w:rPr>
          <w:b/>
          <w:i/>
          <w:szCs w:val="20"/>
          <w:lang w:val="en-US"/>
        </w:rPr>
        <w:t>V.V.</w:t>
      </w:r>
    </w:p>
    <w:p w:rsidR="007E4E51" w:rsidRPr="006E0351" w:rsidRDefault="007E4E51" w:rsidP="006E0351">
      <w:pPr>
        <w:jc w:val="right"/>
        <w:rPr>
          <w:i/>
          <w:szCs w:val="20"/>
          <w:lang w:val="en-US"/>
        </w:rPr>
      </w:pPr>
      <w:r w:rsidRPr="006E0351">
        <w:rPr>
          <w:i/>
          <w:szCs w:val="20"/>
          <w:lang w:val="en-US"/>
        </w:rPr>
        <w:t xml:space="preserve">Pre-school education institution of general type № 135, </w:t>
      </w:r>
      <w:smartTag w:uri="urn:schemas-microsoft-com:office:smarttags" w:element="place">
        <w:smartTag w:uri="urn:schemas-microsoft-com:office:smarttags" w:element="City">
          <w:r w:rsidRPr="006E0351">
            <w:rPr>
              <w:i/>
              <w:szCs w:val="20"/>
              <w:lang w:val="en-US"/>
            </w:rPr>
            <w:t>Bratsk</w:t>
          </w:r>
        </w:smartTag>
      </w:smartTag>
    </w:p>
    <w:p w:rsidR="007E4E51" w:rsidRPr="00C2211F" w:rsidRDefault="007E4E51" w:rsidP="006E0351">
      <w:pPr>
        <w:jc w:val="center"/>
        <w:rPr>
          <w:b/>
          <w:szCs w:val="20"/>
          <w:lang w:val="en-US"/>
        </w:rPr>
      </w:pPr>
      <w:bookmarkStart w:id="10" w:name="_Toc460160126"/>
      <w:bookmarkStart w:id="11" w:name="_Toc460159897"/>
      <w:bookmarkStart w:id="12" w:name="_Toc460158951"/>
    </w:p>
    <w:p w:rsidR="007E4E51" w:rsidRPr="006E0351" w:rsidRDefault="007E4E51" w:rsidP="006E0351">
      <w:pPr>
        <w:jc w:val="center"/>
        <w:rPr>
          <w:rFonts w:ascii="Arial" w:hAnsi="Arial"/>
          <w:b/>
          <w:szCs w:val="20"/>
          <w:lang w:val="en-US"/>
        </w:rPr>
      </w:pPr>
      <w:r w:rsidRPr="006E0351">
        <w:rPr>
          <w:b/>
          <w:szCs w:val="20"/>
          <w:lang w:val="en-US"/>
        </w:rPr>
        <w:t xml:space="preserve">COMPUTER GAME AS A TOOL </w:t>
      </w:r>
      <w:r w:rsidRPr="006E0351">
        <w:rPr>
          <w:b/>
          <w:szCs w:val="20"/>
          <w:lang w:val="en-US"/>
        </w:rPr>
        <w:br/>
        <w:t>OF PRE-SCHOOL CHILDREN’S UPBRINGING AND TRAINING</w:t>
      </w:r>
      <w:bookmarkEnd w:id="10"/>
      <w:bookmarkEnd w:id="11"/>
      <w:bookmarkEnd w:id="12"/>
    </w:p>
    <w:p w:rsidR="007E4E51" w:rsidRPr="004152D0" w:rsidRDefault="007E4E51" w:rsidP="007D1B63">
      <w:pPr>
        <w:rPr>
          <w:szCs w:val="20"/>
          <w:lang w:val="en-US"/>
        </w:rPr>
      </w:pPr>
      <w:r w:rsidRPr="00F50A36">
        <w:rPr>
          <w:szCs w:val="20"/>
          <w:lang w:val="en-US"/>
        </w:rPr>
        <w:t xml:space="preserve">Keywords: </w:t>
      </w:r>
      <w:r w:rsidRPr="004152D0">
        <w:rPr>
          <w:szCs w:val="20"/>
          <w:lang w:val="en-US"/>
        </w:rPr>
        <w:t>computer technologies, developing environment, cognitive activity of children, computer game, to improve pre-school education qua</w:t>
      </w:r>
      <w:r w:rsidRPr="004152D0">
        <w:rPr>
          <w:szCs w:val="20"/>
          <w:lang w:val="en-US"/>
        </w:rPr>
        <w:t>l</w:t>
      </w:r>
      <w:r w:rsidRPr="004152D0">
        <w:rPr>
          <w:szCs w:val="20"/>
          <w:lang w:val="en-US"/>
        </w:rPr>
        <w:t>ity.</w:t>
      </w:r>
    </w:p>
    <w:p w:rsidR="007E4E51" w:rsidRPr="00C2211F" w:rsidRDefault="007E4E51" w:rsidP="007D1B63">
      <w:pPr>
        <w:rPr>
          <w:i/>
          <w:szCs w:val="20"/>
          <w:lang w:val="en-US"/>
        </w:rPr>
      </w:pPr>
      <w:r w:rsidRPr="00C2211F">
        <w:rPr>
          <w:i/>
          <w:szCs w:val="20"/>
          <w:lang w:val="en-US"/>
        </w:rPr>
        <w:t>In the article, the issue on the role of computer games as one of the forms of computer technologies in teaching and training pre-school chi</w:t>
      </w:r>
      <w:r w:rsidRPr="00C2211F">
        <w:rPr>
          <w:i/>
          <w:szCs w:val="20"/>
          <w:lang w:val="en-US"/>
        </w:rPr>
        <w:t>l</w:t>
      </w:r>
      <w:r w:rsidRPr="00C2211F">
        <w:rPr>
          <w:i/>
          <w:szCs w:val="20"/>
          <w:lang w:val="en-US"/>
        </w:rPr>
        <w:t>dren is investigated. Under new conditions, solving the problems of h</w:t>
      </w:r>
      <w:r w:rsidRPr="00C2211F">
        <w:rPr>
          <w:i/>
          <w:szCs w:val="20"/>
          <w:lang w:val="en-US"/>
        </w:rPr>
        <w:t>u</w:t>
      </w:r>
      <w:r w:rsidRPr="00C2211F">
        <w:rPr>
          <w:i/>
          <w:szCs w:val="20"/>
          <w:lang w:val="en-US"/>
        </w:rPr>
        <w:t>manization of the education and training process, children’s mental and physical health protection and promotion, their comprehensive develo</w:t>
      </w:r>
      <w:r w:rsidRPr="00C2211F">
        <w:rPr>
          <w:i/>
          <w:szCs w:val="20"/>
          <w:lang w:val="en-US"/>
        </w:rPr>
        <w:t>p</w:t>
      </w:r>
      <w:r w:rsidRPr="00C2211F">
        <w:rPr>
          <w:i/>
          <w:szCs w:val="20"/>
          <w:lang w:val="en-US"/>
        </w:rPr>
        <w:t>ment, shaping lasting motivation and free cognitive interests are impossible without developing the modern subject-enriching environment. Recently, the teachers and their pupils have resorted to the information and communic</w:t>
      </w:r>
      <w:r w:rsidRPr="00C2211F">
        <w:rPr>
          <w:i/>
          <w:szCs w:val="20"/>
          <w:lang w:val="en-US"/>
        </w:rPr>
        <w:t>a</w:t>
      </w:r>
      <w:r w:rsidRPr="00C2211F">
        <w:rPr>
          <w:i/>
          <w:szCs w:val="20"/>
          <w:lang w:val="en-US"/>
        </w:rPr>
        <w:t>tion technologies (ICT), the computer games in particular, to facilitate the learning process. The description provides the requirements and computer games classification, their length and the recommended time to work with computer for pre-school children.</w:t>
      </w:r>
    </w:p>
    <w:p w:rsidR="007E4E51" w:rsidRPr="00C2211F" w:rsidRDefault="007E4E51" w:rsidP="007D1B63">
      <w:pPr>
        <w:rPr>
          <w:i/>
          <w:szCs w:val="20"/>
          <w:lang w:val="en-US"/>
        </w:rPr>
      </w:pPr>
    </w:p>
    <w:p w:rsidR="007E4E51" w:rsidRPr="004152D0" w:rsidRDefault="007E4E51" w:rsidP="007D1B63">
      <w:pPr>
        <w:rPr>
          <w:szCs w:val="20"/>
        </w:rPr>
      </w:pPr>
      <w:r w:rsidRPr="004152D0">
        <w:rPr>
          <w:szCs w:val="20"/>
        </w:rPr>
        <w:t>Текст статьи [1]. Текст статьи. Текст статьи</w:t>
      </w:r>
      <w:r>
        <w:rPr>
          <w:szCs w:val="20"/>
        </w:rPr>
        <w:t xml:space="preserve"> </w:t>
      </w:r>
      <w:r w:rsidRPr="00C2211F">
        <w:rPr>
          <w:szCs w:val="20"/>
        </w:rPr>
        <w:t>[</w:t>
      </w:r>
      <w:r>
        <w:rPr>
          <w:szCs w:val="20"/>
        </w:rPr>
        <w:t>4, 223</w:t>
      </w:r>
      <w:r w:rsidRPr="00C2211F">
        <w:rPr>
          <w:szCs w:val="20"/>
        </w:rPr>
        <w:t>]</w:t>
      </w:r>
      <w:r w:rsidRPr="004152D0">
        <w:rPr>
          <w:szCs w:val="20"/>
        </w:rPr>
        <w:t xml:space="preserve">. </w:t>
      </w:r>
    </w:p>
    <w:p w:rsidR="007E4E51" w:rsidRPr="005D30F4" w:rsidRDefault="007E4E51" w:rsidP="00F07614">
      <w:pPr>
        <w:pStyle w:val="ab"/>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9" o:spid="_x0000_i1025" type="#_x0000_t75" style="width:297.75pt;height:160.5pt;visibility:visible">
            <v:imagedata r:id="rId8" o:title=""/>
          </v:shape>
        </w:pict>
      </w:r>
    </w:p>
    <w:p w:rsidR="007E4E51" w:rsidRDefault="007E4E51" w:rsidP="00F07614">
      <w:pPr>
        <w:pStyle w:val="ab"/>
        <w:rPr>
          <w:i/>
          <w:iCs/>
          <w:sz w:val="20"/>
        </w:rPr>
      </w:pPr>
      <w:r w:rsidRPr="0057676F">
        <w:rPr>
          <w:i/>
          <w:iCs/>
          <w:sz w:val="20"/>
        </w:rPr>
        <w:t>Рис. 1. Результаты оценки эффективности реализации миграционной</w:t>
      </w:r>
      <w:r w:rsidRPr="0057676F">
        <w:rPr>
          <w:i/>
          <w:iCs/>
          <w:sz w:val="20"/>
        </w:rPr>
        <w:br/>
        <w:t>политики России в сфере адаптации и интеграции мигрантов, в %</w:t>
      </w:r>
    </w:p>
    <w:p w:rsidR="007E4E51" w:rsidRDefault="007E4E51" w:rsidP="00C2211F">
      <w:pPr>
        <w:rPr>
          <w:i/>
          <w:iCs/>
        </w:rPr>
      </w:pPr>
      <w:r w:rsidRPr="004152D0">
        <w:t>Текст статьи [</w:t>
      </w:r>
      <w:r>
        <w:t>8</w:t>
      </w:r>
      <w:r w:rsidRPr="004152D0">
        <w:t xml:space="preserve">]. Текст статьи. Текст статьи. </w:t>
      </w:r>
    </w:p>
    <w:p w:rsidR="007E4E51" w:rsidRPr="00095F06" w:rsidRDefault="007E4E51" w:rsidP="00095F06">
      <w:pPr>
        <w:ind w:firstLine="0"/>
        <w:jc w:val="right"/>
        <w:rPr>
          <w:i/>
          <w:szCs w:val="20"/>
        </w:rPr>
      </w:pPr>
      <w:r w:rsidRPr="00095F06">
        <w:rPr>
          <w:i/>
          <w:szCs w:val="20"/>
        </w:rPr>
        <w:t xml:space="preserve">Таблица </w:t>
      </w:r>
      <w:r>
        <w:rPr>
          <w:i/>
          <w:szCs w:val="20"/>
        </w:rPr>
        <w:t>8</w:t>
      </w:r>
    </w:p>
    <w:p w:rsidR="007E4E51" w:rsidRPr="00095F06" w:rsidRDefault="007E4E51" w:rsidP="00095F06">
      <w:pPr>
        <w:ind w:firstLine="0"/>
        <w:jc w:val="center"/>
        <w:rPr>
          <w:i/>
          <w:szCs w:val="20"/>
        </w:rPr>
      </w:pPr>
      <w:r w:rsidRPr="00095F06">
        <w:rPr>
          <w:i/>
          <w:szCs w:val="20"/>
        </w:rPr>
        <w:t>Сроки представления документов</w:t>
      </w:r>
    </w:p>
    <w:p w:rsidR="007E4E51" w:rsidRPr="00095F06" w:rsidRDefault="007E4E51" w:rsidP="00095F06">
      <w:pPr>
        <w:ind w:firstLine="0"/>
        <w:jc w:val="center"/>
        <w:rPr>
          <w:i/>
          <w:szCs w:val="20"/>
        </w:rPr>
      </w:pPr>
      <w:r w:rsidRPr="00095F06">
        <w:rPr>
          <w:i/>
          <w:szCs w:val="20"/>
        </w:rPr>
        <w:t>от иностранных абитуриентов на 2022-2023 учебный год</w:t>
      </w:r>
    </w:p>
    <w:p w:rsidR="007E4E51" w:rsidRPr="00095F06" w:rsidRDefault="007E4E51" w:rsidP="00095F06">
      <w:pPr>
        <w:ind w:firstLine="0"/>
        <w:jc w:val="center"/>
        <w:rPr>
          <w:i/>
          <w:szCs w:val="20"/>
        </w:rPr>
      </w:pPr>
    </w:p>
    <w:tbl>
      <w:tblPr>
        <w:tblW w:w="515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A0"/>
      </w:tblPr>
      <w:tblGrid>
        <w:gridCol w:w="1260"/>
        <w:gridCol w:w="3943"/>
        <w:gridCol w:w="1233"/>
      </w:tblGrid>
      <w:tr w:rsidR="007E4E51" w:rsidRPr="00095F06" w:rsidTr="00095F06">
        <w:tc>
          <w:tcPr>
            <w:tcW w:w="979" w:type="pct"/>
            <w:vAlign w:val="center"/>
          </w:tcPr>
          <w:p w:rsidR="007E4E51" w:rsidRPr="00095F06" w:rsidRDefault="007E4E51" w:rsidP="00D12382">
            <w:pPr>
              <w:ind w:firstLine="0"/>
              <w:jc w:val="center"/>
              <w:rPr>
                <w:szCs w:val="20"/>
              </w:rPr>
            </w:pPr>
            <w:r w:rsidRPr="00095F06">
              <w:rPr>
                <w:szCs w:val="20"/>
              </w:rPr>
              <w:t>Стадия</w:t>
            </w:r>
          </w:p>
          <w:p w:rsidR="007E4E51" w:rsidRPr="00095F06" w:rsidRDefault="007E4E51" w:rsidP="00D12382">
            <w:pPr>
              <w:ind w:firstLine="0"/>
              <w:jc w:val="center"/>
              <w:rPr>
                <w:szCs w:val="20"/>
              </w:rPr>
            </w:pPr>
            <w:r w:rsidRPr="00095F06">
              <w:rPr>
                <w:szCs w:val="20"/>
              </w:rPr>
              <w:t>пребывания в вузе</w:t>
            </w:r>
          </w:p>
        </w:tc>
        <w:tc>
          <w:tcPr>
            <w:tcW w:w="3063" w:type="pct"/>
            <w:vAlign w:val="center"/>
          </w:tcPr>
          <w:p w:rsidR="007E4E51" w:rsidRPr="00095F06" w:rsidRDefault="007E4E51" w:rsidP="00D12382">
            <w:pPr>
              <w:ind w:firstLine="0"/>
              <w:jc w:val="center"/>
              <w:rPr>
                <w:szCs w:val="20"/>
              </w:rPr>
            </w:pPr>
            <w:r w:rsidRPr="00095F06">
              <w:rPr>
                <w:szCs w:val="20"/>
              </w:rPr>
              <w:t>Этап</w:t>
            </w:r>
          </w:p>
        </w:tc>
        <w:tc>
          <w:tcPr>
            <w:tcW w:w="958" w:type="pct"/>
            <w:vAlign w:val="center"/>
          </w:tcPr>
          <w:p w:rsidR="007E4E51" w:rsidRPr="00095F06" w:rsidRDefault="007E4E51" w:rsidP="00D12382">
            <w:pPr>
              <w:ind w:firstLine="0"/>
              <w:jc w:val="center"/>
              <w:rPr>
                <w:szCs w:val="20"/>
              </w:rPr>
            </w:pPr>
            <w:r w:rsidRPr="00095F06">
              <w:rPr>
                <w:szCs w:val="20"/>
              </w:rPr>
              <w:t>Срок</w:t>
            </w:r>
          </w:p>
        </w:tc>
      </w:tr>
      <w:tr w:rsidR="007E4E51" w:rsidRPr="00095F06" w:rsidTr="00095F06">
        <w:tc>
          <w:tcPr>
            <w:tcW w:w="979" w:type="pct"/>
            <w:vMerge w:val="restart"/>
          </w:tcPr>
          <w:p w:rsidR="007E4E51" w:rsidRPr="00095F06" w:rsidRDefault="007E4E51" w:rsidP="00D12382">
            <w:pPr>
              <w:ind w:firstLine="0"/>
              <w:rPr>
                <w:szCs w:val="20"/>
              </w:rPr>
            </w:pPr>
            <w:r w:rsidRPr="00095F06">
              <w:rPr>
                <w:szCs w:val="20"/>
              </w:rPr>
              <w:t>Начало об</w:t>
            </w:r>
            <w:r w:rsidRPr="00095F06">
              <w:rPr>
                <w:szCs w:val="20"/>
              </w:rPr>
              <w:t>у</w:t>
            </w:r>
            <w:r w:rsidRPr="00095F06">
              <w:rPr>
                <w:szCs w:val="20"/>
              </w:rPr>
              <w:t>чения в ун</w:t>
            </w:r>
            <w:r w:rsidRPr="00095F06">
              <w:rPr>
                <w:szCs w:val="20"/>
              </w:rPr>
              <w:t>и</w:t>
            </w:r>
            <w:r w:rsidRPr="00095F06">
              <w:rPr>
                <w:szCs w:val="20"/>
              </w:rPr>
              <w:t>верситете</w:t>
            </w:r>
          </w:p>
        </w:tc>
        <w:tc>
          <w:tcPr>
            <w:tcW w:w="3063" w:type="pct"/>
          </w:tcPr>
          <w:p w:rsidR="007E4E51" w:rsidRPr="00095F06" w:rsidRDefault="007E4E51" w:rsidP="00D12382">
            <w:pPr>
              <w:ind w:firstLine="0"/>
              <w:rPr>
                <w:szCs w:val="20"/>
              </w:rPr>
            </w:pPr>
            <w:r w:rsidRPr="00095F06">
              <w:rPr>
                <w:szCs w:val="20"/>
              </w:rPr>
              <w:t>- онлайн-подача заявлений абитуриента с необходимой информацией о претенденте;</w:t>
            </w:r>
          </w:p>
        </w:tc>
        <w:tc>
          <w:tcPr>
            <w:tcW w:w="958" w:type="pct"/>
            <w:vAlign w:val="center"/>
          </w:tcPr>
          <w:p w:rsidR="007E4E51" w:rsidRPr="00095F06" w:rsidRDefault="007E4E51" w:rsidP="00D12382">
            <w:pPr>
              <w:ind w:firstLine="0"/>
              <w:jc w:val="center"/>
              <w:rPr>
                <w:szCs w:val="20"/>
              </w:rPr>
            </w:pPr>
            <w:r w:rsidRPr="00095F06">
              <w:rPr>
                <w:szCs w:val="20"/>
              </w:rPr>
              <w:t>20.06.2022 – 19.07.2022</w:t>
            </w:r>
          </w:p>
        </w:tc>
      </w:tr>
      <w:tr w:rsidR="007E4E51" w:rsidRPr="00095F06" w:rsidTr="00095F06">
        <w:tc>
          <w:tcPr>
            <w:tcW w:w="979" w:type="pct"/>
            <w:vMerge/>
          </w:tcPr>
          <w:p w:rsidR="007E4E51" w:rsidRPr="00095F06" w:rsidRDefault="007E4E51" w:rsidP="00D12382">
            <w:pPr>
              <w:ind w:firstLine="0"/>
              <w:rPr>
                <w:szCs w:val="20"/>
              </w:rPr>
            </w:pPr>
          </w:p>
        </w:tc>
        <w:tc>
          <w:tcPr>
            <w:tcW w:w="3063" w:type="pct"/>
          </w:tcPr>
          <w:p w:rsidR="007E4E51" w:rsidRPr="00095F06" w:rsidRDefault="007E4E51" w:rsidP="00D12382">
            <w:pPr>
              <w:ind w:firstLine="0"/>
              <w:rPr>
                <w:szCs w:val="20"/>
              </w:rPr>
            </w:pPr>
            <w:r w:rsidRPr="00095F06">
              <w:rPr>
                <w:szCs w:val="20"/>
              </w:rPr>
              <w:t>- дистанционная сдача вступительных и</w:t>
            </w:r>
            <w:r w:rsidRPr="00095F06">
              <w:rPr>
                <w:szCs w:val="20"/>
              </w:rPr>
              <w:t>с</w:t>
            </w:r>
            <w:r w:rsidRPr="00095F06">
              <w:rPr>
                <w:szCs w:val="20"/>
              </w:rPr>
              <w:t>пытаний;</w:t>
            </w:r>
          </w:p>
        </w:tc>
        <w:tc>
          <w:tcPr>
            <w:tcW w:w="958" w:type="pct"/>
            <w:vAlign w:val="center"/>
          </w:tcPr>
          <w:p w:rsidR="007E4E51" w:rsidRPr="00095F06" w:rsidRDefault="007E4E51" w:rsidP="00D12382">
            <w:pPr>
              <w:ind w:firstLine="0"/>
              <w:jc w:val="center"/>
              <w:rPr>
                <w:szCs w:val="20"/>
              </w:rPr>
            </w:pPr>
            <w:r w:rsidRPr="00095F06">
              <w:rPr>
                <w:szCs w:val="20"/>
              </w:rPr>
              <w:t>20.07.2022 – 25.07.2022</w:t>
            </w:r>
          </w:p>
        </w:tc>
      </w:tr>
      <w:tr w:rsidR="007E4E51" w:rsidRPr="00095F06" w:rsidTr="00095F06">
        <w:tc>
          <w:tcPr>
            <w:tcW w:w="979" w:type="pct"/>
            <w:vMerge/>
          </w:tcPr>
          <w:p w:rsidR="007E4E51" w:rsidRPr="00095F06" w:rsidRDefault="007E4E51" w:rsidP="00D12382">
            <w:pPr>
              <w:ind w:firstLine="0"/>
              <w:rPr>
                <w:szCs w:val="20"/>
              </w:rPr>
            </w:pPr>
          </w:p>
        </w:tc>
        <w:tc>
          <w:tcPr>
            <w:tcW w:w="3063" w:type="pct"/>
          </w:tcPr>
          <w:p w:rsidR="007E4E51" w:rsidRPr="00095F06" w:rsidRDefault="007E4E51" w:rsidP="00D12382">
            <w:pPr>
              <w:ind w:firstLine="0"/>
              <w:rPr>
                <w:szCs w:val="20"/>
              </w:rPr>
            </w:pPr>
          </w:p>
        </w:tc>
        <w:tc>
          <w:tcPr>
            <w:tcW w:w="958" w:type="pct"/>
          </w:tcPr>
          <w:p w:rsidR="007E4E51" w:rsidRPr="00095F06" w:rsidRDefault="007E4E51" w:rsidP="00095F06">
            <w:pPr>
              <w:ind w:firstLine="0"/>
              <w:jc w:val="center"/>
              <w:rPr>
                <w:szCs w:val="20"/>
              </w:rPr>
            </w:pPr>
          </w:p>
        </w:tc>
      </w:tr>
    </w:tbl>
    <w:p w:rsidR="007E4E51" w:rsidRPr="004152D0" w:rsidRDefault="007E4E51" w:rsidP="007D1B63">
      <w:pPr>
        <w:rPr>
          <w:szCs w:val="20"/>
        </w:rPr>
      </w:pPr>
    </w:p>
    <w:p w:rsidR="007E4E51" w:rsidRPr="004152D0" w:rsidRDefault="007E4E51" w:rsidP="006E0351">
      <w:pPr>
        <w:jc w:val="center"/>
      </w:pPr>
      <w:r w:rsidRPr="004152D0">
        <w:t>Литература</w:t>
      </w:r>
    </w:p>
    <w:p w:rsidR="007E4E51" w:rsidRPr="004152D0" w:rsidRDefault="007E4E51" w:rsidP="00F97E3B">
      <w:pPr>
        <w:numPr>
          <w:ilvl w:val="0"/>
          <w:numId w:val="135"/>
        </w:numPr>
        <w:ind w:left="0" w:firstLine="284"/>
        <w:rPr>
          <w:szCs w:val="20"/>
        </w:rPr>
      </w:pPr>
      <w:r w:rsidRPr="004152D0">
        <w:rPr>
          <w:szCs w:val="20"/>
        </w:rPr>
        <w:t xml:space="preserve">Федеральный государственный образовательный стандарт высшего образования по направлению подготовки </w:t>
      </w:r>
      <w:r w:rsidRPr="00FA5D0A">
        <w:rPr>
          <w:szCs w:val="20"/>
        </w:rPr>
        <w:t>46.03.01 История</w:t>
      </w:r>
      <w:r w:rsidRPr="004152D0">
        <w:rPr>
          <w:szCs w:val="20"/>
        </w:rPr>
        <w:t xml:space="preserve"> (уровень бакалавриата), утвержденный приказом Министерства обр</w:t>
      </w:r>
      <w:r w:rsidRPr="004152D0">
        <w:rPr>
          <w:szCs w:val="20"/>
        </w:rPr>
        <w:t>а</w:t>
      </w:r>
      <w:r w:rsidRPr="004152D0">
        <w:rPr>
          <w:szCs w:val="20"/>
        </w:rPr>
        <w:t xml:space="preserve">зования и науки Российской Федерации </w:t>
      </w:r>
      <w:r w:rsidRPr="00FA5D0A">
        <w:rPr>
          <w:szCs w:val="20"/>
        </w:rPr>
        <w:t xml:space="preserve">от 8 октября </w:t>
      </w:r>
      <w:smartTag w:uri="urn:schemas-microsoft-com:office:smarttags" w:element="metricconverter">
        <w:smartTagPr>
          <w:attr w:name="ProductID" w:val="2010 г"/>
        </w:smartTagPr>
        <w:r w:rsidRPr="00FA5D0A">
          <w:rPr>
            <w:szCs w:val="20"/>
          </w:rPr>
          <w:t>2020 г</w:t>
        </w:r>
      </w:smartTag>
      <w:r w:rsidRPr="00FA5D0A">
        <w:rPr>
          <w:szCs w:val="20"/>
        </w:rPr>
        <w:t>. № 1291</w:t>
      </w:r>
      <w:r w:rsidRPr="004152D0">
        <w:rPr>
          <w:szCs w:val="20"/>
        </w:rPr>
        <w:t>. [Электронный ресурс] // Правовая система «Консультант+».</w:t>
      </w:r>
      <w:r>
        <w:rPr>
          <w:szCs w:val="20"/>
        </w:rPr>
        <w:t xml:space="preserve"> -</w:t>
      </w:r>
      <w:r w:rsidRPr="004152D0">
        <w:rPr>
          <w:szCs w:val="20"/>
        </w:rPr>
        <w:t xml:space="preserve"> </w:t>
      </w:r>
      <w:r w:rsidRPr="004152D0">
        <w:rPr>
          <w:szCs w:val="20"/>
          <w:lang w:val="en-US"/>
        </w:rPr>
        <w:t>URL</w:t>
      </w:r>
      <w:r w:rsidRPr="004152D0">
        <w:rPr>
          <w:szCs w:val="20"/>
        </w:rPr>
        <w:t xml:space="preserve">: </w:t>
      </w:r>
      <w:r w:rsidRPr="004152D0">
        <w:rPr>
          <w:szCs w:val="20"/>
          <w:lang w:val="en-US"/>
        </w:rPr>
        <w:t>https</w:t>
      </w:r>
      <w:r w:rsidRPr="004152D0">
        <w:rPr>
          <w:szCs w:val="20"/>
        </w:rPr>
        <w:t>://</w:t>
      </w:r>
      <w:r w:rsidRPr="004152D0">
        <w:rPr>
          <w:szCs w:val="20"/>
          <w:lang w:val="en-US"/>
        </w:rPr>
        <w:t>www</w:t>
      </w:r>
      <w:r w:rsidRPr="004152D0">
        <w:rPr>
          <w:szCs w:val="20"/>
        </w:rPr>
        <w:t>.</w:t>
      </w:r>
      <w:r w:rsidRPr="004152D0">
        <w:rPr>
          <w:szCs w:val="20"/>
          <w:lang w:val="en-US"/>
        </w:rPr>
        <w:t>consultant</w:t>
      </w:r>
      <w:r w:rsidRPr="004152D0">
        <w:rPr>
          <w:szCs w:val="20"/>
        </w:rPr>
        <w:t>.</w:t>
      </w:r>
      <w:r w:rsidRPr="004152D0">
        <w:rPr>
          <w:szCs w:val="20"/>
          <w:lang w:val="en-US"/>
        </w:rPr>
        <w:t>ru</w:t>
      </w:r>
      <w:r w:rsidRPr="004152D0">
        <w:rPr>
          <w:szCs w:val="20"/>
        </w:rPr>
        <w:t xml:space="preserve">/ </w:t>
      </w:r>
      <w:r w:rsidRPr="004152D0">
        <w:rPr>
          <w:szCs w:val="20"/>
          <w:lang w:val="en-US"/>
        </w:rPr>
        <w:t>document</w:t>
      </w:r>
      <w:r w:rsidRPr="004152D0">
        <w:rPr>
          <w:szCs w:val="20"/>
        </w:rPr>
        <w:t>/</w:t>
      </w:r>
      <w:r w:rsidRPr="004152D0">
        <w:rPr>
          <w:szCs w:val="20"/>
          <w:lang w:val="en-US"/>
        </w:rPr>
        <w:t>cons</w:t>
      </w:r>
      <w:r w:rsidRPr="004152D0">
        <w:rPr>
          <w:szCs w:val="20"/>
        </w:rPr>
        <w:t>_</w:t>
      </w:r>
      <w:r w:rsidRPr="004152D0">
        <w:rPr>
          <w:szCs w:val="20"/>
          <w:lang w:val="en-US"/>
        </w:rPr>
        <w:t>doc</w:t>
      </w:r>
      <w:r w:rsidRPr="004152D0">
        <w:rPr>
          <w:szCs w:val="20"/>
        </w:rPr>
        <w:t>_</w:t>
      </w:r>
      <w:r w:rsidRPr="004152D0">
        <w:rPr>
          <w:szCs w:val="20"/>
          <w:lang w:val="en-US"/>
        </w:rPr>
        <w:t>LAW</w:t>
      </w:r>
      <w:r w:rsidRPr="004152D0">
        <w:rPr>
          <w:szCs w:val="20"/>
        </w:rPr>
        <w:t>_177552/ (дата о</w:t>
      </w:r>
      <w:r w:rsidRPr="004152D0">
        <w:rPr>
          <w:szCs w:val="20"/>
        </w:rPr>
        <w:t>б</w:t>
      </w:r>
      <w:r w:rsidRPr="004152D0">
        <w:rPr>
          <w:szCs w:val="20"/>
        </w:rPr>
        <w:t>ращения: 15.01.20</w:t>
      </w:r>
      <w:r>
        <w:rPr>
          <w:szCs w:val="20"/>
        </w:rPr>
        <w:t>23</w:t>
      </w:r>
      <w:r w:rsidRPr="004152D0">
        <w:rPr>
          <w:szCs w:val="20"/>
        </w:rPr>
        <w:t>).</w:t>
      </w:r>
    </w:p>
    <w:p w:rsidR="007E4E51" w:rsidRDefault="007E4E51" w:rsidP="00F97E3B">
      <w:pPr>
        <w:numPr>
          <w:ilvl w:val="0"/>
          <w:numId w:val="135"/>
        </w:numPr>
        <w:ind w:left="0" w:firstLine="284"/>
        <w:rPr>
          <w:szCs w:val="20"/>
        </w:rPr>
      </w:pPr>
      <w:r>
        <w:t xml:space="preserve">Российская Федерация. Законы. Об образовании в Российской Федерации : Федер. закон от 29 дек. </w:t>
      </w:r>
      <w:smartTag w:uri="urn:schemas-microsoft-com:office:smarttags" w:element="metricconverter">
        <w:smartTagPr>
          <w:attr w:name="ProductID" w:val="2010 г"/>
        </w:smartTagPr>
        <w:r>
          <w:t>2012 г</w:t>
        </w:r>
      </w:smartTag>
      <w:r>
        <w:t>. № 273-ФЗ : [принят Гос</w:t>
      </w:r>
      <w:r>
        <w:t>у</w:t>
      </w:r>
      <w:r>
        <w:t xml:space="preserve">дарственной Думой 21 дек. </w:t>
      </w:r>
      <w:smartTag w:uri="urn:schemas-microsoft-com:office:smarttags" w:element="metricconverter">
        <w:smartTagPr>
          <w:attr w:name="ProductID" w:val="2010 г"/>
        </w:smartTagPr>
        <w:r>
          <w:t>2012 г</w:t>
        </w:r>
      </w:smartTag>
      <w:r>
        <w:t xml:space="preserve">. : одобрен Советом Федерации 26 дек. </w:t>
      </w:r>
      <w:smartTag w:uri="urn:schemas-microsoft-com:office:smarttags" w:element="metricconverter">
        <w:smartTagPr>
          <w:attr w:name="ProductID" w:val="2010 г"/>
        </w:smartTagPr>
        <w:r>
          <w:t>2012 г</w:t>
        </w:r>
      </w:smartTag>
      <w:r>
        <w:t>.] // ГАРАНТ : офиц. сайт. – URL: http://ivo.garant.ru/#/document/70291362/paragraph/1:2 (дата обращения: 12.12.2022).</w:t>
      </w:r>
    </w:p>
    <w:p w:rsidR="007E4E51" w:rsidRPr="004152D0" w:rsidRDefault="007E4E51" w:rsidP="00F97E3B">
      <w:pPr>
        <w:numPr>
          <w:ilvl w:val="0"/>
          <w:numId w:val="135"/>
        </w:numPr>
        <w:ind w:left="0" w:firstLine="284"/>
        <w:rPr>
          <w:szCs w:val="20"/>
        </w:rPr>
      </w:pPr>
      <w:r w:rsidRPr="004152D0">
        <w:rPr>
          <w:szCs w:val="20"/>
        </w:rPr>
        <w:t>Косякова</w:t>
      </w:r>
      <w:r>
        <w:rPr>
          <w:szCs w:val="20"/>
        </w:rPr>
        <w:t>,</w:t>
      </w:r>
      <w:r w:rsidRPr="004152D0">
        <w:rPr>
          <w:szCs w:val="20"/>
        </w:rPr>
        <w:t xml:space="preserve"> В.В. Стратегия выживания промышленного пре</w:t>
      </w:r>
      <w:r w:rsidRPr="004152D0">
        <w:rPr>
          <w:szCs w:val="20"/>
        </w:rPr>
        <w:t>д</w:t>
      </w:r>
      <w:r w:rsidRPr="004152D0">
        <w:rPr>
          <w:szCs w:val="20"/>
        </w:rPr>
        <w:t>приятия в турбулентной среде</w:t>
      </w:r>
      <w:r>
        <w:rPr>
          <w:szCs w:val="20"/>
        </w:rPr>
        <w:t xml:space="preserve"> / В.В. Косякова</w:t>
      </w:r>
      <w:r w:rsidRPr="004152D0">
        <w:rPr>
          <w:szCs w:val="20"/>
        </w:rPr>
        <w:t xml:space="preserve"> // Труды Братского г</w:t>
      </w:r>
      <w:r w:rsidRPr="004152D0">
        <w:rPr>
          <w:szCs w:val="20"/>
        </w:rPr>
        <w:t>о</w:t>
      </w:r>
      <w:r w:rsidRPr="004152D0">
        <w:rPr>
          <w:szCs w:val="20"/>
        </w:rPr>
        <w:t>сударственного университета. Серия: Экономика и управление.</w:t>
      </w:r>
      <w:r>
        <w:rPr>
          <w:szCs w:val="20"/>
        </w:rPr>
        <w:t xml:space="preserve"> -</w:t>
      </w:r>
      <w:r w:rsidRPr="004152D0">
        <w:rPr>
          <w:szCs w:val="20"/>
        </w:rPr>
        <w:t xml:space="preserve"> 2015. – Т.1. – С. 222–226.</w:t>
      </w:r>
    </w:p>
    <w:p w:rsidR="007E4E51" w:rsidRPr="004152D0" w:rsidRDefault="007E4E51" w:rsidP="00F97E3B">
      <w:pPr>
        <w:numPr>
          <w:ilvl w:val="0"/>
          <w:numId w:val="135"/>
        </w:numPr>
        <w:ind w:left="0" w:firstLine="284"/>
        <w:rPr>
          <w:szCs w:val="20"/>
        </w:rPr>
      </w:pPr>
      <w:r w:rsidRPr="001D58B7">
        <w:t>Мониторинг и дистанционное управление автоматизирова</w:t>
      </w:r>
      <w:r w:rsidRPr="001D58B7">
        <w:t>н</w:t>
      </w:r>
      <w:r w:rsidRPr="001D58B7">
        <w:t>ными технологическими процессами / Т. Г. Полякова, А. А. Чепенюк, Э. О. Балаканов, И. А. Багимов // Автоматизация, мехатроника, и</w:t>
      </w:r>
      <w:r w:rsidRPr="001D58B7">
        <w:t>н</w:t>
      </w:r>
      <w:r w:rsidRPr="001D58B7">
        <w:t>формаци</w:t>
      </w:r>
      <w:r>
        <w:t>онные технологии : материалы I Междунар. науч.-техн. и</w:t>
      </w:r>
      <w:r>
        <w:t>н</w:t>
      </w:r>
      <w:r>
        <w:t xml:space="preserve">тернет-конф. молодых ученых (Омск, 18–20 мая </w:t>
      </w:r>
      <w:smartTag w:uri="urn:schemas-microsoft-com:office:smarttags" w:element="metricconverter">
        <w:smartTagPr>
          <w:attr w:name="ProductID" w:val="2010 г"/>
        </w:smartTagPr>
        <w:r>
          <w:t>2010 г</w:t>
        </w:r>
      </w:smartTag>
      <w:r>
        <w:t>.) / Ом. гос. техн. ун-т [и др.]. – Омск : Изд-во ОмГТУ, 2010. – С. 7–10.</w:t>
      </w:r>
    </w:p>
    <w:p w:rsidR="007E4E51" w:rsidRPr="003B156A" w:rsidRDefault="007E4E51" w:rsidP="00F97E3B">
      <w:pPr>
        <w:numPr>
          <w:ilvl w:val="0"/>
          <w:numId w:val="135"/>
        </w:numPr>
        <w:ind w:left="0" w:firstLine="284"/>
      </w:pPr>
      <w:r>
        <w:t>Гэлловей, Л. Операционный менеджмент: принципы и практ</w:t>
      </w:r>
      <w:r>
        <w:t>и</w:t>
      </w:r>
      <w:r>
        <w:t xml:space="preserve">ка / Л. </w:t>
      </w:r>
      <w:r w:rsidRPr="003B156A">
        <w:t>Гэлловей ; пер. с англ. С. Жильцова ; под общ. ред. Л. А. Волк</w:t>
      </w:r>
      <w:r w:rsidRPr="003B156A">
        <w:t>о</w:t>
      </w:r>
      <w:r w:rsidRPr="003B156A">
        <w:t>вой. − Санкт-Петербург : Питер, 2001. − 319 с .</w:t>
      </w:r>
    </w:p>
    <w:p w:rsidR="007E4E51" w:rsidRDefault="007E4E51" w:rsidP="00F97E3B">
      <w:pPr>
        <w:numPr>
          <w:ilvl w:val="0"/>
          <w:numId w:val="135"/>
        </w:numPr>
        <w:ind w:left="0" w:firstLine="284"/>
        <w:rPr>
          <w:color w:val="FF0000"/>
          <w:szCs w:val="20"/>
        </w:rPr>
      </w:pPr>
      <w:r w:rsidRPr="003B156A">
        <w:t>Варламова, Л. Н. Управление документацией : анг.-рус. анн</w:t>
      </w:r>
      <w:r w:rsidRPr="003B156A">
        <w:t>о</w:t>
      </w:r>
      <w:r w:rsidRPr="003B156A">
        <w:t>тир. сл</w:t>
      </w:r>
      <w:r>
        <w:t xml:space="preserve">ов. стандартизир. терминологии / Л. Н. Варламова, Л. С. Баюн, К. А. Бастрикова. – Москва : Спутник+, 2017. – 398 с. </w:t>
      </w:r>
      <w:r w:rsidRPr="009F75C2">
        <w:rPr>
          <w:color w:val="FF0000"/>
          <w:szCs w:val="20"/>
        </w:rPr>
        <w:t xml:space="preserve"> </w:t>
      </w:r>
    </w:p>
    <w:p w:rsidR="007E4E51" w:rsidRPr="001A637E" w:rsidRDefault="007E4E51" w:rsidP="00F97E3B">
      <w:pPr>
        <w:numPr>
          <w:ilvl w:val="0"/>
          <w:numId w:val="135"/>
        </w:numPr>
        <w:autoSpaceDE w:val="0"/>
        <w:autoSpaceDN w:val="0"/>
        <w:adjustRightInd w:val="0"/>
        <w:ind w:left="0" w:firstLine="284"/>
        <w:rPr>
          <w:szCs w:val="20"/>
        </w:rPr>
      </w:pPr>
      <w:r w:rsidRPr="001A637E">
        <w:rPr>
          <w:rFonts w:ascii="BookmanOldStyle" w:hAnsi="BookmanOldStyle" w:cs="BookmanOldStyle"/>
          <w:szCs w:val="20"/>
        </w:rPr>
        <w:t>Егоров, А. А. История Англии : учебник / А. А. Егоров ; под</w:t>
      </w:r>
      <w:r>
        <w:rPr>
          <w:rFonts w:ascii="BookmanOldStyle" w:hAnsi="BookmanOldStyle" w:cs="BookmanOldStyle"/>
          <w:szCs w:val="20"/>
        </w:rPr>
        <w:t xml:space="preserve"> </w:t>
      </w:r>
      <w:r w:rsidRPr="001A637E">
        <w:rPr>
          <w:rFonts w:ascii="BookmanOldStyle" w:hAnsi="BookmanOldStyle" w:cs="BookmanOldStyle"/>
          <w:szCs w:val="20"/>
        </w:rPr>
        <w:t>общ. ред. В. Ю. Апрыщенко; Южный Федеральный университет. – Ростов-на-Дону ; Таганрог : Издательство Южного федерального ун</w:t>
      </w:r>
      <w:r w:rsidRPr="001A637E">
        <w:rPr>
          <w:rFonts w:ascii="BookmanOldStyle" w:hAnsi="BookmanOldStyle" w:cs="BookmanOldStyle"/>
          <w:szCs w:val="20"/>
        </w:rPr>
        <w:t>и</w:t>
      </w:r>
      <w:r w:rsidRPr="001A637E">
        <w:rPr>
          <w:rFonts w:ascii="BookmanOldStyle" w:hAnsi="BookmanOldStyle" w:cs="BookmanOldStyle"/>
          <w:szCs w:val="20"/>
        </w:rPr>
        <w:t>верситета, 2018.</w:t>
      </w:r>
      <w:r>
        <w:t xml:space="preserve"> // Национальная электронная библиотека. – URL: https://rusneb.ru/catalog/000199_000009_005292380/viewer/?page=5 (дата обращения: 19.12.22).</w:t>
      </w:r>
      <w:r w:rsidRPr="001A637E">
        <w:rPr>
          <w:szCs w:val="20"/>
        </w:rPr>
        <w:t xml:space="preserve"> </w:t>
      </w:r>
    </w:p>
    <w:p w:rsidR="007E4E51" w:rsidRDefault="007E4E51" w:rsidP="00F97E3B">
      <w:pPr>
        <w:numPr>
          <w:ilvl w:val="0"/>
          <w:numId w:val="135"/>
        </w:numPr>
        <w:ind w:left="0" w:firstLine="284"/>
        <w:rPr>
          <w:szCs w:val="20"/>
        </w:rPr>
      </w:pPr>
      <w:r w:rsidRPr="001D58B7">
        <w:rPr>
          <w:szCs w:val="20"/>
        </w:rPr>
        <w:t>Конфликтология : учеб. для вузов по специальностям «М</w:t>
      </w:r>
      <w:r w:rsidRPr="001D58B7">
        <w:rPr>
          <w:szCs w:val="20"/>
        </w:rPr>
        <w:t>е</w:t>
      </w:r>
      <w:r w:rsidRPr="001D58B7">
        <w:rPr>
          <w:szCs w:val="20"/>
        </w:rPr>
        <w:t>неджмент организации»,</w:t>
      </w:r>
      <w:r>
        <w:rPr>
          <w:szCs w:val="20"/>
        </w:rPr>
        <w:t xml:space="preserve"> </w:t>
      </w:r>
      <w:r w:rsidRPr="001D58B7">
        <w:rPr>
          <w:szCs w:val="20"/>
        </w:rPr>
        <w:t>«Управление персоналом», «Экономика тр</w:t>
      </w:r>
      <w:r w:rsidRPr="001D58B7">
        <w:rPr>
          <w:szCs w:val="20"/>
        </w:rPr>
        <w:t>у</w:t>
      </w:r>
      <w:r w:rsidRPr="001D58B7">
        <w:rPr>
          <w:szCs w:val="20"/>
        </w:rPr>
        <w:t>да» / А. Я. Кибанов, И. Е. Ворожейкин, Д. К. Захаров</w:t>
      </w:r>
      <w:r>
        <w:rPr>
          <w:szCs w:val="20"/>
        </w:rPr>
        <w:t xml:space="preserve"> </w:t>
      </w:r>
      <w:r w:rsidRPr="001D58B7">
        <w:rPr>
          <w:szCs w:val="20"/>
        </w:rPr>
        <w:t>[и др.] ; под ред. А. Я. Кибанова ; Гос. ун-т упр. – 2-е изд., перераб. и доп. – Москва : ИНФРА-М,</w:t>
      </w:r>
      <w:r>
        <w:rPr>
          <w:szCs w:val="20"/>
        </w:rPr>
        <w:t xml:space="preserve"> </w:t>
      </w:r>
      <w:r w:rsidRPr="001D58B7">
        <w:rPr>
          <w:szCs w:val="20"/>
        </w:rPr>
        <w:t>20</w:t>
      </w:r>
      <w:r>
        <w:rPr>
          <w:szCs w:val="20"/>
        </w:rPr>
        <w:t>2</w:t>
      </w:r>
      <w:r w:rsidRPr="001D58B7">
        <w:rPr>
          <w:szCs w:val="20"/>
        </w:rPr>
        <w:t xml:space="preserve">2. – 300 с. </w:t>
      </w:r>
    </w:p>
    <w:p w:rsidR="007E4E51" w:rsidRPr="004152D0" w:rsidRDefault="007E4E51" w:rsidP="00F97E3B">
      <w:pPr>
        <w:numPr>
          <w:ilvl w:val="0"/>
          <w:numId w:val="135"/>
        </w:numPr>
        <w:ind w:left="0" w:firstLine="284"/>
        <w:rPr>
          <w:szCs w:val="20"/>
        </w:rPr>
      </w:pPr>
      <w:r>
        <w:t>Величковский, Б. Б. Функциональная организация рабочей памяти : специальность 19.00.01 «Общая психология, психология ли</w:t>
      </w:r>
      <w:r>
        <w:t>ч</w:t>
      </w:r>
      <w:r>
        <w:t>ности, история психологии» : автореф. дис. … д-ра психол. наук / Б. Б. Величковский ; Моск. гос. ун-т им. М. В. Ломоносова. – Москва, 2017. – 44 с.</w:t>
      </w:r>
    </w:p>
    <w:sectPr w:rsidR="007E4E51" w:rsidRPr="004152D0" w:rsidSect="00B51ADE">
      <w:footerReference w:type="even" r:id="rId9"/>
      <w:footerReference w:type="default" r:id="rId10"/>
      <w:footnotePr>
        <w:numRestart w:val="eachPage"/>
      </w:footnotePr>
      <w:pgSz w:w="8392" w:h="11907" w:code="11"/>
      <w:pgMar w:top="1134" w:right="1134" w:bottom="1134" w:left="1134" w:header="720" w:footer="624"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E51" w:rsidRDefault="007E4E51">
      <w:r>
        <w:separator/>
      </w:r>
    </w:p>
    <w:p w:rsidR="007E4E51" w:rsidRDefault="007E4E51"/>
    <w:p w:rsidR="007E4E51" w:rsidRDefault="007E4E51"/>
  </w:endnote>
  <w:endnote w:type="continuationSeparator" w:id="0">
    <w:p w:rsidR="007E4E51" w:rsidRDefault="007E4E51">
      <w:r>
        <w:continuationSeparator/>
      </w:r>
    </w:p>
    <w:p w:rsidR="007E4E51" w:rsidRDefault="007E4E51"/>
    <w:p w:rsidR="007E4E51" w:rsidRDefault="007E4E5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Newton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BookmanOldStyle">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E51" w:rsidRPr="0001358C" w:rsidRDefault="007E4E51" w:rsidP="00DD09FB">
    <w:pPr>
      <w:ind w:firstLine="0"/>
      <w:jc w:val="center"/>
      <w:rPr>
        <w:i/>
      </w:rPr>
    </w:pPr>
    <w:fldSimple w:instr="PAGE   \* MERGEFORMAT">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E51" w:rsidRPr="008C00A6" w:rsidRDefault="007E4E51" w:rsidP="00DD09FB">
    <w:pPr>
      <w:ind w:firstLine="0"/>
      <w:jc w:val="center"/>
      <w:rPr>
        <w:sz w:val="22"/>
      </w:rPr>
    </w:pPr>
    <w:fldSimple w:instr="PAGE   \* MERGEFORMAT">
      <w:r>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E51" w:rsidRDefault="007E4E51">
      <w:r>
        <w:separator/>
      </w:r>
    </w:p>
    <w:p w:rsidR="007E4E51" w:rsidRDefault="007E4E51"/>
    <w:p w:rsidR="007E4E51" w:rsidRDefault="007E4E51"/>
  </w:footnote>
  <w:footnote w:type="continuationSeparator" w:id="0">
    <w:p w:rsidR="007E4E51" w:rsidRDefault="007E4E51">
      <w:r>
        <w:continuationSeparator/>
      </w:r>
    </w:p>
    <w:p w:rsidR="007E4E51" w:rsidRDefault="007E4E51"/>
    <w:p w:rsidR="007E4E51" w:rsidRDefault="007E4E5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9B8F424"/>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C41030F2"/>
    <w:name w:val="WW8Num2"/>
    <w:lvl w:ilvl="0">
      <w:start w:val="1"/>
      <w:numFmt w:val="decimal"/>
      <w:lvlText w:val="%1."/>
      <w:lvlJc w:val="left"/>
      <w:pPr>
        <w:tabs>
          <w:tab w:val="num" w:pos="198"/>
        </w:tabs>
        <w:ind w:left="-454" w:firstLine="454"/>
      </w:pPr>
      <w:rPr>
        <w:rFonts w:cs="Times New Roman" w:hint="default"/>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B84386"/>
    <w:multiLevelType w:val="hybridMultilevel"/>
    <w:tmpl w:val="817AB4F0"/>
    <w:lvl w:ilvl="0" w:tplc="A63E223C">
      <w:start w:val="1"/>
      <w:numFmt w:val="decimal"/>
      <w:lvlText w:val="%1."/>
      <w:lvlJc w:val="left"/>
      <w:pPr>
        <w:tabs>
          <w:tab w:val="num" w:pos="720"/>
        </w:tabs>
        <w:ind w:left="72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1BF1DE6"/>
    <w:multiLevelType w:val="hybridMultilevel"/>
    <w:tmpl w:val="C62CFB26"/>
    <w:lvl w:ilvl="0" w:tplc="90C449C8">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1727D6"/>
    <w:multiLevelType w:val="hybridMultilevel"/>
    <w:tmpl w:val="2B1C5CB2"/>
    <w:lvl w:ilvl="0" w:tplc="A4E47162">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6">
    <w:nsid w:val="062A2526"/>
    <w:multiLevelType w:val="hybridMultilevel"/>
    <w:tmpl w:val="AC722776"/>
    <w:lvl w:ilvl="0" w:tplc="0A06F7FC">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7BD1524"/>
    <w:multiLevelType w:val="hybridMultilevel"/>
    <w:tmpl w:val="521A084C"/>
    <w:lvl w:ilvl="0" w:tplc="F34A2860">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092E51A7"/>
    <w:multiLevelType w:val="hybridMultilevel"/>
    <w:tmpl w:val="7B5022B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9CA3D01"/>
    <w:multiLevelType w:val="hybridMultilevel"/>
    <w:tmpl w:val="3EAA7ED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0A08056B"/>
    <w:multiLevelType w:val="hybridMultilevel"/>
    <w:tmpl w:val="0BCE25A0"/>
    <w:lvl w:ilvl="0" w:tplc="F8CC2F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BBF536A"/>
    <w:multiLevelType w:val="hybridMultilevel"/>
    <w:tmpl w:val="B68EF18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0E72574D"/>
    <w:multiLevelType w:val="hybridMultilevel"/>
    <w:tmpl w:val="B39AB104"/>
    <w:lvl w:ilvl="0" w:tplc="EA36CC1A">
      <w:start w:val="1"/>
      <w:numFmt w:val="bullet"/>
      <w:suff w:val="space"/>
      <w:lvlText w:val=""/>
      <w:lvlJc w:val="left"/>
      <w:pPr>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0ED532DC"/>
    <w:multiLevelType w:val="hybridMultilevel"/>
    <w:tmpl w:val="B1CC709A"/>
    <w:lvl w:ilvl="0" w:tplc="15DAB308">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14">
    <w:nsid w:val="0F0F742A"/>
    <w:multiLevelType w:val="hybridMultilevel"/>
    <w:tmpl w:val="D04C99AA"/>
    <w:lvl w:ilvl="0" w:tplc="17EE48E4">
      <w:start w:val="1"/>
      <w:numFmt w:val="decimal"/>
      <w:suff w:val="nothing"/>
      <w:lvlText w:val="%1."/>
      <w:lvlJc w:val="left"/>
      <w:pPr>
        <w:ind w:firstLine="709"/>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0FB4116A"/>
    <w:multiLevelType w:val="hybridMultilevel"/>
    <w:tmpl w:val="87AEB4EA"/>
    <w:lvl w:ilvl="0" w:tplc="2B74741E">
      <w:start w:val="1"/>
      <w:numFmt w:val="bullet"/>
      <w:lvlText w:val="•"/>
      <w:lvlJc w:val="left"/>
      <w:pPr>
        <w:tabs>
          <w:tab w:val="num" w:pos="720"/>
        </w:tabs>
        <w:ind w:left="720" w:hanging="360"/>
      </w:pPr>
      <w:rPr>
        <w:rFonts w:ascii="Arial" w:hAnsi="Arial" w:hint="default"/>
      </w:rPr>
    </w:lvl>
    <w:lvl w:ilvl="1" w:tplc="3664E7F0" w:tentative="1">
      <w:start w:val="1"/>
      <w:numFmt w:val="bullet"/>
      <w:lvlText w:val="•"/>
      <w:lvlJc w:val="left"/>
      <w:pPr>
        <w:tabs>
          <w:tab w:val="num" w:pos="1440"/>
        </w:tabs>
        <w:ind w:left="1440" w:hanging="360"/>
      </w:pPr>
      <w:rPr>
        <w:rFonts w:ascii="Arial" w:hAnsi="Arial" w:hint="default"/>
      </w:rPr>
    </w:lvl>
    <w:lvl w:ilvl="2" w:tplc="5E2C4266" w:tentative="1">
      <w:start w:val="1"/>
      <w:numFmt w:val="bullet"/>
      <w:lvlText w:val="•"/>
      <w:lvlJc w:val="left"/>
      <w:pPr>
        <w:tabs>
          <w:tab w:val="num" w:pos="2160"/>
        </w:tabs>
        <w:ind w:left="2160" w:hanging="360"/>
      </w:pPr>
      <w:rPr>
        <w:rFonts w:ascii="Arial" w:hAnsi="Arial" w:hint="default"/>
      </w:rPr>
    </w:lvl>
    <w:lvl w:ilvl="3" w:tplc="C1EC2B7E" w:tentative="1">
      <w:start w:val="1"/>
      <w:numFmt w:val="bullet"/>
      <w:lvlText w:val="•"/>
      <w:lvlJc w:val="left"/>
      <w:pPr>
        <w:tabs>
          <w:tab w:val="num" w:pos="2880"/>
        </w:tabs>
        <w:ind w:left="2880" w:hanging="360"/>
      </w:pPr>
      <w:rPr>
        <w:rFonts w:ascii="Arial" w:hAnsi="Arial" w:hint="default"/>
      </w:rPr>
    </w:lvl>
    <w:lvl w:ilvl="4" w:tplc="E1B2016E" w:tentative="1">
      <w:start w:val="1"/>
      <w:numFmt w:val="bullet"/>
      <w:lvlText w:val="•"/>
      <w:lvlJc w:val="left"/>
      <w:pPr>
        <w:tabs>
          <w:tab w:val="num" w:pos="3600"/>
        </w:tabs>
        <w:ind w:left="3600" w:hanging="360"/>
      </w:pPr>
      <w:rPr>
        <w:rFonts w:ascii="Arial" w:hAnsi="Arial" w:hint="default"/>
      </w:rPr>
    </w:lvl>
    <w:lvl w:ilvl="5" w:tplc="3DE6F4BA" w:tentative="1">
      <w:start w:val="1"/>
      <w:numFmt w:val="bullet"/>
      <w:lvlText w:val="•"/>
      <w:lvlJc w:val="left"/>
      <w:pPr>
        <w:tabs>
          <w:tab w:val="num" w:pos="4320"/>
        </w:tabs>
        <w:ind w:left="4320" w:hanging="360"/>
      </w:pPr>
      <w:rPr>
        <w:rFonts w:ascii="Arial" w:hAnsi="Arial" w:hint="default"/>
      </w:rPr>
    </w:lvl>
    <w:lvl w:ilvl="6" w:tplc="33FCDACE" w:tentative="1">
      <w:start w:val="1"/>
      <w:numFmt w:val="bullet"/>
      <w:lvlText w:val="•"/>
      <w:lvlJc w:val="left"/>
      <w:pPr>
        <w:tabs>
          <w:tab w:val="num" w:pos="5040"/>
        </w:tabs>
        <w:ind w:left="5040" w:hanging="360"/>
      </w:pPr>
      <w:rPr>
        <w:rFonts w:ascii="Arial" w:hAnsi="Arial" w:hint="default"/>
      </w:rPr>
    </w:lvl>
    <w:lvl w:ilvl="7" w:tplc="B7523C00" w:tentative="1">
      <w:start w:val="1"/>
      <w:numFmt w:val="bullet"/>
      <w:lvlText w:val="•"/>
      <w:lvlJc w:val="left"/>
      <w:pPr>
        <w:tabs>
          <w:tab w:val="num" w:pos="5760"/>
        </w:tabs>
        <w:ind w:left="5760" w:hanging="360"/>
      </w:pPr>
      <w:rPr>
        <w:rFonts w:ascii="Arial" w:hAnsi="Arial" w:hint="default"/>
      </w:rPr>
    </w:lvl>
    <w:lvl w:ilvl="8" w:tplc="54FE07FE" w:tentative="1">
      <w:start w:val="1"/>
      <w:numFmt w:val="bullet"/>
      <w:lvlText w:val="•"/>
      <w:lvlJc w:val="left"/>
      <w:pPr>
        <w:tabs>
          <w:tab w:val="num" w:pos="6480"/>
        </w:tabs>
        <w:ind w:left="6480" w:hanging="360"/>
      </w:pPr>
      <w:rPr>
        <w:rFonts w:ascii="Arial" w:hAnsi="Arial" w:hint="default"/>
      </w:rPr>
    </w:lvl>
  </w:abstractNum>
  <w:abstractNum w:abstractNumId="16">
    <w:nsid w:val="0FFA2728"/>
    <w:multiLevelType w:val="hybridMultilevel"/>
    <w:tmpl w:val="B7445604"/>
    <w:lvl w:ilvl="0" w:tplc="61068660">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0DC039F"/>
    <w:multiLevelType w:val="hybridMultilevel"/>
    <w:tmpl w:val="471675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0FA0814"/>
    <w:multiLevelType w:val="multilevel"/>
    <w:tmpl w:val="3766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976082"/>
    <w:multiLevelType w:val="hybridMultilevel"/>
    <w:tmpl w:val="5B94D972"/>
    <w:lvl w:ilvl="0" w:tplc="15DAB30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12F90EB9"/>
    <w:multiLevelType w:val="hybridMultilevel"/>
    <w:tmpl w:val="51768A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32E0CF9"/>
    <w:multiLevelType w:val="hybridMultilevel"/>
    <w:tmpl w:val="DCA419D4"/>
    <w:lvl w:ilvl="0" w:tplc="ED42C424">
      <w:start w:val="1"/>
      <w:numFmt w:val="bullet"/>
      <w:suff w:val="space"/>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3A26999"/>
    <w:multiLevelType w:val="hybridMultilevel"/>
    <w:tmpl w:val="CDD4E792"/>
    <w:lvl w:ilvl="0" w:tplc="7E90BAC0">
      <w:start w:val="1"/>
      <w:numFmt w:val="bullet"/>
      <w:suff w:val="space"/>
      <w:lvlText w:val=""/>
      <w:lvlJc w:val="left"/>
      <w:pPr>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13B406F0"/>
    <w:multiLevelType w:val="hybridMultilevel"/>
    <w:tmpl w:val="CA2EF3E2"/>
    <w:lvl w:ilvl="0" w:tplc="1924D6F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64465AE"/>
    <w:multiLevelType w:val="hybridMultilevel"/>
    <w:tmpl w:val="B764F25E"/>
    <w:lvl w:ilvl="0" w:tplc="8F06755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5">
    <w:nsid w:val="18FB789F"/>
    <w:multiLevelType w:val="hybridMultilevel"/>
    <w:tmpl w:val="8F00664A"/>
    <w:lvl w:ilvl="0" w:tplc="61068660">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190D3C01"/>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19EB0FDE"/>
    <w:multiLevelType w:val="hybridMultilevel"/>
    <w:tmpl w:val="BBDC8894"/>
    <w:lvl w:ilvl="0" w:tplc="15DAB3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1A95061F"/>
    <w:multiLevelType w:val="hybridMultilevel"/>
    <w:tmpl w:val="5A88A0A0"/>
    <w:lvl w:ilvl="0" w:tplc="41248978">
      <w:start w:val="1"/>
      <w:numFmt w:val="decimal"/>
      <w:suff w:val="space"/>
      <w:lvlText w:val="%1."/>
      <w:lvlJc w:val="left"/>
      <w:pPr>
        <w:ind w:left="1004"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1AFE3D7D"/>
    <w:multiLevelType w:val="hybridMultilevel"/>
    <w:tmpl w:val="7048D4C6"/>
    <w:lvl w:ilvl="0" w:tplc="3EEC6B3C">
      <w:start w:val="1"/>
      <w:numFmt w:val="bullet"/>
      <w:pStyle w:val="a"/>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nsid w:val="1C906CE0"/>
    <w:multiLevelType w:val="hybridMultilevel"/>
    <w:tmpl w:val="5894BF68"/>
    <w:lvl w:ilvl="0" w:tplc="7862D55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D127F4A"/>
    <w:multiLevelType w:val="multilevel"/>
    <w:tmpl w:val="0ED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D946034"/>
    <w:multiLevelType w:val="hybridMultilevel"/>
    <w:tmpl w:val="E6ECAFAE"/>
    <w:lvl w:ilvl="0" w:tplc="8C9CA1FA">
      <w:start w:val="1"/>
      <w:numFmt w:val="bullet"/>
      <w:lvlText w:val="—"/>
      <w:lvlJc w:val="left"/>
      <w:pPr>
        <w:ind w:left="1429" w:hanging="360"/>
      </w:pPr>
      <w:rPr>
        <w:rFonts w:ascii="Goudy Old Style" w:hAnsi="Goudy Old Style"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E2115D9"/>
    <w:multiLevelType w:val="hybridMultilevel"/>
    <w:tmpl w:val="CE9A8C9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E887117"/>
    <w:multiLevelType w:val="hybridMultilevel"/>
    <w:tmpl w:val="A202A5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0575791"/>
    <w:multiLevelType w:val="hybridMultilevel"/>
    <w:tmpl w:val="94980E56"/>
    <w:lvl w:ilvl="0" w:tplc="2CE00F5C">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21346FA1"/>
    <w:multiLevelType w:val="hybridMultilevel"/>
    <w:tmpl w:val="A04E4034"/>
    <w:lvl w:ilvl="0" w:tplc="F08E21B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227A5F06"/>
    <w:multiLevelType w:val="hybridMultilevel"/>
    <w:tmpl w:val="5EC2B058"/>
    <w:lvl w:ilvl="0" w:tplc="9C8E8E88">
      <w:start w:val="1"/>
      <w:numFmt w:val="decimal"/>
      <w:lvlText w:val="%1)"/>
      <w:lvlJc w:val="left"/>
      <w:pPr>
        <w:tabs>
          <w:tab w:val="num" w:pos="975"/>
        </w:tabs>
        <w:ind w:left="975" w:hanging="61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25450D3A"/>
    <w:multiLevelType w:val="hybridMultilevel"/>
    <w:tmpl w:val="1E563B0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9">
    <w:nsid w:val="25C479A6"/>
    <w:multiLevelType w:val="hybridMultilevel"/>
    <w:tmpl w:val="EF1A5C04"/>
    <w:lvl w:ilvl="0" w:tplc="0A06F7FC">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5FB3866"/>
    <w:multiLevelType w:val="hybridMultilevel"/>
    <w:tmpl w:val="33602FF2"/>
    <w:lvl w:ilvl="0" w:tplc="86A6062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nsid w:val="26793404"/>
    <w:multiLevelType w:val="hybridMultilevel"/>
    <w:tmpl w:val="0088C4BA"/>
    <w:lvl w:ilvl="0" w:tplc="A51487C4">
      <w:start w:val="1"/>
      <w:numFmt w:val="bullet"/>
      <w:suff w:val="space"/>
      <w:lvlText w:val=""/>
      <w:lvlJc w:val="left"/>
      <w:pPr>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2AA525C2"/>
    <w:multiLevelType w:val="hybridMultilevel"/>
    <w:tmpl w:val="2688AD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2C590678"/>
    <w:multiLevelType w:val="hybridMultilevel"/>
    <w:tmpl w:val="467C619E"/>
    <w:lvl w:ilvl="0" w:tplc="72DCF654">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4">
    <w:nsid w:val="2CBD0E86"/>
    <w:multiLevelType w:val="hybridMultilevel"/>
    <w:tmpl w:val="C832CCC8"/>
    <w:name w:val="WW8Num3"/>
    <w:lvl w:ilvl="0" w:tplc="A92A480C">
      <w:start w:val="1"/>
      <w:numFmt w:val="bullet"/>
      <w:lvlText w:val=""/>
      <w:lvlJc w:val="left"/>
      <w:pPr>
        <w:tabs>
          <w:tab w:val="num" w:pos="851"/>
        </w:tabs>
        <w:ind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2CCD61C3"/>
    <w:multiLevelType w:val="hybridMultilevel"/>
    <w:tmpl w:val="8E8648F0"/>
    <w:lvl w:ilvl="0" w:tplc="75B41362">
      <w:start w:val="1"/>
      <w:numFmt w:val="bullet"/>
      <w:pStyle w:val="a0"/>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6">
    <w:nsid w:val="2F074DF9"/>
    <w:multiLevelType w:val="hybridMultilevel"/>
    <w:tmpl w:val="0B54E368"/>
    <w:lvl w:ilvl="0" w:tplc="71E49B6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2FE77D50"/>
    <w:multiLevelType w:val="hybridMultilevel"/>
    <w:tmpl w:val="645C8DA0"/>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30FE427F"/>
    <w:multiLevelType w:val="hybridMultilevel"/>
    <w:tmpl w:val="5524BBB2"/>
    <w:lvl w:ilvl="0" w:tplc="FCAAD3AE">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9">
    <w:nsid w:val="33241A72"/>
    <w:multiLevelType w:val="hybridMultilevel"/>
    <w:tmpl w:val="9F98F3DA"/>
    <w:lvl w:ilvl="0" w:tplc="8B1429F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0">
    <w:nsid w:val="33D3726A"/>
    <w:multiLevelType w:val="multilevel"/>
    <w:tmpl w:val="7EC0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41E30E9"/>
    <w:multiLevelType w:val="hybridMultilevel"/>
    <w:tmpl w:val="320684B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61A3E2D"/>
    <w:multiLevelType w:val="hybridMultilevel"/>
    <w:tmpl w:val="73E6C07E"/>
    <w:lvl w:ilvl="0" w:tplc="6C300274">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3">
    <w:nsid w:val="368B2DED"/>
    <w:multiLevelType w:val="hybridMultilevel"/>
    <w:tmpl w:val="022EEFBC"/>
    <w:lvl w:ilvl="0" w:tplc="578CFF18">
      <w:start w:val="1"/>
      <w:numFmt w:val="decimal"/>
      <w:suff w:val="space"/>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68C57D3"/>
    <w:multiLevelType w:val="multilevel"/>
    <w:tmpl w:val="F16A1A6E"/>
    <w:lvl w:ilvl="0">
      <w:start w:val="1"/>
      <w:numFmt w:val="bullet"/>
      <w:suff w:val="space"/>
      <w:lvlText w:val=""/>
      <w:lvlJc w:val="left"/>
      <w:pPr>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5">
    <w:nsid w:val="36EF3E40"/>
    <w:multiLevelType w:val="hybridMultilevel"/>
    <w:tmpl w:val="7A14D9D2"/>
    <w:lvl w:ilvl="0" w:tplc="0419000F">
      <w:start w:val="1"/>
      <w:numFmt w:val="decimal"/>
      <w:lvlText w:val="%1."/>
      <w:lvlJc w:val="left"/>
      <w:pPr>
        <w:ind w:left="1200" w:hanging="360"/>
      </w:pPr>
      <w:rPr>
        <w:rFonts w:cs="Times New Roman" w:hint="default"/>
      </w:rPr>
    </w:lvl>
    <w:lvl w:ilvl="1" w:tplc="04190019" w:tentative="1">
      <w:start w:val="1"/>
      <w:numFmt w:val="lowerLetter"/>
      <w:lvlText w:val="%2."/>
      <w:lvlJc w:val="left"/>
      <w:pPr>
        <w:ind w:left="1920" w:hanging="360"/>
      </w:pPr>
      <w:rPr>
        <w:rFonts w:cs="Times New Roman"/>
      </w:rPr>
    </w:lvl>
    <w:lvl w:ilvl="2" w:tplc="0419001B" w:tentative="1">
      <w:start w:val="1"/>
      <w:numFmt w:val="lowerRoman"/>
      <w:lvlText w:val="%3."/>
      <w:lvlJc w:val="right"/>
      <w:pPr>
        <w:ind w:left="2640" w:hanging="180"/>
      </w:pPr>
      <w:rPr>
        <w:rFonts w:cs="Times New Roman"/>
      </w:rPr>
    </w:lvl>
    <w:lvl w:ilvl="3" w:tplc="0419000F" w:tentative="1">
      <w:start w:val="1"/>
      <w:numFmt w:val="decimal"/>
      <w:lvlText w:val="%4."/>
      <w:lvlJc w:val="left"/>
      <w:pPr>
        <w:ind w:left="3360" w:hanging="360"/>
      </w:pPr>
      <w:rPr>
        <w:rFonts w:cs="Times New Roman"/>
      </w:rPr>
    </w:lvl>
    <w:lvl w:ilvl="4" w:tplc="04190019" w:tentative="1">
      <w:start w:val="1"/>
      <w:numFmt w:val="lowerLetter"/>
      <w:lvlText w:val="%5."/>
      <w:lvlJc w:val="left"/>
      <w:pPr>
        <w:ind w:left="4080" w:hanging="360"/>
      </w:pPr>
      <w:rPr>
        <w:rFonts w:cs="Times New Roman"/>
      </w:rPr>
    </w:lvl>
    <w:lvl w:ilvl="5" w:tplc="0419001B" w:tentative="1">
      <w:start w:val="1"/>
      <w:numFmt w:val="lowerRoman"/>
      <w:lvlText w:val="%6."/>
      <w:lvlJc w:val="right"/>
      <w:pPr>
        <w:ind w:left="4800" w:hanging="180"/>
      </w:pPr>
      <w:rPr>
        <w:rFonts w:cs="Times New Roman"/>
      </w:rPr>
    </w:lvl>
    <w:lvl w:ilvl="6" w:tplc="0419000F" w:tentative="1">
      <w:start w:val="1"/>
      <w:numFmt w:val="decimal"/>
      <w:lvlText w:val="%7."/>
      <w:lvlJc w:val="left"/>
      <w:pPr>
        <w:ind w:left="5520" w:hanging="360"/>
      </w:pPr>
      <w:rPr>
        <w:rFonts w:cs="Times New Roman"/>
      </w:rPr>
    </w:lvl>
    <w:lvl w:ilvl="7" w:tplc="04190019" w:tentative="1">
      <w:start w:val="1"/>
      <w:numFmt w:val="lowerLetter"/>
      <w:lvlText w:val="%8."/>
      <w:lvlJc w:val="left"/>
      <w:pPr>
        <w:ind w:left="6240" w:hanging="360"/>
      </w:pPr>
      <w:rPr>
        <w:rFonts w:cs="Times New Roman"/>
      </w:rPr>
    </w:lvl>
    <w:lvl w:ilvl="8" w:tplc="0419001B" w:tentative="1">
      <w:start w:val="1"/>
      <w:numFmt w:val="lowerRoman"/>
      <w:lvlText w:val="%9."/>
      <w:lvlJc w:val="right"/>
      <w:pPr>
        <w:ind w:left="6960" w:hanging="180"/>
      </w:pPr>
      <w:rPr>
        <w:rFonts w:cs="Times New Roman"/>
      </w:rPr>
    </w:lvl>
  </w:abstractNum>
  <w:abstractNum w:abstractNumId="56">
    <w:nsid w:val="3A3D7A0A"/>
    <w:multiLevelType w:val="hybridMultilevel"/>
    <w:tmpl w:val="39387B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A88267B"/>
    <w:multiLevelType w:val="hybridMultilevel"/>
    <w:tmpl w:val="BF06D994"/>
    <w:lvl w:ilvl="0" w:tplc="12DE376E">
      <w:start w:val="1"/>
      <w:numFmt w:val="upp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8">
    <w:nsid w:val="3B626E5B"/>
    <w:multiLevelType w:val="hybridMultilevel"/>
    <w:tmpl w:val="904E778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3C036FF4"/>
    <w:multiLevelType w:val="hybridMultilevel"/>
    <w:tmpl w:val="6066B8B2"/>
    <w:lvl w:ilvl="0" w:tplc="017C2946">
      <w:start w:val="1"/>
      <w:numFmt w:val="bullet"/>
      <w:pStyle w:val="1"/>
      <w:lvlText w:val="•"/>
      <w:lvlJc w:val="left"/>
      <w:pPr>
        <w:ind w:left="1174" w:hanging="360"/>
      </w:pPr>
      <w:rPr>
        <w:rFonts w:ascii="Times New Roman" w:hAnsi="Times New Roman" w:hint="default"/>
        <w:b w:val="0"/>
        <w:i w:val="0"/>
        <w:sz w:val="20"/>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0">
    <w:nsid w:val="3C205B8E"/>
    <w:multiLevelType w:val="hybridMultilevel"/>
    <w:tmpl w:val="580C1C9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3F101A53"/>
    <w:multiLevelType w:val="hybridMultilevel"/>
    <w:tmpl w:val="370C4430"/>
    <w:lvl w:ilvl="0" w:tplc="87AAF14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3F9326CB"/>
    <w:multiLevelType w:val="hybridMultilevel"/>
    <w:tmpl w:val="CB2619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40BE7DA8"/>
    <w:multiLevelType w:val="hybridMultilevel"/>
    <w:tmpl w:val="D30CF482"/>
    <w:lvl w:ilvl="0" w:tplc="BEB26D9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0F93F37"/>
    <w:multiLevelType w:val="hybridMultilevel"/>
    <w:tmpl w:val="AB86BF50"/>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5">
    <w:nsid w:val="43E27399"/>
    <w:multiLevelType w:val="hybridMultilevel"/>
    <w:tmpl w:val="F34A13CE"/>
    <w:lvl w:ilvl="0" w:tplc="15DAB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52D2487"/>
    <w:multiLevelType w:val="hybridMultilevel"/>
    <w:tmpl w:val="FD623D86"/>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5D42A05"/>
    <w:multiLevelType w:val="hybridMultilevel"/>
    <w:tmpl w:val="592EBDF6"/>
    <w:lvl w:ilvl="0" w:tplc="A63E223C">
      <w:start w:val="1"/>
      <w:numFmt w:val="decimal"/>
      <w:lvlText w:val="%1."/>
      <w:lvlJc w:val="left"/>
      <w:pPr>
        <w:ind w:left="72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46A4486C"/>
    <w:multiLevelType w:val="hybridMultilevel"/>
    <w:tmpl w:val="3F1200D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46B42687"/>
    <w:multiLevelType w:val="hybridMultilevel"/>
    <w:tmpl w:val="F604A424"/>
    <w:lvl w:ilvl="0" w:tplc="83CA7452">
      <w:start w:val="1"/>
      <w:numFmt w:val="decimal"/>
      <w:suff w:val="space"/>
      <w:lvlText w:val="%1."/>
      <w:lvlJc w:val="left"/>
      <w:pPr>
        <w:ind w:left="228" w:hanging="360"/>
      </w:pPr>
      <w:rPr>
        <w:rFonts w:cs="Times New Roman" w:hint="default"/>
      </w:rPr>
    </w:lvl>
    <w:lvl w:ilvl="1" w:tplc="04190019" w:tentative="1">
      <w:start w:val="1"/>
      <w:numFmt w:val="lowerLetter"/>
      <w:lvlText w:val="%2."/>
      <w:lvlJc w:val="left"/>
      <w:pPr>
        <w:ind w:left="1024" w:hanging="360"/>
      </w:pPr>
      <w:rPr>
        <w:rFonts w:cs="Times New Roman"/>
      </w:rPr>
    </w:lvl>
    <w:lvl w:ilvl="2" w:tplc="0419001B" w:tentative="1">
      <w:start w:val="1"/>
      <w:numFmt w:val="lowerRoman"/>
      <w:lvlText w:val="%3."/>
      <w:lvlJc w:val="right"/>
      <w:pPr>
        <w:ind w:left="1744" w:hanging="180"/>
      </w:pPr>
      <w:rPr>
        <w:rFonts w:cs="Times New Roman"/>
      </w:rPr>
    </w:lvl>
    <w:lvl w:ilvl="3" w:tplc="0419000F" w:tentative="1">
      <w:start w:val="1"/>
      <w:numFmt w:val="decimal"/>
      <w:lvlText w:val="%4."/>
      <w:lvlJc w:val="left"/>
      <w:pPr>
        <w:ind w:left="2464" w:hanging="360"/>
      </w:pPr>
      <w:rPr>
        <w:rFonts w:cs="Times New Roman"/>
      </w:rPr>
    </w:lvl>
    <w:lvl w:ilvl="4" w:tplc="04190019" w:tentative="1">
      <w:start w:val="1"/>
      <w:numFmt w:val="lowerLetter"/>
      <w:lvlText w:val="%5."/>
      <w:lvlJc w:val="left"/>
      <w:pPr>
        <w:ind w:left="3184" w:hanging="360"/>
      </w:pPr>
      <w:rPr>
        <w:rFonts w:cs="Times New Roman"/>
      </w:rPr>
    </w:lvl>
    <w:lvl w:ilvl="5" w:tplc="0419001B" w:tentative="1">
      <w:start w:val="1"/>
      <w:numFmt w:val="lowerRoman"/>
      <w:lvlText w:val="%6."/>
      <w:lvlJc w:val="right"/>
      <w:pPr>
        <w:ind w:left="3904" w:hanging="180"/>
      </w:pPr>
      <w:rPr>
        <w:rFonts w:cs="Times New Roman"/>
      </w:rPr>
    </w:lvl>
    <w:lvl w:ilvl="6" w:tplc="0419000F" w:tentative="1">
      <w:start w:val="1"/>
      <w:numFmt w:val="decimal"/>
      <w:lvlText w:val="%7."/>
      <w:lvlJc w:val="left"/>
      <w:pPr>
        <w:ind w:left="4624" w:hanging="360"/>
      </w:pPr>
      <w:rPr>
        <w:rFonts w:cs="Times New Roman"/>
      </w:rPr>
    </w:lvl>
    <w:lvl w:ilvl="7" w:tplc="04190019" w:tentative="1">
      <w:start w:val="1"/>
      <w:numFmt w:val="lowerLetter"/>
      <w:lvlText w:val="%8."/>
      <w:lvlJc w:val="left"/>
      <w:pPr>
        <w:ind w:left="5344" w:hanging="360"/>
      </w:pPr>
      <w:rPr>
        <w:rFonts w:cs="Times New Roman"/>
      </w:rPr>
    </w:lvl>
    <w:lvl w:ilvl="8" w:tplc="0419001B" w:tentative="1">
      <w:start w:val="1"/>
      <w:numFmt w:val="lowerRoman"/>
      <w:lvlText w:val="%9."/>
      <w:lvlJc w:val="right"/>
      <w:pPr>
        <w:ind w:left="6064" w:hanging="180"/>
      </w:pPr>
      <w:rPr>
        <w:rFonts w:cs="Times New Roman"/>
      </w:rPr>
    </w:lvl>
  </w:abstractNum>
  <w:abstractNum w:abstractNumId="70">
    <w:nsid w:val="492B47D5"/>
    <w:multiLevelType w:val="hybridMultilevel"/>
    <w:tmpl w:val="5C827E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49B44CE2"/>
    <w:multiLevelType w:val="hybridMultilevel"/>
    <w:tmpl w:val="8618C850"/>
    <w:lvl w:ilvl="0" w:tplc="361ACE98">
      <w:start w:val="1"/>
      <w:numFmt w:val="bullet"/>
      <w:pStyle w:val="a1"/>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2">
    <w:nsid w:val="4B9724FE"/>
    <w:multiLevelType w:val="hybridMultilevel"/>
    <w:tmpl w:val="CCB6F6D2"/>
    <w:lvl w:ilvl="0" w:tplc="B6A4488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73">
    <w:nsid w:val="4BF70D2F"/>
    <w:multiLevelType w:val="hybridMultilevel"/>
    <w:tmpl w:val="F90C081A"/>
    <w:lvl w:ilvl="0" w:tplc="2758BDBA">
      <w:start w:val="1"/>
      <w:numFmt w:val="decimal"/>
      <w:suff w:val="space"/>
      <w:lvlText w:val="%1."/>
      <w:lvlJc w:val="left"/>
      <w:pPr>
        <w:ind w:left="1004"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4">
    <w:nsid w:val="4D0A3F07"/>
    <w:multiLevelType w:val="hybridMultilevel"/>
    <w:tmpl w:val="757A6CF2"/>
    <w:lvl w:ilvl="0" w:tplc="A63E223C">
      <w:start w:val="1"/>
      <w:numFmt w:val="decimal"/>
      <w:lvlText w:val="%1."/>
      <w:lvlJc w:val="left"/>
      <w:pPr>
        <w:ind w:left="108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5">
    <w:nsid w:val="4DDC2779"/>
    <w:multiLevelType w:val="hybridMultilevel"/>
    <w:tmpl w:val="11A2ED6E"/>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6">
    <w:nsid w:val="4DDD53D7"/>
    <w:multiLevelType w:val="singleLevel"/>
    <w:tmpl w:val="4DDD53D7"/>
    <w:name w:val="Нумерованный список 1"/>
    <w:lvl w:ilvl="0">
      <w:start w:val="1"/>
      <w:numFmt w:val="bullet"/>
      <w:lvlText w:val=""/>
      <w:lvlJc w:val="left"/>
      <w:pPr>
        <w:tabs>
          <w:tab w:val="left" w:pos="360"/>
        </w:tabs>
        <w:ind w:left="360" w:hanging="360"/>
      </w:pPr>
      <w:rPr>
        <w:rFonts w:ascii="Wingdings" w:hAnsi="Wingdings"/>
        <w:sz w:val="16"/>
      </w:rPr>
    </w:lvl>
  </w:abstractNum>
  <w:abstractNum w:abstractNumId="77">
    <w:nsid w:val="4DDD53D8"/>
    <w:multiLevelType w:val="singleLevel"/>
    <w:tmpl w:val="4DDD53D8"/>
    <w:name w:val="Нумерованный список 2"/>
    <w:lvl w:ilvl="0">
      <w:start w:val="1"/>
      <w:numFmt w:val="bullet"/>
      <w:lvlText w:val=""/>
      <w:lvlJc w:val="left"/>
      <w:pPr>
        <w:tabs>
          <w:tab w:val="left" w:pos="360"/>
        </w:tabs>
        <w:ind w:left="360" w:hanging="360"/>
      </w:pPr>
      <w:rPr>
        <w:rFonts w:ascii="Wingdings" w:hAnsi="Wingdings"/>
        <w:sz w:val="16"/>
      </w:rPr>
    </w:lvl>
  </w:abstractNum>
  <w:abstractNum w:abstractNumId="78">
    <w:nsid w:val="4DDD53D9"/>
    <w:multiLevelType w:val="singleLevel"/>
    <w:tmpl w:val="4DDD53D9"/>
    <w:name w:val="Нумерованный список 3"/>
    <w:lvl w:ilvl="0">
      <w:start w:val="1"/>
      <w:numFmt w:val="bullet"/>
      <w:lvlText w:val=""/>
      <w:lvlJc w:val="left"/>
      <w:pPr>
        <w:tabs>
          <w:tab w:val="left" w:pos="360"/>
        </w:tabs>
        <w:ind w:left="360" w:hanging="360"/>
      </w:pPr>
      <w:rPr>
        <w:rFonts w:ascii="Wingdings" w:hAnsi="Wingdings"/>
        <w:sz w:val="16"/>
      </w:rPr>
    </w:lvl>
  </w:abstractNum>
  <w:abstractNum w:abstractNumId="79">
    <w:nsid w:val="4DDD53DA"/>
    <w:multiLevelType w:val="singleLevel"/>
    <w:tmpl w:val="4DDD53DA"/>
    <w:name w:val="Нумерованный список 4"/>
    <w:lvl w:ilvl="0">
      <w:start w:val="1"/>
      <w:numFmt w:val="bullet"/>
      <w:lvlText w:val=""/>
      <w:lvlJc w:val="left"/>
      <w:pPr>
        <w:tabs>
          <w:tab w:val="left" w:pos="360"/>
        </w:tabs>
        <w:ind w:left="360" w:hanging="360"/>
      </w:pPr>
      <w:rPr>
        <w:rFonts w:ascii="Wingdings" w:hAnsi="Wingdings"/>
        <w:sz w:val="16"/>
      </w:rPr>
    </w:lvl>
  </w:abstractNum>
  <w:abstractNum w:abstractNumId="80">
    <w:nsid w:val="4DDD53DB"/>
    <w:multiLevelType w:val="singleLevel"/>
    <w:tmpl w:val="4DDD53DB"/>
    <w:name w:val="Нумерованный список 5"/>
    <w:lvl w:ilvl="0">
      <w:start w:val="1"/>
      <w:numFmt w:val="bullet"/>
      <w:lvlText w:val=""/>
      <w:lvlJc w:val="left"/>
      <w:pPr>
        <w:tabs>
          <w:tab w:val="left" w:pos="360"/>
        </w:tabs>
        <w:ind w:left="360" w:hanging="360"/>
      </w:pPr>
      <w:rPr>
        <w:rFonts w:ascii="Wingdings" w:hAnsi="Wingdings"/>
        <w:sz w:val="16"/>
      </w:rPr>
    </w:lvl>
  </w:abstractNum>
  <w:abstractNum w:abstractNumId="81">
    <w:nsid w:val="4E2B125F"/>
    <w:multiLevelType w:val="hybridMultilevel"/>
    <w:tmpl w:val="F37A2E18"/>
    <w:lvl w:ilvl="0" w:tplc="3C086234">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2">
    <w:nsid w:val="4F5F2421"/>
    <w:multiLevelType w:val="hybridMultilevel"/>
    <w:tmpl w:val="08D2D57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510338B2"/>
    <w:multiLevelType w:val="hybridMultilevel"/>
    <w:tmpl w:val="787830EA"/>
    <w:lvl w:ilvl="0" w:tplc="A63E223C">
      <w:start w:val="1"/>
      <w:numFmt w:val="decimal"/>
      <w:lvlText w:val="%1."/>
      <w:lvlJc w:val="left"/>
      <w:pPr>
        <w:ind w:left="72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531523E1"/>
    <w:multiLevelType w:val="hybridMultilevel"/>
    <w:tmpl w:val="49140E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53176AD2"/>
    <w:multiLevelType w:val="multilevel"/>
    <w:tmpl w:val="90FC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581774D"/>
    <w:multiLevelType w:val="hybridMultilevel"/>
    <w:tmpl w:val="91726446"/>
    <w:lvl w:ilvl="0" w:tplc="D9C84E3A">
      <w:start w:val="1"/>
      <w:numFmt w:val="decimal"/>
      <w:suff w:val="space"/>
      <w:lvlText w:val="%1."/>
      <w:lvlJc w:val="left"/>
      <w:pPr>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87">
    <w:nsid w:val="56566B75"/>
    <w:multiLevelType w:val="hybridMultilevel"/>
    <w:tmpl w:val="724A02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58532342"/>
    <w:multiLevelType w:val="hybridMultilevel"/>
    <w:tmpl w:val="B9FC7752"/>
    <w:lvl w:ilvl="0" w:tplc="0A5CB972">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9">
    <w:nsid w:val="588C2A5A"/>
    <w:multiLevelType w:val="hybridMultilevel"/>
    <w:tmpl w:val="E77C00A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0">
    <w:nsid w:val="589B03BC"/>
    <w:multiLevelType w:val="hybridMultilevel"/>
    <w:tmpl w:val="8E8653B6"/>
    <w:lvl w:ilvl="0" w:tplc="08505C1C">
      <w:start w:val="1"/>
      <w:numFmt w:val="decimal"/>
      <w:pStyle w:val="a2"/>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1">
    <w:nsid w:val="59141DC5"/>
    <w:multiLevelType w:val="hybridMultilevel"/>
    <w:tmpl w:val="B052A814"/>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2">
    <w:nsid w:val="593506E8"/>
    <w:multiLevelType w:val="hybridMultilevel"/>
    <w:tmpl w:val="2688AD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5A646671"/>
    <w:multiLevelType w:val="hybridMultilevel"/>
    <w:tmpl w:val="0AC8F776"/>
    <w:lvl w:ilvl="0" w:tplc="93383ED0">
      <w:start w:val="1"/>
      <w:numFmt w:val="decimal"/>
      <w:suff w:val="space"/>
      <w:lvlText w:val="%1."/>
      <w:lvlJc w:val="left"/>
      <w:pPr>
        <w:ind w:left="644" w:hanging="360"/>
      </w:pPr>
      <w:rPr>
        <w:rFonts w:cs="Times New Roman" w:hint="default"/>
      </w:rPr>
    </w:lvl>
    <w:lvl w:ilvl="1" w:tplc="04190019" w:tentative="1">
      <w:start w:val="1"/>
      <w:numFmt w:val="lowerLetter"/>
      <w:lvlText w:val="%2."/>
      <w:lvlJc w:val="left"/>
      <w:pPr>
        <w:ind w:left="2206" w:hanging="360"/>
      </w:pPr>
      <w:rPr>
        <w:rFonts w:cs="Times New Roman"/>
      </w:rPr>
    </w:lvl>
    <w:lvl w:ilvl="2" w:tplc="0419001B" w:tentative="1">
      <w:start w:val="1"/>
      <w:numFmt w:val="lowerRoman"/>
      <w:lvlText w:val="%3."/>
      <w:lvlJc w:val="right"/>
      <w:pPr>
        <w:ind w:left="2926" w:hanging="180"/>
      </w:pPr>
      <w:rPr>
        <w:rFonts w:cs="Times New Roman"/>
      </w:rPr>
    </w:lvl>
    <w:lvl w:ilvl="3" w:tplc="0419000F" w:tentative="1">
      <w:start w:val="1"/>
      <w:numFmt w:val="decimal"/>
      <w:lvlText w:val="%4."/>
      <w:lvlJc w:val="left"/>
      <w:pPr>
        <w:ind w:left="3646" w:hanging="360"/>
      </w:pPr>
      <w:rPr>
        <w:rFonts w:cs="Times New Roman"/>
      </w:rPr>
    </w:lvl>
    <w:lvl w:ilvl="4" w:tplc="04190019" w:tentative="1">
      <w:start w:val="1"/>
      <w:numFmt w:val="lowerLetter"/>
      <w:lvlText w:val="%5."/>
      <w:lvlJc w:val="left"/>
      <w:pPr>
        <w:ind w:left="4366" w:hanging="360"/>
      </w:pPr>
      <w:rPr>
        <w:rFonts w:cs="Times New Roman"/>
      </w:rPr>
    </w:lvl>
    <w:lvl w:ilvl="5" w:tplc="0419001B" w:tentative="1">
      <w:start w:val="1"/>
      <w:numFmt w:val="lowerRoman"/>
      <w:lvlText w:val="%6."/>
      <w:lvlJc w:val="right"/>
      <w:pPr>
        <w:ind w:left="5086" w:hanging="180"/>
      </w:pPr>
      <w:rPr>
        <w:rFonts w:cs="Times New Roman"/>
      </w:rPr>
    </w:lvl>
    <w:lvl w:ilvl="6" w:tplc="0419000F" w:tentative="1">
      <w:start w:val="1"/>
      <w:numFmt w:val="decimal"/>
      <w:lvlText w:val="%7."/>
      <w:lvlJc w:val="left"/>
      <w:pPr>
        <w:ind w:left="5806" w:hanging="360"/>
      </w:pPr>
      <w:rPr>
        <w:rFonts w:cs="Times New Roman"/>
      </w:rPr>
    </w:lvl>
    <w:lvl w:ilvl="7" w:tplc="04190019" w:tentative="1">
      <w:start w:val="1"/>
      <w:numFmt w:val="lowerLetter"/>
      <w:lvlText w:val="%8."/>
      <w:lvlJc w:val="left"/>
      <w:pPr>
        <w:ind w:left="6526" w:hanging="360"/>
      </w:pPr>
      <w:rPr>
        <w:rFonts w:cs="Times New Roman"/>
      </w:rPr>
    </w:lvl>
    <w:lvl w:ilvl="8" w:tplc="0419001B" w:tentative="1">
      <w:start w:val="1"/>
      <w:numFmt w:val="lowerRoman"/>
      <w:lvlText w:val="%9."/>
      <w:lvlJc w:val="right"/>
      <w:pPr>
        <w:ind w:left="7246" w:hanging="180"/>
      </w:pPr>
      <w:rPr>
        <w:rFonts w:cs="Times New Roman"/>
      </w:rPr>
    </w:lvl>
  </w:abstractNum>
  <w:abstractNum w:abstractNumId="94">
    <w:nsid w:val="5DDC1A27"/>
    <w:multiLevelType w:val="hybridMultilevel"/>
    <w:tmpl w:val="487C3A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5F714830"/>
    <w:multiLevelType w:val="hybridMultilevel"/>
    <w:tmpl w:val="5980E3E6"/>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6">
    <w:nsid w:val="61484CF6"/>
    <w:multiLevelType w:val="hybridMultilevel"/>
    <w:tmpl w:val="6BE80FE0"/>
    <w:lvl w:ilvl="0" w:tplc="93383ED0">
      <w:start w:val="1"/>
      <w:numFmt w:val="decimal"/>
      <w:suff w:val="space"/>
      <w:lvlText w:val="%1."/>
      <w:lvlJc w:val="left"/>
      <w:pPr>
        <w:ind w:left="1001"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97">
    <w:nsid w:val="61F77E81"/>
    <w:multiLevelType w:val="hybridMultilevel"/>
    <w:tmpl w:val="D6FC30DA"/>
    <w:lvl w:ilvl="0" w:tplc="C6CE595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62150F81"/>
    <w:multiLevelType w:val="hybridMultilevel"/>
    <w:tmpl w:val="ED86DD6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626A5772"/>
    <w:multiLevelType w:val="hybridMultilevel"/>
    <w:tmpl w:val="CF8265B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62896E57"/>
    <w:multiLevelType w:val="hybridMultilevel"/>
    <w:tmpl w:val="AF980D8E"/>
    <w:lvl w:ilvl="0" w:tplc="AA38D7D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62F053CF"/>
    <w:multiLevelType w:val="hybridMultilevel"/>
    <w:tmpl w:val="83A6EB7E"/>
    <w:lvl w:ilvl="0" w:tplc="929CFCC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2">
    <w:nsid w:val="655129F5"/>
    <w:multiLevelType w:val="hybridMultilevel"/>
    <w:tmpl w:val="CB564C8C"/>
    <w:lvl w:ilvl="0" w:tplc="15DAB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673C3A1C"/>
    <w:multiLevelType w:val="hybridMultilevel"/>
    <w:tmpl w:val="E32EFA2E"/>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679F1135"/>
    <w:multiLevelType w:val="hybridMultilevel"/>
    <w:tmpl w:val="8CD0854C"/>
    <w:lvl w:ilvl="0" w:tplc="8F448744">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ind w:left="797" w:hanging="360"/>
      </w:pPr>
      <w:rPr>
        <w:rFonts w:ascii="Courier New" w:hAnsi="Courier New" w:hint="default"/>
      </w:rPr>
    </w:lvl>
    <w:lvl w:ilvl="2" w:tplc="04190005" w:tentative="1">
      <w:start w:val="1"/>
      <w:numFmt w:val="bullet"/>
      <w:lvlText w:val=""/>
      <w:lvlJc w:val="left"/>
      <w:pPr>
        <w:ind w:left="1517" w:hanging="360"/>
      </w:pPr>
      <w:rPr>
        <w:rFonts w:ascii="Wingdings" w:hAnsi="Wingdings" w:hint="default"/>
      </w:rPr>
    </w:lvl>
    <w:lvl w:ilvl="3" w:tplc="04190001" w:tentative="1">
      <w:start w:val="1"/>
      <w:numFmt w:val="bullet"/>
      <w:lvlText w:val=""/>
      <w:lvlJc w:val="left"/>
      <w:pPr>
        <w:ind w:left="2237" w:hanging="360"/>
      </w:pPr>
      <w:rPr>
        <w:rFonts w:ascii="Symbol" w:hAnsi="Symbol" w:hint="default"/>
      </w:rPr>
    </w:lvl>
    <w:lvl w:ilvl="4" w:tplc="04190003" w:tentative="1">
      <w:start w:val="1"/>
      <w:numFmt w:val="bullet"/>
      <w:lvlText w:val="o"/>
      <w:lvlJc w:val="left"/>
      <w:pPr>
        <w:ind w:left="2957" w:hanging="360"/>
      </w:pPr>
      <w:rPr>
        <w:rFonts w:ascii="Courier New" w:hAnsi="Courier New" w:hint="default"/>
      </w:rPr>
    </w:lvl>
    <w:lvl w:ilvl="5" w:tplc="04190005" w:tentative="1">
      <w:start w:val="1"/>
      <w:numFmt w:val="bullet"/>
      <w:lvlText w:val=""/>
      <w:lvlJc w:val="left"/>
      <w:pPr>
        <w:ind w:left="3677" w:hanging="360"/>
      </w:pPr>
      <w:rPr>
        <w:rFonts w:ascii="Wingdings" w:hAnsi="Wingdings" w:hint="default"/>
      </w:rPr>
    </w:lvl>
    <w:lvl w:ilvl="6" w:tplc="04190001" w:tentative="1">
      <w:start w:val="1"/>
      <w:numFmt w:val="bullet"/>
      <w:lvlText w:val=""/>
      <w:lvlJc w:val="left"/>
      <w:pPr>
        <w:ind w:left="4397" w:hanging="360"/>
      </w:pPr>
      <w:rPr>
        <w:rFonts w:ascii="Symbol" w:hAnsi="Symbol" w:hint="default"/>
      </w:rPr>
    </w:lvl>
    <w:lvl w:ilvl="7" w:tplc="04190003" w:tentative="1">
      <w:start w:val="1"/>
      <w:numFmt w:val="bullet"/>
      <w:lvlText w:val="o"/>
      <w:lvlJc w:val="left"/>
      <w:pPr>
        <w:ind w:left="5117" w:hanging="360"/>
      </w:pPr>
      <w:rPr>
        <w:rFonts w:ascii="Courier New" w:hAnsi="Courier New" w:hint="default"/>
      </w:rPr>
    </w:lvl>
    <w:lvl w:ilvl="8" w:tplc="04190005" w:tentative="1">
      <w:start w:val="1"/>
      <w:numFmt w:val="bullet"/>
      <w:lvlText w:val=""/>
      <w:lvlJc w:val="left"/>
      <w:pPr>
        <w:ind w:left="5837" w:hanging="360"/>
      </w:pPr>
      <w:rPr>
        <w:rFonts w:ascii="Wingdings" w:hAnsi="Wingdings" w:hint="default"/>
      </w:rPr>
    </w:lvl>
  </w:abstractNum>
  <w:abstractNum w:abstractNumId="105">
    <w:nsid w:val="67C94F4C"/>
    <w:multiLevelType w:val="hybridMultilevel"/>
    <w:tmpl w:val="D2C8FC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682E6C89"/>
    <w:multiLevelType w:val="hybridMultilevel"/>
    <w:tmpl w:val="36246016"/>
    <w:lvl w:ilvl="0" w:tplc="4AD42F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6A1B6046"/>
    <w:multiLevelType w:val="hybridMultilevel"/>
    <w:tmpl w:val="F6D61816"/>
    <w:lvl w:ilvl="0" w:tplc="A476C8CC">
      <w:start w:val="1"/>
      <w:numFmt w:val="decimal"/>
      <w:lvlText w:val="%1."/>
      <w:lvlJc w:val="left"/>
      <w:pPr>
        <w:tabs>
          <w:tab w:val="num" w:pos="1669"/>
        </w:tabs>
        <w:ind w:left="1669" w:hanging="9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8">
    <w:nsid w:val="6B6C6F11"/>
    <w:multiLevelType w:val="hybridMultilevel"/>
    <w:tmpl w:val="3D36A09C"/>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6D4A08EE"/>
    <w:multiLevelType w:val="hybridMultilevel"/>
    <w:tmpl w:val="538EC7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nsid w:val="6E0B723D"/>
    <w:multiLevelType w:val="hybridMultilevel"/>
    <w:tmpl w:val="B172CFA2"/>
    <w:lvl w:ilvl="0" w:tplc="6990112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1">
    <w:nsid w:val="6E383152"/>
    <w:multiLevelType w:val="hybridMultilevel"/>
    <w:tmpl w:val="91CA9836"/>
    <w:lvl w:ilvl="0" w:tplc="F09E8B7E">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2">
    <w:nsid w:val="6F740299"/>
    <w:multiLevelType w:val="multilevel"/>
    <w:tmpl w:val="9B4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6FE45BC8"/>
    <w:multiLevelType w:val="hybridMultilevel"/>
    <w:tmpl w:val="AD64770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724050D9"/>
    <w:multiLevelType w:val="hybridMultilevel"/>
    <w:tmpl w:val="B608E3BC"/>
    <w:name w:val="WW8Num32"/>
    <w:lvl w:ilvl="0" w:tplc="F46C6F8C">
      <w:start w:val="1"/>
      <w:numFmt w:val="bullet"/>
      <w:lvlText w:val=""/>
      <w:lvlJc w:val="left"/>
      <w:pPr>
        <w:tabs>
          <w:tab w:val="num" w:pos="851"/>
        </w:tabs>
        <w:ind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nsid w:val="727553B7"/>
    <w:multiLevelType w:val="hybridMultilevel"/>
    <w:tmpl w:val="C972D2C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7288147E"/>
    <w:multiLevelType w:val="hybridMultilevel"/>
    <w:tmpl w:val="B70E24E2"/>
    <w:lvl w:ilvl="0" w:tplc="DCC899A6">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17">
    <w:nsid w:val="72A14840"/>
    <w:multiLevelType w:val="hybridMultilevel"/>
    <w:tmpl w:val="28B2BB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8">
    <w:nsid w:val="72DC38E3"/>
    <w:multiLevelType w:val="multilevel"/>
    <w:tmpl w:val="03E26324"/>
    <w:lvl w:ilvl="0">
      <w:start w:val="1"/>
      <w:numFmt w:val="decimal"/>
      <w:suff w:val="space"/>
      <w:lvlText w:val="%1."/>
      <w:lvlJc w:val="left"/>
      <w:pPr>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9">
    <w:nsid w:val="72F85D24"/>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0">
    <w:nsid w:val="73426F46"/>
    <w:multiLevelType w:val="hybridMultilevel"/>
    <w:tmpl w:val="4C26C2A2"/>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1">
    <w:nsid w:val="739858D5"/>
    <w:multiLevelType w:val="hybridMultilevel"/>
    <w:tmpl w:val="C67295EA"/>
    <w:lvl w:ilvl="0" w:tplc="DDFC9BD6">
      <w:start w:val="1"/>
      <w:numFmt w:val="bullet"/>
      <w:suff w:val="space"/>
      <w:lvlText w:val=""/>
      <w:lvlJc w:val="left"/>
      <w:pPr>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2">
    <w:nsid w:val="74813C10"/>
    <w:multiLevelType w:val="hybridMultilevel"/>
    <w:tmpl w:val="CFF0A2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nsid w:val="74FA73F8"/>
    <w:multiLevelType w:val="multilevel"/>
    <w:tmpl w:val="019290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4">
    <w:nsid w:val="751F77B0"/>
    <w:multiLevelType w:val="hybridMultilevel"/>
    <w:tmpl w:val="E6B0A082"/>
    <w:lvl w:ilvl="0" w:tplc="E42038EA">
      <w:start w:val="1"/>
      <w:numFmt w:val="decimal"/>
      <w:lvlText w:val="%1."/>
      <w:lvlJc w:val="left"/>
      <w:pPr>
        <w:tabs>
          <w:tab w:val="num" w:pos="720"/>
        </w:tabs>
        <w:ind w:left="72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5">
    <w:nsid w:val="75B86D7C"/>
    <w:multiLevelType w:val="hybridMultilevel"/>
    <w:tmpl w:val="FCCA9AD6"/>
    <w:lvl w:ilvl="0" w:tplc="04190003">
      <w:start w:val="1"/>
      <w:numFmt w:val="bullet"/>
      <w:lvlText w:val="o"/>
      <w:lvlJc w:val="left"/>
      <w:pPr>
        <w:ind w:left="1600" w:hanging="360"/>
      </w:pPr>
      <w:rPr>
        <w:rFonts w:ascii="Courier New" w:hAnsi="Courier New" w:hint="default"/>
      </w:rPr>
    </w:lvl>
    <w:lvl w:ilvl="1" w:tplc="9956EEEE">
      <w:start w:val="1"/>
      <w:numFmt w:val="bullet"/>
      <w:pStyle w:val="2"/>
      <w:lvlText w:val="o"/>
      <w:lvlJc w:val="left"/>
      <w:pPr>
        <w:ind w:left="2320" w:hanging="360"/>
      </w:pPr>
      <w:rPr>
        <w:rFonts w:ascii="Times New Roman" w:hAnsi="Times New Roman" w:hint="default"/>
        <w:sz w:val="20"/>
      </w:rPr>
    </w:lvl>
    <w:lvl w:ilvl="2" w:tplc="04190005" w:tentative="1">
      <w:start w:val="1"/>
      <w:numFmt w:val="bullet"/>
      <w:lvlText w:val=""/>
      <w:lvlJc w:val="left"/>
      <w:pPr>
        <w:ind w:left="3040" w:hanging="360"/>
      </w:pPr>
      <w:rPr>
        <w:rFonts w:ascii="Wingdings" w:hAnsi="Wingdings" w:hint="default"/>
      </w:rPr>
    </w:lvl>
    <w:lvl w:ilvl="3" w:tplc="04190001" w:tentative="1">
      <w:start w:val="1"/>
      <w:numFmt w:val="bullet"/>
      <w:lvlText w:val=""/>
      <w:lvlJc w:val="left"/>
      <w:pPr>
        <w:ind w:left="3760" w:hanging="360"/>
      </w:pPr>
      <w:rPr>
        <w:rFonts w:ascii="Symbol" w:hAnsi="Symbol" w:hint="default"/>
      </w:rPr>
    </w:lvl>
    <w:lvl w:ilvl="4" w:tplc="04190003" w:tentative="1">
      <w:start w:val="1"/>
      <w:numFmt w:val="bullet"/>
      <w:lvlText w:val="o"/>
      <w:lvlJc w:val="left"/>
      <w:pPr>
        <w:ind w:left="4480" w:hanging="360"/>
      </w:pPr>
      <w:rPr>
        <w:rFonts w:ascii="Courier New" w:hAnsi="Courier New" w:hint="default"/>
      </w:rPr>
    </w:lvl>
    <w:lvl w:ilvl="5" w:tplc="04190005" w:tentative="1">
      <w:start w:val="1"/>
      <w:numFmt w:val="bullet"/>
      <w:lvlText w:val=""/>
      <w:lvlJc w:val="left"/>
      <w:pPr>
        <w:ind w:left="5200" w:hanging="360"/>
      </w:pPr>
      <w:rPr>
        <w:rFonts w:ascii="Wingdings" w:hAnsi="Wingdings" w:hint="default"/>
      </w:rPr>
    </w:lvl>
    <w:lvl w:ilvl="6" w:tplc="04190001" w:tentative="1">
      <w:start w:val="1"/>
      <w:numFmt w:val="bullet"/>
      <w:lvlText w:val=""/>
      <w:lvlJc w:val="left"/>
      <w:pPr>
        <w:ind w:left="5920" w:hanging="360"/>
      </w:pPr>
      <w:rPr>
        <w:rFonts w:ascii="Symbol" w:hAnsi="Symbol" w:hint="default"/>
      </w:rPr>
    </w:lvl>
    <w:lvl w:ilvl="7" w:tplc="04190003" w:tentative="1">
      <w:start w:val="1"/>
      <w:numFmt w:val="bullet"/>
      <w:lvlText w:val="o"/>
      <w:lvlJc w:val="left"/>
      <w:pPr>
        <w:ind w:left="6640" w:hanging="360"/>
      </w:pPr>
      <w:rPr>
        <w:rFonts w:ascii="Courier New" w:hAnsi="Courier New" w:hint="default"/>
      </w:rPr>
    </w:lvl>
    <w:lvl w:ilvl="8" w:tplc="04190005" w:tentative="1">
      <w:start w:val="1"/>
      <w:numFmt w:val="bullet"/>
      <w:lvlText w:val=""/>
      <w:lvlJc w:val="left"/>
      <w:pPr>
        <w:ind w:left="7360" w:hanging="360"/>
      </w:pPr>
      <w:rPr>
        <w:rFonts w:ascii="Wingdings" w:hAnsi="Wingdings" w:hint="default"/>
      </w:rPr>
    </w:lvl>
  </w:abstractNum>
  <w:abstractNum w:abstractNumId="126">
    <w:nsid w:val="76DF1FA4"/>
    <w:multiLevelType w:val="hybridMultilevel"/>
    <w:tmpl w:val="1A6A9D28"/>
    <w:lvl w:ilvl="0" w:tplc="F8CC2F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7">
    <w:nsid w:val="77960320"/>
    <w:multiLevelType w:val="hybridMultilevel"/>
    <w:tmpl w:val="28F46F44"/>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8">
    <w:nsid w:val="788A1978"/>
    <w:multiLevelType w:val="hybridMultilevel"/>
    <w:tmpl w:val="9F68E064"/>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nsid w:val="79822FED"/>
    <w:multiLevelType w:val="hybridMultilevel"/>
    <w:tmpl w:val="FD6A6F92"/>
    <w:lvl w:ilvl="0" w:tplc="0A06F7FC">
      <w:start w:val="1"/>
      <w:numFmt w:val="bullet"/>
      <w:suff w:val="space"/>
      <w:lvlText w:val=""/>
      <w:lvlJc w:val="left"/>
      <w:pPr>
        <w:ind w:left="1779" w:hanging="360"/>
      </w:pPr>
      <w:rPr>
        <w:rFonts w:ascii="Symbol" w:hAnsi="Symbol"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0">
    <w:nsid w:val="79EE6B4B"/>
    <w:multiLevelType w:val="hybridMultilevel"/>
    <w:tmpl w:val="D47C22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1">
    <w:nsid w:val="7A281F1A"/>
    <w:multiLevelType w:val="hybridMultilevel"/>
    <w:tmpl w:val="B3DEDDE8"/>
    <w:lvl w:ilvl="0" w:tplc="270C39EC">
      <w:start w:val="1"/>
      <w:numFmt w:val="decimal"/>
      <w:lvlText w:val="%1."/>
      <w:lvlJc w:val="left"/>
      <w:pPr>
        <w:ind w:left="1004" w:hanging="360"/>
      </w:pPr>
      <w:rPr>
        <w:rFonts w:eastAsia="Times New Roman" w:cs="Times New Roman" w:hint="default"/>
        <w:color w:val="000000"/>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2">
    <w:nsid w:val="7A670B8B"/>
    <w:multiLevelType w:val="hybridMultilevel"/>
    <w:tmpl w:val="167E65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nsid w:val="7BDF63B0"/>
    <w:multiLevelType w:val="hybridMultilevel"/>
    <w:tmpl w:val="44B0A6A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7CE53AD2"/>
    <w:multiLevelType w:val="hybridMultilevel"/>
    <w:tmpl w:val="A1DCE7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nsid w:val="7D6725B6"/>
    <w:multiLevelType w:val="hybridMultilevel"/>
    <w:tmpl w:val="C67CFE72"/>
    <w:lvl w:ilvl="0" w:tplc="11DEC634">
      <w:start w:val="1"/>
      <w:numFmt w:val="bullet"/>
      <w:pStyle w:val="a3"/>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36">
    <w:nsid w:val="7DD34BEA"/>
    <w:multiLevelType w:val="singleLevel"/>
    <w:tmpl w:val="CB1A2510"/>
    <w:lvl w:ilvl="0">
      <w:start w:val="1"/>
      <w:numFmt w:val="decimal"/>
      <w:pStyle w:val="a4"/>
      <w:suff w:val="space"/>
      <w:lvlText w:val="%1."/>
      <w:lvlJc w:val="left"/>
      <w:pPr>
        <w:ind w:firstLine="720"/>
      </w:pPr>
      <w:rPr>
        <w:rFonts w:cs="Times New Roman" w:hint="default"/>
      </w:rPr>
    </w:lvl>
  </w:abstractNum>
  <w:abstractNum w:abstractNumId="137">
    <w:nsid w:val="7DEE78EE"/>
    <w:multiLevelType w:val="hybridMultilevel"/>
    <w:tmpl w:val="4DBEC4F4"/>
    <w:lvl w:ilvl="0" w:tplc="3656CD76">
      <w:start w:val="1"/>
      <w:numFmt w:val="bullet"/>
      <w:lvlText w:val=""/>
      <w:lvlJc w:val="left"/>
      <w:pPr>
        <w:tabs>
          <w:tab w:val="num" w:pos="1440"/>
        </w:tabs>
        <w:ind w:left="1440" w:hanging="360"/>
      </w:pPr>
      <w:rPr>
        <w:rFonts w:ascii="Symbol" w:hAnsi="Symbol" w:hint="default"/>
      </w:rPr>
    </w:lvl>
    <w:lvl w:ilvl="1" w:tplc="3656CD7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8">
    <w:nsid w:val="7E431377"/>
    <w:multiLevelType w:val="hybridMultilevel"/>
    <w:tmpl w:val="0EC638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9">
    <w:nsid w:val="7EF72C1E"/>
    <w:multiLevelType w:val="hybridMultilevel"/>
    <w:tmpl w:val="884E9416"/>
    <w:lvl w:ilvl="0" w:tplc="2ED86B7C">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59"/>
  </w:num>
  <w:num w:numId="6">
    <w:abstractNumId w:val="125"/>
  </w:num>
  <w:num w:numId="7">
    <w:abstractNumId w:val="89"/>
  </w:num>
  <w:num w:numId="8">
    <w:abstractNumId w:val="136"/>
  </w:num>
  <w:num w:numId="9">
    <w:abstractNumId w:val="135"/>
  </w:num>
  <w:num w:numId="10">
    <w:abstractNumId w:val="45"/>
  </w:num>
  <w:num w:numId="11">
    <w:abstractNumId w:val="71"/>
  </w:num>
  <w:num w:numId="12">
    <w:abstractNumId w:val="29"/>
  </w:num>
  <w:num w:numId="13">
    <w:abstractNumId w:val="26"/>
  </w:num>
  <w:num w:numId="14">
    <w:abstractNumId w:val="34"/>
  </w:num>
  <w:num w:numId="15">
    <w:abstractNumId w:val="138"/>
  </w:num>
  <w:num w:numId="16">
    <w:abstractNumId w:val="0"/>
  </w:num>
  <w:num w:numId="17">
    <w:abstractNumId w:val="120"/>
  </w:num>
  <w:num w:numId="18">
    <w:abstractNumId w:val="107"/>
  </w:num>
  <w:num w:numId="19">
    <w:abstractNumId w:val="20"/>
  </w:num>
  <w:num w:numId="20">
    <w:abstractNumId w:val="132"/>
  </w:num>
  <w:num w:numId="21">
    <w:abstractNumId w:val="32"/>
  </w:num>
  <w:num w:numId="22">
    <w:abstractNumId w:val="43"/>
  </w:num>
  <w:num w:numId="23">
    <w:abstractNumId w:val="109"/>
  </w:num>
  <w:num w:numId="24">
    <w:abstractNumId w:val="70"/>
  </w:num>
  <w:num w:numId="25">
    <w:abstractNumId w:val="101"/>
  </w:num>
  <w:num w:numId="26">
    <w:abstractNumId w:val="117"/>
  </w:num>
  <w:num w:numId="27">
    <w:abstractNumId w:val="35"/>
  </w:num>
  <w:num w:numId="28">
    <w:abstractNumId w:val="40"/>
  </w:num>
  <w:num w:numId="29">
    <w:abstractNumId w:val="111"/>
  </w:num>
  <w:num w:numId="30">
    <w:abstractNumId w:val="11"/>
  </w:num>
  <w:num w:numId="31">
    <w:abstractNumId w:val="37"/>
  </w:num>
  <w:num w:numId="32">
    <w:abstractNumId w:val="137"/>
  </w:num>
  <w:num w:numId="33">
    <w:abstractNumId w:val="38"/>
  </w:num>
  <w:num w:numId="34">
    <w:abstractNumId w:val="94"/>
  </w:num>
  <w:num w:numId="35">
    <w:abstractNumId w:val="103"/>
  </w:num>
  <w:num w:numId="36">
    <w:abstractNumId w:val="67"/>
  </w:num>
  <w:num w:numId="37">
    <w:abstractNumId w:val="83"/>
  </w:num>
  <w:num w:numId="38">
    <w:abstractNumId w:val="119"/>
  </w:num>
  <w:num w:numId="39">
    <w:abstractNumId w:val="102"/>
  </w:num>
  <w:num w:numId="40">
    <w:abstractNumId w:val="91"/>
  </w:num>
  <w:num w:numId="41">
    <w:abstractNumId w:val="90"/>
  </w:num>
  <w:num w:numId="42">
    <w:abstractNumId w:val="113"/>
  </w:num>
  <w:num w:numId="43">
    <w:abstractNumId w:val="99"/>
  </w:num>
  <w:num w:numId="44">
    <w:abstractNumId w:val="127"/>
  </w:num>
  <w:num w:numId="45">
    <w:abstractNumId w:val="3"/>
  </w:num>
  <w:num w:numId="46">
    <w:abstractNumId w:val="74"/>
  </w:num>
  <w:num w:numId="47">
    <w:abstractNumId w:val="66"/>
  </w:num>
  <w:num w:numId="48">
    <w:abstractNumId w:val="9"/>
  </w:num>
  <w:num w:numId="49">
    <w:abstractNumId w:val="47"/>
  </w:num>
  <w:num w:numId="50">
    <w:abstractNumId w:val="68"/>
  </w:num>
  <w:num w:numId="51">
    <w:abstractNumId w:val="33"/>
  </w:num>
  <w:num w:numId="52">
    <w:abstractNumId w:val="98"/>
  </w:num>
  <w:num w:numId="53">
    <w:abstractNumId w:val="133"/>
  </w:num>
  <w:num w:numId="54">
    <w:abstractNumId w:val="60"/>
  </w:num>
  <w:num w:numId="55">
    <w:abstractNumId w:val="31"/>
  </w:num>
  <w:num w:numId="56">
    <w:abstractNumId w:val="105"/>
  </w:num>
  <w:num w:numId="57">
    <w:abstractNumId w:val="19"/>
  </w:num>
  <w:num w:numId="58">
    <w:abstractNumId w:val="64"/>
  </w:num>
  <w:num w:numId="59">
    <w:abstractNumId w:val="75"/>
  </w:num>
  <w:num w:numId="60">
    <w:abstractNumId w:val="8"/>
  </w:num>
  <w:num w:numId="61">
    <w:abstractNumId w:val="108"/>
  </w:num>
  <w:num w:numId="62">
    <w:abstractNumId w:val="115"/>
  </w:num>
  <w:num w:numId="63">
    <w:abstractNumId w:val="65"/>
  </w:num>
  <w:num w:numId="64">
    <w:abstractNumId w:val="13"/>
  </w:num>
  <w:num w:numId="65">
    <w:abstractNumId w:val="27"/>
  </w:num>
  <w:num w:numId="66">
    <w:abstractNumId w:val="51"/>
  </w:num>
  <w:num w:numId="67">
    <w:abstractNumId w:val="124"/>
  </w:num>
  <w:num w:numId="68">
    <w:abstractNumId w:val="57"/>
  </w:num>
  <w:num w:numId="69">
    <w:abstractNumId w:val="48"/>
  </w:num>
  <w:num w:numId="70">
    <w:abstractNumId w:val="25"/>
  </w:num>
  <w:num w:numId="71">
    <w:abstractNumId w:val="5"/>
  </w:num>
  <w:num w:numId="72">
    <w:abstractNumId w:val="52"/>
  </w:num>
  <w:num w:numId="73">
    <w:abstractNumId w:val="88"/>
  </w:num>
  <w:num w:numId="74">
    <w:abstractNumId w:val="118"/>
  </w:num>
  <w:num w:numId="75">
    <w:abstractNumId w:val="54"/>
  </w:num>
  <w:num w:numId="76">
    <w:abstractNumId w:val="53"/>
  </w:num>
  <w:num w:numId="77">
    <w:abstractNumId w:val="81"/>
  </w:num>
  <w:num w:numId="78">
    <w:abstractNumId w:val="46"/>
  </w:num>
  <w:num w:numId="79">
    <w:abstractNumId w:val="87"/>
  </w:num>
  <w:num w:numId="80">
    <w:abstractNumId w:val="56"/>
  </w:num>
  <w:num w:numId="81">
    <w:abstractNumId w:val="24"/>
  </w:num>
  <w:num w:numId="82">
    <w:abstractNumId w:val="49"/>
  </w:num>
  <w:num w:numId="83">
    <w:abstractNumId w:val="7"/>
  </w:num>
  <w:num w:numId="84">
    <w:abstractNumId w:val="23"/>
  </w:num>
  <w:num w:numId="85">
    <w:abstractNumId w:val="100"/>
  </w:num>
  <w:num w:numId="86">
    <w:abstractNumId w:val="82"/>
  </w:num>
  <w:num w:numId="87">
    <w:abstractNumId w:val="131"/>
  </w:num>
  <w:num w:numId="88">
    <w:abstractNumId w:val="28"/>
  </w:num>
  <w:num w:numId="89">
    <w:abstractNumId w:val="73"/>
  </w:num>
  <w:num w:numId="90">
    <w:abstractNumId w:val="69"/>
  </w:num>
  <w:num w:numId="91">
    <w:abstractNumId w:val="93"/>
  </w:num>
  <w:num w:numId="92">
    <w:abstractNumId w:val="86"/>
  </w:num>
  <w:num w:numId="93">
    <w:abstractNumId w:val="16"/>
  </w:num>
  <w:num w:numId="94">
    <w:abstractNumId w:val="106"/>
  </w:num>
  <w:num w:numId="95">
    <w:abstractNumId w:val="97"/>
  </w:num>
  <w:num w:numId="96">
    <w:abstractNumId w:val="30"/>
  </w:num>
  <w:num w:numId="97">
    <w:abstractNumId w:val="61"/>
  </w:num>
  <w:num w:numId="98">
    <w:abstractNumId w:val="63"/>
  </w:num>
  <w:num w:numId="99">
    <w:abstractNumId w:val="72"/>
  </w:num>
  <w:num w:numId="100">
    <w:abstractNumId w:val="110"/>
  </w:num>
  <w:num w:numId="101">
    <w:abstractNumId w:val="36"/>
  </w:num>
  <w:num w:numId="102">
    <w:abstractNumId w:val="104"/>
  </w:num>
  <w:num w:numId="103">
    <w:abstractNumId w:val="139"/>
  </w:num>
  <w:num w:numId="104">
    <w:abstractNumId w:val="4"/>
  </w:num>
  <w:num w:numId="105">
    <w:abstractNumId w:val="21"/>
  </w:num>
  <w:num w:numId="106">
    <w:abstractNumId w:val="6"/>
  </w:num>
  <w:num w:numId="107">
    <w:abstractNumId w:val="129"/>
  </w:num>
  <w:num w:numId="108">
    <w:abstractNumId w:val="96"/>
  </w:num>
  <w:num w:numId="109">
    <w:abstractNumId w:val="39"/>
  </w:num>
  <w:num w:numId="110">
    <w:abstractNumId w:val="116"/>
  </w:num>
  <w:num w:numId="111">
    <w:abstractNumId w:val="84"/>
  </w:num>
  <w:num w:numId="112">
    <w:abstractNumId w:val="95"/>
  </w:num>
  <w:num w:numId="113">
    <w:abstractNumId w:val="62"/>
  </w:num>
  <w:num w:numId="114">
    <w:abstractNumId w:val="126"/>
  </w:num>
  <w:num w:numId="115">
    <w:abstractNumId w:val="10"/>
  </w:num>
  <w:num w:numId="116">
    <w:abstractNumId w:val="50"/>
  </w:num>
  <w:num w:numId="117">
    <w:abstractNumId w:val="112"/>
  </w:num>
  <w:num w:numId="118">
    <w:abstractNumId w:val="85"/>
  </w:num>
  <w:num w:numId="119">
    <w:abstractNumId w:val="18"/>
  </w:num>
  <w:num w:numId="120">
    <w:abstractNumId w:val="15"/>
  </w:num>
  <w:num w:numId="121">
    <w:abstractNumId w:val="55"/>
  </w:num>
  <w:num w:numId="12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7"/>
  </w:num>
  <w:num w:numId="128">
    <w:abstractNumId w:val="122"/>
  </w:num>
  <w:num w:numId="129">
    <w:abstractNumId w:val="123"/>
  </w:num>
  <w:num w:numId="130">
    <w:abstractNumId w:val="130"/>
  </w:num>
  <w:num w:numId="131">
    <w:abstractNumId w:val="128"/>
  </w:num>
  <w:num w:numId="132">
    <w:abstractNumId w:val="42"/>
  </w:num>
  <w:num w:numId="133">
    <w:abstractNumId w:val="92"/>
  </w:num>
  <w:num w:numId="134">
    <w:abstractNumId w:val="58"/>
  </w:num>
  <w:num w:numId="135">
    <w:abstractNumId w:val="134"/>
  </w:num>
  <w:numIdMacAtCleanup w:val="1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mirrorMargins/>
  <w:stylePaneFormatFilter w:val="3001"/>
  <w:defaultTabStop w:val="709"/>
  <w:autoHyphenation/>
  <w:consecutiveHyphenLimit w:val="3"/>
  <w:hyphenationZone w:val="357"/>
  <w:evenAndOddHeaders/>
  <w:noPunctuationKerning/>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5FC6"/>
    <w:rsid w:val="00001C7D"/>
    <w:rsid w:val="000030DD"/>
    <w:rsid w:val="00003FA4"/>
    <w:rsid w:val="0000486E"/>
    <w:rsid w:val="00004908"/>
    <w:rsid w:val="00005015"/>
    <w:rsid w:val="00005542"/>
    <w:rsid w:val="000057F4"/>
    <w:rsid w:val="00005B61"/>
    <w:rsid w:val="00006747"/>
    <w:rsid w:val="00007D3E"/>
    <w:rsid w:val="00011417"/>
    <w:rsid w:val="00011445"/>
    <w:rsid w:val="00011C29"/>
    <w:rsid w:val="000120C0"/>
    <w:rsid w:val="00012520"/>
    <w:rsid w:val="000126E8"/>
    <w:rsid w:val="000127AF"/>
    <w:rsid w:val="000129A8"/>
    <w:rsid w:val="0001358C"/>
    <w:rsid w:val="00014977"/>
    <w:rsid w:val="0001569B"/>
    <w:rsid w:val="00017F13"/>
    <w:rsid w:val="000216DB"/>
    <w:rsid w:val="00021995"/>
    <w:rsid w:val="00022375"/>
    <w:rsid w:val="0002270F"/>
    <w:rsid w:val="00022E6A"/>
    <w:rsid w:val="00023723"/>
    <w:rsid w:val="00024CAA"/>
    <w:rsid w:val="00025555"/>
    <w:rsid w:val="000256BC"/>
    <w:rsid w:val="000271ED"/>
    <w:rsid w:val="00027639"/>
    <w:rsid w:val="00030FFA"/>
    <w:rsid w:val="000317EC"/>
    <w:rsid w:val="00032365"/>
    <w:rsid w:val="00033AB7"/>
    <w:rsid w:val="00034634"/>
    <w:rsid w:val="00034A67"/>
    <w:rsid w:val="00034E38"/>
    <w:rsid w:val="00034FD6"/>
    <w:rsid w:val="0003645A"/>
    <w:rsid w:val="0003647D"/>
    <w:rsid w:val="00036848"/>
    <w:rsid w:val="000368CF"/>
    <w:rsid w:val="00036E0D"/>
    <w:rsid w:val="00036F11"/>
    <w:rsid w:val="000379E5"/>
    <w:rsid w:val="00037CDF"/>
    <w:rsid w:val="00040202"/>
    <w:rsid w:val="00040BE1"/>
    <w:rsid w:val="000413B7"/>
    <w:rsid w:val="00042E43"/>
    <w:rsid w:val="0004310B"/>
    <w:rsid w:val="000452CD"/>
    <w:rsid w:val="00047291"/>
    <w:rsid w:val="0005026C"/>
    <w:rsid w:val="000517CC"/>
    <w:rsid w:val="00051C33"/>
    <w:rsid w:val="00051FCC"/>
    <w:rsid w:val="00052374"/>
    <w:rsid w:val="00052734"/>
    <w:rsid w:val="00052C41"/>
    <w:rsid w:val="00052DA4"/>
    <w:rsid w:val="00052EAE"/>
    <w:rsid w:val="000537EF"/>
    <w:rsid w:val="000542CB"/>
    <w:rsid w:val="000549FA"/>
    <w:rsid w:val="00054DAE"/>
    <w:rsid w:val="00055446"/>
    <w:rsid w:val="000555CC"/>
    <w:rsid w:val="0005606E"/>
    <w:rsid w:val="0005644C"/>
    <w:rsid w:val="00056AFB"/>
    <w:rsid w:val="0005722F"/>
    <w:rsid w:val="00057DBC"/>
    <w:rsid w:val="0006075E"/>
    <w:rsid w:val="00060DE0"/>
    <w:rsid w:val="00063435"/>
    <w:rsid w:val="000646B1"/>
    <w:rsid w:val="00064C70"/>
    <w:rsid w:val="00064C91"/>
    <w:rsid w:val="00064DBC"/>
    <w:rsid w:val="0006633C"/>
    <w:rsid w:val="0006643B"/>
    <w:rsid w:val="0006679F"/>
    <w:rsid w:val="00066D11"/>
    <w:rsid w:val="00066E97"/>
    <w:rsid w:val="00066EDF"/>
    <w:rsid w:val="000670B3"/>
    <w:rsid w:val="000677DA"/>
    <w:rsid w:val="000703BC"/>
    <w:rsid w:val="0007256A"/>
    <w:rsid w:val="000726BA"/>
    <w:rsid w:val="00073D87"/>
    <w:rsid w:val="00077056"/>
    <w:rsid w:val="0007714C"/>
    <w:rsid w:val="00077196"/>
    <w:rsid w:val="00077935"/>
    <w:rsid w:val="000779EE"/>
    <w:rsid w:val="00077DC8"/>
    <w:rsid w:val="00077FB0"/>
    <w:rsid w:val="00080255"/>
    <w:rsid w:val="00080DF0"/>
    <w:rsid w:val="00082971"/>
    <w:rsid w:val="00083E75"/>
    <w:rsid w:val="000845B3"/>
    <w:rsid w:val="00084774"/>
    <w:rsid w:val="00085CE5"/>
    <w:rsid w:val="00085D0F"/>
    <w:rsid w:val="00085E22"/>
    <w:rsid w:val="00087E0B"/>
    <w:rsid w:val="00090331"/>
    <w:rsid w:val="00090744"/>
    <w:rsid w:val="000918A4"/>
    <w:rsid w:val="000918FC"/>
    <w:rsid w:val="00091A29"/>
    <w:rsid w:val="00095F06"/>
    <w:rsid w:val="00096E1E"/>
    <w:rsid w:val="000A102F"/>
    <w:rsid w:val="000A3D97"/>
    <w:rsid w:val="000A4EE8"/>
    <w:rsid w:val="000A503A"/>
    <w:rsid w:val="000A586A"/>
    <w:rsid w:val="000B01AD"/>
    <w:rsid w:val="000B025E"/>
    <w:rsid w:val="000B069E"/>
    <w:rsid w:val="000B0F2D"/>
    <w:rsid w:val="000B1472"/>
    <w:rsid w:val="000B282A"/>
    <w:rsid w:val="000B2C49"/>
    <w:rsid w:val="000B30DB"/>
    <w:rsid w:val="000B326D"/>
    <w:rsid w:val="000B3C4D"/>
    <w:rsid w:val="000B3E7E"/>
    <w:rsid w:val="000B3FEF"/>
    <w:rsid w:val="000B5893"/>
    <w:rsid w:val="000B62DB"/>
    <w:rsid w:val="000B64AA"/>
    <w:rsid w:val="000C1EBE"/>
    <w:rsid w:val="000C2511"/>
    <w:rsid w:val="000C292C"/>
    <w:rsid w:val="000C37F6"/>
    <w:rsid w:val="000C3AE5"/>
    <w:rsid w:val="000C4911"/>
    <w:rsid w:val="000C5088"/>
    <w:rsid w:val="000C5788"/>
    <w:rsid w:val="000C66B5"/>
    <w:rsid w:val="000C6DF8"/>
    <w:rsid w:val="000C6EE4"/>
    <w:rsid w:val="000C78B5"/>
    <w:rsid w:val="000D04AE"/>
    <w:rsid w:val="000D091D"/>
    <w:rsid w:val="000D2755"/>
    <w:rsid w:val="000D2BEC"/>
    <w:rsid w:val="000D424E"/>
    <w:rsid w:val="000D4AFE"/>
    <w:rsid w:val="000D5228"/>
    <w:rsid w:val="000D5C8E"/>
    <w:rsid w:val="000D6348"/>
    <w:rsid w:val="000D6657"/>
    <w:rsid w:val="000D767E"/>
    <w:rsid w:val="000E0F62"/>
    <w:rsid w:val="000E115B"/>
    <w:rsid w:val="000E1722"/>
    <w:rsid w:val="000E1A8F"/>
    <w:rsid w:val="000E225C"/>
    <w:rsid w:val="000E3287"/>
    <w:rsid w:val="000E379A"/>
    <w:rsid w:val="000E3868"/>
    <w:rsid w:val="000E76E2"/>
    <w:rsid w:val="000F100F"/>
    <w:rsid w:val="000F16EE"/>
    <w:rsid w:val="000F2D46"/>
    <w:rsid w:val="000F3567"/>
    <w:rsid w:val="000F365E"/>
    <w:rsid w:val="000F42FA"/>
    <w:rsid w:val="000F4F54"/>
    <w:rsid w:val="000F53E9"/>
    <w:rsid w:val="000F5F50"/>
    <w:rsid w:val="000F682D"/>
    <w:rsid w:val="000F6996"/>
    <w:rsid w:val="000F747A"/>
    <w:rsid w:val="000F783F"/>
    <w:rsid w:val="0010020C"/>
    <w:rsid w:val="001002B6"/>
    <w:rsid w:val="00100C52"/>
    <w:rsid w:val="00100D68"/>
    <w:rsid w:val="00103553"/>
    <w:rsid w:val="00103980"/>
    <w:rsid w:val="0010482E"/>
    <w:rsid w:val="00104CE6"/>
    <w:rsid w:val="00105031"/>
    <w:rsid w:val="00105F81"/>
    <w:rsid w:val="00106293"/>
    <w:rsid w:val="00106793"/>
    <w:rsid w:val="00106956"/>
    <w:rsid w:val="00106FE3"/>
    <w:rsid w:val="001071F3"/>
    <w:rsid w:val="0010756A"/>
    <w:rsid w:val="00107F66"/>
    <w:rsid w:val="001111CB"/>
    <w:rsid w:val="0011225A"/>
    <w:rsid w:val="0011296B"/>
    <w:rsid w:val="00112B35"/>
    <w:rsid w:val="00113502"/>
    <w:rsid w:val="001140FB"/>
    <w:rsid w:val="00114BA3"/>
    <w:rsid w:val="00114D11"/>
    <w:rsid w:val="00114FD8"/>
    <w:rsid w:val="001156C4"/>
    <w:rsid w:val="001162F2"/>
    <w:rsid w:val="001170E0"/>
    <w:rsid w:val="001174D1"/>
    <w:rsid w:val="00117A55"/>
    <w:rsid w:val="001206AC"/>
    <w:rsid w:val="00120E47"/>
    <w:rsid w:val="001225EB"/>
    <w:rsid w:val="001243FA"/>
    <w:rsid w:val="001254AC"/>
    <w:rsid w:val="001256FD"/>
    <w:rsid w:val="00125AB9"/>
    <w:rsid w:val="00126E7A"/>
    <w:rsid w:val="00127C55"/>
    <w:rsid w:val="00127CC1"/>
    <w:rsid w:val="00127CD3"/>
    <w:rsid w:val="00127E84"/>
    <w:rsid w:val="00130469"/>
    <w:rsid w:val="0013151F"/>
    <w:rsid w:val="00131655"/>
    <w:rsid w:val="00132059"/>
    <w:rsid w:val="001325E6"/>
    <w:rsid w:val="00133127"/>
    <w:rsid w:val="00134427"/>
    <w:rsid w:val="00134C71"/>
    <w:rsid w:val="001353F7"/>
    <w:rsid w:val="0013701B"/>
    <w:rsid w:val="00137B87"/>
    <w:rsid w:val="00137DD0"/>
    <w:rsid w:val="0014023E"/>
    <w:rsid w:val="0014063D"/>
    <w:rsid w:val="00140732"/>
    <w:rsid w:val="00141156"/>
    <w:rsid w:val="00141315"/>
    <w:rsid w:val="001414A8"/>
    <w:rsid w:val="00141FEE"/>
    <w:rsid w:val="001428D0"/>
    <w:rsid w:val="00142E41"/>
    <w:rsid w:val="0014301F"/>
    <w:rsid w:val="00144050"/>
    <w:rsid w:val="001469FD"/>
    <w:rsid w:val="001472DA"/>
    <w:rsid w:val="001473E7"/>
    <w:rsid w:val="0015092F"/>
    <w:rsid w:val="00150D28"/>
    <w:rsid w:val="00151539"/>
    <w:rsid w:val="00151798"/>
    <w:rsid w:val="00152760"/>
    <w:rsid w:val="00153761"/>
    <w:rsid w:val="00153ECA"/>
    <w:rsid w:val="001540E8"/>
    <w:rsid w:val="00154147"/>
    <w:rsid w:val="001545E6"/>
    <w:rsid w:val="001551E8"/>
    <w:rsid w:val="001557FE"/>
    <w:rsid w:val="00155807"/>
    <w:rsid w:val="001564CE"/>
    <w:rsid w:val="00156870"/>
    <w:rsid w:val="00156AE6"/>
    <w:rsid w:val="001570CA"/>
    <w:rsid w:val="00157211"/>
    <w:rsid w:val="001604EA"/>
    <w:rsid w:val="00160631"/>
    <w:rsid w:val="001612F3"/>
    <w:rsid w:val="001628B7"/>
    <w:rsid w:val="0016350C"/>
    <w:rsid w:val="00163D76"/>
    <w:rsid w:val="0016435C"/>
    <w:rsid w:val="00166E43"/>
    <w:rsid w:val="001670F4"/>
    <w:rsid w:val="00170302"/>
    <w:rsid w:val="00170477"/>
    <w:rsid w:val="0017259C"/>
    <w:rsid w:val="00172C78"/>
    <w:rsid w:val="00172D0C"/>
    <w:rsid w:val="00174E1A"/>
    <w:rsid w:val="00175F78"/>
    <w:rsid w:val="001761AC"/>
    <w:rsid w:val="00176791"/>
    <w:rsid w:val="00176F39"/>
    <w:rsid w:val="00177CA7"/>
    <w:rsid w:val="00177DE9"/>
    <w:rsid w:val="00177FA9"/>
    <w:rsid w:val="00181349"/>
    <w:rsid w:val="001815A9"/>
    <w:rsid w:val="0018295F"/>
    <w:rsid w:val="00182DB9"/>
    <w:rsid w:val="001833A7"/>
    <w:rsid w:val="0018445C"/>
    <w:rsid w:val="00185A5C"/>
    <w:rsid w:val="001865A5"/>
    <w:rsid w:val="00186BB7"/>
    <w:rsid w:val="0018703A"/>
    <w:rsid w:val="001875BC"/>
    <w:rsid w:val="00187EE4"/>
    <w:rsid w:val="00190230"/>
    <w:rsid w:val="00190494"/>
    <w:rsid w:val="00192202"/>
    <w:rsid w:val="00192281"/>
    <w:rsid w:val="001928B9"/>
    <w:rsid w:val="00192B45"/>
    <w:rsid w:val="0019326A"/>
    <w:rsid w:val="0019379E"/>
    <w:rsid w:val="00193C4C"/>
    <w:rsid w:val="001941F7"/>
    <w:rsid w:val="001949F3"/>
    <w:rsid w:val="00194B54"/>
    <w:rsid w:val="0019515B"/>
    <w:rsid w:val="00195560"/>
    <w:rsid w:val="00195B23"/>
    <w:rsid w:val="0019660B"/>
    <w:rsid w:val="00196B5B"/>
    <w:rsid w:val="00197993"/>
    <w:rsid w:val="001A0570"/>
    <w:rsid w:val="001A0E89"/>
    <w:rsid w:val="001A10CA"/>
    <w:rsid w:val="001A1806"/>
    <w:rsid w:val="001A1C64"/>
    <w:rsid w:val="001A21B9"/>
    <w:rsid w:val="001A3443"/>
    <w:rsid w:val="001A3B50"/>
    <w:rsid w:val="001A3ECA"/>
    <w:rsid w:val="001A407E"/>
    <w:rsid w:val="001A44D2"/>
    <w:rsid w:val="001A4804"/>
    <w:rsid w:val="001A4A24"/>
    <w:rsid w:val="001A56B6"/>
    <w:rsid w:val="001A5786"/>
    <w:rsid w:val="001A637E"/>
    <w:rsid w:val="001A6AB3"/>
    <w:rsid w:val="001A6C86"/>
    <w:rsid w:val="001A6F54"/>
    <w:rsid w:val="001A74AB"/>
    <w:rsid w:val="001A78FC"/>
    <w:rsid w:val="001B0738"/>
    <w:rsid w:val="001B0C46"/>
    <w:rsid w:val="001B0F00"/>
    <w:rsid w:val="001B16AA"/>
    <w:rsid w:val="001B18B5"/>
    <w:rsid w:val="001B307D"/>
    <w:rsid w:val="001B41AC"/>
    <w:rsid w:val="001B41F6"/>
    <w:rsid w:val="001B42A4"/>
    <w:rsid w:val="001B4EFD"/>
    <w:rsid w:val="001B50CE"/>
    <w:rsid w:val="001B5DA0"/>
    <w:rsid w:val="001B5DB3"/>
    <w:rsid w:val="001B62CE"/>
    <w:rsid w:val="001B6D0D"/>
    <w:rsid w:val="001B7339"/>
    <w:rsid w:val="001B7C61"/>
    <w:rsid w:val="001C0640"/>
    <w:rsid w:val="001C08FD"/>
    <w:rsid w:val="001C0C60"/>
    <w:rsid w:val="001C2881"/>
    <w:rsid w:val="001C49F7"/>
    <w:rsid w:val="001C555D"/>
    <w:rsid w:val="001C6018"/>
    <w:rsid w:val="001C6370"/>
    <w:rsid w:val="001C7C3A"/>
    <w:rsid w:val="001D05AB"/>
    <w:rsid w:val="001D09EF"/>
    <w:rsid w:val="001D0EB7"/>
    <w:rsid w:val="001D276A"/>
    <w:rsid w:val="001D288F"/>
    <w:rsid w:val="001D2E29"/>
    <w:rsid w:val="001D3538"/>
    <w:rsid w:val="001D4332"/>
    <w:rsid w:val="001D5399"/>
    <w:rsid w:val="001D58B7"/>
    <w:rsid w:val="001D793B"/>
    <w:rsid w:val="001D7CEE"/>
    <w:rsid w:val="001E0602"/>
    <w:rsid w:val="001E0811"/>
    <w:rsid w:val="001E0CD7"/>
    <w:rsid w:val="001E16F3"/>
    <w:rsid w:val="001E2041"/>
    <w:rsid w:val="001E21C1"/>
    <w:rsid w:val="001E2AE1"/>
    <w:rsid w:val="001E33E5"/>
    <w:rsid w:val="001E3D2B"/>
    <w:rsid w:val="001E4843"/>
    <w:rsid w:val="001E4895"/>
    <w:rsid w:val="001E7021"/>
    <w:rsid w:val="001E7221"/>
    <w:rsid w:val="001E7B72"/>
    <w:rsid w:val="001E7F3C"/>
    <w:rsid w:val="001F0B74"/>
    <w:rsid w:val="001F1D2C"/>
    <w:rsid w:val="001F1E54"/>
    <w:rsid w:val="001F2719"/>
    <w:rsid w:val="001F3C22"/>
    <w:rsid w:val="001F4189"/>
    <w:rsid w:val="001F4347"/>
    <w:rsid w:val="001F50F4"/>
    <w:rsid w:val="001F5A00"/>
    <w:rsid w:val="001F5E99"/>
    <w:rsid w:val="001F64A3"/>
    <w:rsid w:val="001F7193"/>
    <w:rsid w:val="001F7B53"/>
    <w:rsid w:val="00200A9A"/>
    <w:rsid w:val="00201DDB"/>
    <w:rsid w:val="00203265"/>
    <w:rsid w:val="00203430"/>
    <w:rsid w:val="0020394A"/>
    <w:rsid w:val="00203E43"/>
    <w:rsid w:val="0020484D"/>
    <w:rsid w:val="0020569D"/>
    <w:rsid w:val="00205B06"/>
    <w:rsid w:val="00206577"/>
    <w:rsid w:val="00206C57"/>
    <w:rsid w:val="0020702C"/>
    <w:rsid w:val="002073B2"/>
    <w:rsid w:val="00207449"/>
    <w:rsid w:val="00207872"/>
    <w:rsid w:val="00210AF0"/>
    <w:rsid w:val="00210D1A"/>
    <w:rsid w:val="002111C3"/>
    <w:rsid w:val="00211202"/>
    <w:rsid w:val="00212147"/>
    <w:rsid w:val="002123DB"/>
    <w:rsid w:val="00212B9D"/>
    <w:rsid w:val="002137A8"/>
    <w:rsid w:val="00213E0D"/>
    <w:rsid w:val="00214203"/>
    <w:rsid w:val="00214CF8"/>
    <w:rsid w:val="002154F6"/>
    <w:rsid w:val="00215F75"/>
    <w:rsid w:val="00216549"/>
    <w:rsid w:val="00216724"/>
    <w:rsid w:val="00217358"/>
    <w:rsid w:val="002176A2"/>
    <w:rsid w:val="0021770A"/>
    <w:rsid w:val="002202A0"/>
    <w:rsid w:val="00221ABE"/>
    <w:rsid w:val="00222518"/>
    <w:rsid w:val="0022289C"/>
    <w:rsid w:val="00222EDA"/>
    <w:rsid w:val="002237EC"/>
    <w:rsid w:val="00224002"/>
    <w:rsid w:val="00224F42"/>
    <w:rsid w:val="00225876"/>
    <w:rsid w:val="00227702"/>
    <w:rsid w:val="002278D3"/>
    <w:rsid w:val="00227907"/>
    <w:rsid w:val="00227D61"/>
    <w:rsid w:val="002308E3"/>
    <w:rsid w:val="00230F28"/>
    <w:rsid w:val="00231F11"/>
    <w:rsid w:val="00232066"/>
    <w:rsid w:val="00232300"/>
    <w:rsid w:val="00232A03"/>
    <w:rsid w:val="00234A26"/>
    <w:rsid w:val="002358DD"/>
    <w:rsid w:val="00237E35"/>
    <w:rsid w:val="00237ED2"/>
    <w:rsid w:val="00240B48"/>
    <w:rsid w:val="0024117C"/>
    <w:rsid w:val="00242077"/>
    <w:rsid w:val="00242BB5"/>
    <w:rsid w:val="00243015"/>
    <w:rsid w:val="0024457B"/>
    <w:rsid w:val="00244B71"/>
    <w:rsid w:val="00244B9C"/>
    <w:rsid w:val="0024538B"/>
    <w:rsid w:val="002456F5"/>
    <w:rsid w:val="00246239"/>
    <w:rsid w:val="002475CF"/>
    <w:rsid w:val="00247E19"/>
    <w:rsid w:val="002512DE"/>
    <w:rsid w:val="002521BD"/>
    <w:rsid w:val="00252A73"/>
    <w:rsid w:val="00252E95"/>
    <w:rsid w:val="00253C99"/>
    <w:rsid w:val="0025409C"/>
    <w:rsid w:val="0025448C"/>
    <w:rsid w:val="00254F2E"/>
    <w:rsid w:val="00255779"/>
    <w:rsid w:val="002558E0"/>
    <w:rsid w:val="002564FE"/>
    <w:rsid w:val="0025762F"/>
    <w:rsid w:val="002615F8"/>
    <w:rsid w:val="0026232B"/>
    <w:rsid w:val="00262B15"/>
    <w:rsid w:val="00263853"/>
    <w:rsid w:val="00263D67"/>
    <w:rsid w:val="00263E5A"/>
    <w:rsid w:val="0026411A"/>
    <w:rsid w:val="002642B3"/>
    <w:rsid w:val="0026645F"/>
    <w:rsid w:val="00267BBC"/>
    <w:rsid w:val="0027032E"/>
    <w:rsid w:val="00270FE8"/>
    <w:rsid w:val="00271056"/>
    <w:rsid w:val="0027193D"/>
    <w:rsid w:val="00271989"/>
    <w:rsid w:val="00271C88"/>
    <w:rsid w:val="00271E9A"/>
    <w:rsid w:val="00272B91"/>
    <w:rsid w:val="00275E5A"/>
    <w:rsid w:val="00276010"/>
    <w:rsid w:val="0027622E"/>
    <w:rsid w:val="00276D21"/>
    <w:rsid w:val="002774E4"/>
    <w:rsid w:val="0028057B"/>
    <w:rsid w:val="00280CD8"/>
    <w:rsid w:val="00280CDC"/>
    <w:rsid w:val="00280D82"/>
    <w:rsid w:val="0028144F"/>
    <w:rsid w:val="002814FE"/>
    <w:rsid w:val="00281759"/>
    <w:rsid w:val="00281EAF"/>
    <w:rsid w:val="00282558"/>
    <w:rsid w:val="002833FE"/>
    <w:rsid w:val="002840B6"/>
    <w:rsid w:val="00285C08"/>
    <w:rsid w:val="00285F4A"/>
    <w:rsid w:val="00287586"/>
    <w:rsid w:val="00287792"/>
    <w:rsid w:val="00290076"/>
    <w:rsid w:val="0029092C"/>
    <w:rsid w:val="00290A3A"/>
    <w:rsid w:val="00290BEE"/>
    <w:rsid w:val="002911ED"/>
    <w:rsid w:val="00292979"/>
    <w:rsid w:val="00292B88"/>
    <w:rsid w:val="00293162"/>
    <w:rsid w:val="002931CD"/>
    <w:rsid w:val="00295CCE"/>
    <w:rsid w:val="0029684C"/>
    <w:rsid w:val="00296CF8"/>
    <w:rsid w:val="0029715F"/>
    <w:rsid w:val="002976C9"/>
    <w:rsid w:val="002A0B6E"/>
    <w:rsid w:val="002A0EAA"/>
    <w:rsid w:val="002A0F7E"/>
    <w:rsid w:val="002A1554"/>
    <w:rsid w:val="002A244F"/>
    <w:rsid w:val="002A28D4"/>
    <w:rsid w:val="002A3B41"/>
    <w:rsid w:val="002A45E7"/>
    <w:rsid w:val="002A5D65"/>
    <w:rsid w:val="002A6872"/>
    <w:rsid w:val="002A704E"/>
    <w:rsid w:val="002A720C"/>
    <w:rsid w:val="002A7924"/>
    <w:rsid w:val="002A7F42"/>
    <w:rsid w:val="002B03A7"/>
    <w:rsid w:val="002B2528"/>
    <w:rsid w:val="002B2AC2"/>
    <w:rsid w:val="002B2B62"/>
    <w:rsid w:val="002B45F6"/>
    <w:rsid w:val="002B483A"/>
    <w:rsid w:val="002B4E7C"/>
    <w:rsid w:val="002B54A7"/>
    <w:rsid w:val="002B5D72"/>
    <w:rsid w:val="002B6B67"/>
    <w:rsid w:val="002B6E51"/>
    <w:rsid w:val="002B71A2"/>
    <w:rsid w:val="002B7646"/>
    <w:rsid w:val="002B7D94"/>
    <w:rsid w:val="002C0CD1"/>
    <w:rsid w:val="002C0F57"/>
    <w:rsid w:val="002C1850"/>
    <w:rsid w:val="002C1A8D"/>
    <w:rsid w:val="002C1B7F"/>
    <w:rsid w:val="002C1FDC"/>
    <w:rsid w:val="002C2C3B"/>
    <w:rsid w:val="002C2E02"/>
    <w:rsid w:val="002C33A8"/>
    <w:rsid w:val="002C52A9"/>
    <w:rsid w:val="002C6ABF"/>
    <w:rsid w:val="002C6B68"/>
    <w:rsid w:val="002C74B0"/>
    <w:rsid w:val="002C7A01"/>
    <w:rsid w:val="002C7E54"/>
    <w:rsid w:val="002D054D"/>
    <w:rsid w:val="002D05FB"/>
    <w:rsid w:val="002D1531"/>
    <w:rsid w:val="002D2509"/>
    <w:rsid w:val="002D27B9"/>
    <w:rsid w:val="002D4A17"/>
    <w:rsid w:val="002D54D1"/>
    <w:rsid w:val="002D5A05"/>
    <w:rsid w:val="002D5E19"/>
    <w:rsid w:val="002D5E28"/>
    <w:rsid w:val="002D604B"/>
    <w:rsid w:val="002D639F"/>
    <w:rsid w:val="002D7A6C"/>
    <w:rsid w:val="002D7AD1"/>
    <w:rsid w:val="002D7D9B"/>
    <w:rsid w:val="002E24BC"/>
    <w:rsid w:val="002E3260"/>
    <w:rsid w:val="002E35E8"/>
    <w:rsid w:val="002E3959"/>
    <w:rsid w:val="002E404E"/>
    <w:rsid w:val="002E44DC"/>
    <w:rsid w:val="002E69B4"/>
    <w:rsid w:val="002E6F50"/>
    <w:rsid w:val="002E7010"/>
    <w:rsid w:val="002E7945"/>
    <w:rsid w:val="002E7DBB"/>
    <w:rsid w:val="002F0463"/>
    <w:rsid w:val="002F1CB5"/>
    <w:rsid w:val="002F1D90"/>
    <w:rsid w:val="002F1F27"/>
    <w:rsid w:val="002F218F"/>
    <w:rsid w:val="002F2377"/>
    <w:rsid w:val="002F2522"/>
    <w:rsid w:val="002F3851"/>
    <w:rsid w:val="002F54E1"/>
    <w:rsid w:val="002F5A00"/>
    <w:rsid w:val="002F6120"/>
    <w:rsid w:val="002F6299"/>
    <w:rsid w:val="002F649D"/>
    <w:rsid w:val="002F6983"/>
    <w:rsid w:val="002F7132"/>
    <w:rsid w:val="002F7478"/>
    <w:rsid w:val="002F7E17"/>
    <w:rsid w:val="00300D47"/>
    <w:rsid w:val="00301184"/>
    <w:rsid w:val="00302D65"/>
    <w:rsid w:val="00303334"/>
    <w:rsid w:val="00303BB0"/>
    <w:rsid w:val="00305359"/>
    <w:rsid w:val="003055EB"/>
    <w:rsid w:val="00306FE5"/>
    <w:rsid w:val="00307EEA"/>
    <w:rsid w:val="00310519"/>
    <w:rsid w:val="0031071D"/>
    <w:rsid w:val="00311FCC"/>
    <w:rsid w:val="0031231C"/>
    <w:rsid w:val="003126FD"/>
    <w:rsid w:val="00312B8C"/>
    <w:rsid w:val="00316D24"/>
    <w:rsid w:val="0031751F"/>
    <w:rsid w:val="00317E9A"/>
    <w:rsid w:val="00320F06"/>
    <w:rsid w:val="00321452"/>
    <w:rsid w:val="00324AA1"/>
    <w:rsid w:val="003264F5"/>
    <w:rsid w:val="00327D23"/>
    <w:rsid w:val="003301D3"/>
    <w:rsid w:val="00330567"/>
    <w:rsid w:val="00330A7F"/>
    <w:rsid w:val="00330CE4"/>
    <w:rsid w:val="0033518C"/>
    <w:rsid w:val="0033550A"/>
    <w:rsid w:val="00335CB4"/>
    <w:rsid w:val="003369A5"/>
    <w:rsid w:val="003370D2"/>
    <w:rsid w:val="003374BA"/>
    <w:rsid w:val="00337CB9"/>
    <w:rsid w:val="00337E33"/>
    <w:rsid w:val="003400FF"/>
    <w:rsid w:val="00340FE6"/>
    <w:rsid w:val="00341D90"/>
    <w:rsid w:val="00342497"/>
    <w:rsid w:val="00342BE9"/>
    <w:rsid w:val="00343AA5"/>
    <w:rsid w:val="00347814"/>
    <w:rsid w:val="00350850"/>
    <w:rsid w:val="00350C44"/>
    <w:rsid w:val="00351D25"/>
    <w:rsid w:val="00352211"/>
    <w:rsid w:val="003522C8"/>
    <w:rsid w:val="00354742"/>
    <w:rsid w:val="00356697"/>
    <w:rsid w:val="0035699C"/>
    <w:rsid w:val="00357483"/>
    <w:rsid w:val="00357548"/>
    <w:rsid w:val="00360711"/>
    <w:rsid w:val="00360A36"/>
    <w:rsid w:val="00361446"/>
    <w:rsid w:val="003627BF"/>
    <w:rsid w:val="00362808"/>
    <w:rsid w:val="0036399D"/>
    <w:rsid w:val="00363ADD"/>
    <w:rsid w:val="00363E1C"/>
    <w:rsid w:val="0036423B"/>
    <w:rsid w:val="00364487"/>
    <w:rsid w:val="00364CFC"/>
    <w:rsid w:val="00364DE8"/>
    <w:rsid w:val="00365348"/>
    <w:rsid w:val="00365B1D"/>
    <w:rsid w:val="00366553"/>
    <w:rsid w:val="00367127"/>
    <w:rsid w:val="00367607"/>
    <w:rsid w:val="00370842"/>
    <w:rsid w:val="003715B9"/>
    <w:rsid w:val="0037281C"/>
    <w:rsid w:val="003742CE"/>
    <w:rsid w:val="00374792"/>
    <w:rsid w:val="003755A7"/>
    <w:rsid w:val="00375AD4"/>
    <w:rsid w:val="003761CD"/>
    <w:rsid w:val="003761E4"/>
    <w:rsid w:val="00376C6F"/>
    <w:rsid w:val="00380081"/>
    <w:rsid w:val="00380394"/>
    <w:rsid w:val="0038140B"/>
    <w:rsid w:val="003818F2"/>
    <w:rsid w:val="00381EDF"/>
    <w:rsid w:val="0038296C"/>
    <w:rsid w:val="00383725"/>
    <w:rsid w:val="0038430E"/>
    <w:rsid w:val="00384326"/>
    <w:rsid w:val="00384349"/>
    <w:rsid w:val="0038452B"/>
    <w:rsid w:val="00385430"/>
    <w:rsid w:val="00386F0E"/>
    <w:rsid w:val="00387D56"/>
    <w:rsid w:val="00390484"/>
    <w:rsid w:val="00390BB5"/>
    <w:rsid w:val="00390DE0"/>
    <w:rsid w:val="00391725"/>
    <w:rsid w:val="003926C1"/>
    <w:rsid w:val="00393024"/>
    <w:rsid w:val="00393C50"/>
    <w:rsid w:val="0039499C"/>
    <w:rsid w:val="00394F66"/>
    <w:rsid w:val="0039581A"/>
    <w:rsid w:val="00396A0A"/>
    <w:rsid w:val="003A06B5"/>
    <w:rsid w:val="003A1133"/>
    <w:rsid w:val="003A11B4"/>
    <w:rsid w:val="003A1A69"/>
    <w:rsid w:val="003A3442"/>
    <w:rsid w:val="003A3BFE"/>
    <w:rsid w:val="003A3EEA"/>
    <w:rsid w:val="003A4892"/>
    <w:rsid w:val="003A6678"/>
    <w:rsid w:val="003A674E"/>
    <w:rsid w:val="003A67A3"/>
    <w:rsid w:val="003A72BE"/>
    <w:rsid w:val="003A758E"/>
    <w:rsid w:val="003A77B1"/>
    <w:rsid w:val="003A7CB2"/>
    <w:rsid w:val="003B0255"/>
    <w:rsid w:val="003B156A"/>
    <w:rsid w:val="003B1EFD"/>
    <w:rsid w:val="003B22EE"/>
    <w:rsid w:val="003B311D"/>
    <w:rsid w:val="003B3A1D"/>
    <w:rsid w:val="003B3FCC"/>
    <w:rsid w:val="003B44B0"/>
    <w:rsid w:val="003B4B10"/>
    <w:rsid w:val="003B5608"/>
    <w:rsid w:val="003B68CE"/>
    <w:rsid w:val="003B703E"/>
    <w:rsid w:val="003C0027"/>
    <w:rsid w:val="003C092A"/>
    <w:rsid w:val="003C09B0"/>
    <w:rsid w:val="003C13F5"/>
    <w:rsid w:val="003C1E42"/>
    <w:rsid w:val="003C286E"/>
    <w:rsid w:val="003C28DE"/>
    <w:rsid w:val="003C36A2"/>
    <w:rsid w:val="003C3E33"/>
    <w:rsid w:val="003C4677"/>
    <w:rsid w:val="003C4DB2"/>
    <w:rsid w:val="003C5922"/>
    <w:rsid w:val="003C64BB"/>
    <w:rsid w:val="003C73A2"/>
    <w:rsid w:val="003C7469"/>
    <w:rsid w:val="003D05BC"/>
    <w:rsid w:val="003D184A"/>
    <w:rsid w:val="003D2893"/>
    <w:rsid w:val="003D3599"/>
    <w:rsid w:val="003D36F8"/>
    <w:rsid w:val="003D4EF6"/>
    <w:rsid w:val="003D5980"/>
    <w:rsid w:val="003D6328"/>
    <w:rsid w:val="003D7D1D"/>
    <w:rsid w:val="003E02A2"/>
    <w:rsid w:val="003E0AD6"/>
    <w:rsid w:val="003E0BF7"/>
    <w:rsid w:val="003E1D52"/>
    <w:rsid w:val="003E4ABB"/>
    <w:rsid w:val="003E4E10"/>
    <w:rsid w:val="003E5732"/>
    <w:rsid w:val="003E69E0"/>
    <w:rsid w:val="003E7E38"/>
    <w:rsid w:val="003F03B1"/>
    <w:rsid w:val="003F0B04"/>
    <w:rsid w:val="003F2646"/>
    <w:rsid w:val="003F29D0"/>
    <w:rsid w:val="003F2BE6"/>
    <w:rsid w:val="003F2EB2"/>
    <w:rsid w:val="003F382E"/>
    <w:rsid w:val="003F468B"/>
    <w:rsid w:val="003F48AF"/>
    <w:rsid w:val="003F5F85"/>
    <w:rsid w:val="003F6084"/>
    <w:rsid w:val="003F6436"/>
    <w:rsid w:val="003F7BCD"/>
    <w:rsid w:val="004001B0"/>
    <w:rsid w:val="00400800"/>
    <w:rsid w:val="0040124A"/>
    <w:rsid w:val="004013DB"/>
    <w:rsid w:val="00401EA5"/>
    <w:rsid w:val="0040242D"/>
    <w:rsid w:val="00402458"/>
    <w:rsid w:val="00402BFA"/>
    <w:rsid w:val="00403069"/>
    <w:rsid w:val="00405036"/>
    <w:rsid w:val="004066C4"/>
    <w:rsid w:val="00406A05"/>
    <w:rsid w:val="00406EEE"/>
    <w:rsid w:val="0040774D"/>
    <w:rsid w:val="00407D10"/>
    <w:rsid w:val="004107B0"/>
    <w:rsid w:val="00411276"/>
    <w:rsid w:val="00411FD5"/>
    <w:rsid w:val="00412754"/>
    <w:rsid w:val="00412F60"/>
    <w:rsid w:val="00413687"/>
    <w:rsid w:val="00413C9C"/>
    <w:rsid w:val="004152D0"/>
    <w:rsid w:val="00416A4F"/>
    <w:rsid w:val="00417A6B"/>
    <w:rsid w:val="004201F1"/>
    <w:rsid w:val="004202F0"/>
    <w:rsid w:val="00420D21"/>
    <w:rsid w:val="00420F7B"/>
    <w:rsid w:val="00421883"/>
    <w:rsid w:val="004218C6"/>
    <w:rsid w:val="004224A4"/>
    <w:rsid w:val="00422566"/>
    <w:rsid w:val="00422A98"/>
    <w:rsid w:val="00422E54"/>
    <w:rsid w:val="00423B07"/>
    <w:rsid w:val="00423C54"/>
    <w:rsid w:val="004252B7"/>
    <w:rsid w:val="00425520"/>
    <w:rsid w:val="004259F7"/>
    <w:rsid w:val="00426750"/>
    <w:rsid w:val="00426BAD"/>
    <w:rsid w:val="0042713F"/>
    <w:rsid w:val="00427C4F"/>
    <w:rsid w:val="0043270A"/>
    <w:rsid w:val="00432873"/>
    <w:rsid w:val="00432B63"/>
    <w:rsid w:val="00432FFD"/>
    <w:rsid w:val="00433C4C"/>
    <w:rsid w:val="00433EC4"/>
    <w:rsid w:val="00434324"/>
    <w:rsid w:val="00434AF0"/>
    <w:rsid w:val="004353FF"/>
    <w:rsid w:val="00436094"/>
    <w:rsid w:val="004365F3"/>
    <w:rsid w:val="004372C4"/>
    <w:rsid w:val="00437532"/>
    <w:rsid w:val="00437CB3"/>
    <w:rsid w:val="00437D42"/>
    <w:rsid w:val="0044012D"/>
    <w:rsid w:val="0044083F"/>
    <w:rsid w:val="00440C59"/>
    <w:rsid w:val="004416BD"/>
    <w:rsid w:val="00442014"/>
    <w:rsid w:val="00442CC1"/>
    <w:rsid w:val="00442DE3"/>
    <w:rsid w:val="004437A2"/>
    <w:rsid w:val="00443FA5"/>
    <w:rsid w:val="00444623"/>
    <w:rsid w:val="0044534C"/>
    <w:rsid w:val="00445B18"/>
    <w:rsid w:val="00446D9E"/>
    <w:rsid w:val="00447DE0"/>
    <w:rsid w:val="00450414"/>
    <w:rsid w:val="004504A1"/>
    <w:rsid w:val="00450612"/>
    <w:rsid w:val="004507DF"/>
    <w:rsid w:val="00450BEF"/>
    <w:rsid w:val="00451E20"/>
    <w:rsid w:val="00453D76"/>
    <w:rsid w:val="0045475A"/>
    <w:rsid w:val="00454A90"/>
    <w:rsid w:val="004557B3"/>
    <w:rsid w:val="004559C8"/>
    <w:rsid w:val="00456AC8"/>
    <w:rsid w:val="0045725D"/>
    <w:rsid w:val="00457558"/>
    <w:rsid w:val="00460B32"/>
    <w:rsid w:val="00461344"/>
    <w:rsid w:val="0046224B"/>
    <w:rsid w:val="00462670"/>
    <w:rsid w:val="00463367"/>
    <w:rsid w:val="0046625C"/>
    <w:rsid w:val="00466882"/>
    <w:rsid w:val="00467319"/>
    <w:rsid w:val="004706A3"/>
    <w:rsid w:val="00470703"/>
    <w:rsid w:val="0047184C"/>
    <w:rsid w:val="00471F5F"/>
    <w:rsid w:val="00472AC6"/>
    <w:rsid w:val="00474542"/>
    <w:rsid w:val="004750E8"/>
    <w:rsid w:val="00476DC3"/>
    <w:rsid w:val="00476F1B"/>
    <w:rsid w:val="0047721B"/>
    <w:rsid w:val="0047740B"/>
    <w:rsid w:val="00477528"/>
    <w:rsid w:val="00481100"/>
    <w:rsid w:val="0048304B"/>
    <w:rsid w:val="004841D0"/>
    <w:rsid w:val="00484A89"/>
    <w:rsid w:val="00484E36"/>
    <w:rsid w:val="00484E99"/>
    <w:rsid w:val="00486DD9"/>
    <w:rsid w:val="004870B3"/>
    <w:rsid w:val="00487EBF"/>
    <w:rsid w:val="004908D7"/>
    <w:rsid w:val="00491854"/>
    <w:rsid w:val="004918CC"/>
    <w:rsid w:val="004918FA"/>
    <w:rsid w:val="00491E29"/>
    <w:rsid w:val="00491EBC"/>
    <w:rsid w:val="0049208C"/>
    <w:rsid w:val="004924F4"/>
    <w:rsid w:val="004935B2"/>
    <w:rsid w:val="00493C51"/>
    <w:rsid w:val="00493C5D"/>
    <w:rsid w:val="00493C93"/>
    <w:rsid w:val="00493E09"/>
    <w:rsid w:val="00494631"/>
    <w:rsid w:val="00494B1D"/>
    <w:rsid w:val="00494B8E"/>
    <w:rsid w:val="00495F56"/>
    <w:rsid w:val="00496198"/>
    <w:rsid w:val="00497F95"/>
    <w:rsid w:val="004A0135"/>
    <w:rsid w:val="004A0207"/>
    <w:rsid w:val="004A0754"/>
    <w:rsid w:val="004A0D0E"/>
    <w:rsid w:val="004A1008"/>
    <w:rsid w:val="004A1018"/>
    <w:rsid w:val="004A12C5"/>
    <w:rsid w:val="004A2182"/>
    <w:rsid w:val="004A22A7"/>
    <w:rsid w:val="004A26A1"/>
    <w:rsid w:val="004A39D0"/>
    <w:rsid w:val="004A3CCC"/>
    <w:rsid w:val="004A4A32"/>
    <w:rsid w:val="004A4CF1"/>
    <w:rsid w:val="004A589C"/>
    <w:rsid w:val="004A6389"/>
    <w:rsid w:val="004A6476"/>
    <w:rsid w:val="004A6596"/>
    <w:rsid w:val="004A77B7"/>
    <w:rsid w:val="004A7D51"/>
    <w:rsid w:val="004B0183"/>
    <w:rsid w:val="004B01C4"/>
    <w:rsid w:val="004B07CB"/>
    <w:rsid w:val="004B142C"/>
    <w:rsid w:val="004B3424"/>
    <w:rsid w:val="004B34A3"/>
    <w:rsid w:val="004B3EC5"/>
    <w:rsid w:val="004B5574"/>
    <w:rsid w:val="004B62FB"/>
    <w:rsid w:val="004B6694"/>
    <w:rsid w:val="004B7439"/>
    <w:rsid w:val="004C0160"/>
    <w:rsid w:val="004C0304"/>
    <w:rsid w:val="004C052B"/>
    <w:rsid w:val="004C1175"/>
    <w:rsid w:val="004C17C6"/>
    <w:rsid w:val="004C188F"/>
    <w:rsid w:val="004C1DED"/>
    <w:rsid w:val="004C2680"/>
    <w:rsid w:val="004C3D01"/>
    <w:rsid w:val="004C51F9"/>
    <w:rsid w:val="004C5352"/>
    <w:rsid w:val="004C55B0"/>
    <w:rsid w:val="004C59B7"/>
    <w:rsid w:val="004C77B2"/>
    <w:rsid w:val="004D06F2"/>
    <w:rsid w:val="004D1154"/>
    <w:rsid w:val="004D192D"/>
    <w:rsid w:val="004D1CD3"/>
    <w:rsid w:val="004D4288"/>
    <w:rsid w:val="004D6649"/>
    <w:rsid w:val="004D6CAB"/>
    <w:rsid w:val="004D7CF1"/>
    <w:rsid w:val="004E035F"/>
    <w:rsid w:val="004E0CC7"/>
    <w:rsid w:val="004E1B6C"/>
    <w:rsid w:val="004E2931"/>
    <w:rsid w:val="004E29D3"/>
    <w:rsid w:val="004E2D80"/>
    <w:rsid w:val="004E35FF"/>
    <w:rsid w:val="004E3C18"/>
    <w:rsid w:val="004E3D0C"/>
    <w:rsid w:val="004E4A68"/>
    <w:rsid w:val="004E5925"/>
    <w:rsid w:val="004E5F0E"/>
    <w:rsid w:val="004E60F7"/>
    <w:rsid w:val="004E61BC"/>
    <w:rsid w:val="004E6EBB"/>
    <w:rsid w:val="004E731E"/>
    <w:rsid w:val="004E7CC0"/>
    <w:rsid w:val="004F1C7E"/>
    <w:rsid w:val="004F2CB8"/>
    <w:rsid w:val="004F2F66"/>
    <w:rsid w:val="004F31DD"/>
    <w:rsid w:val="004F33BA"/>
    <w:rsid w:val="004F3E86"/>
    <w:rsid w:val="004F3F04"/>
    <w:rsid w:val="004F4BC0"/>
    <w:rsid w:val="004F515F"/>
    <w:rsid w:val="004F5CA2"/>
    <w:rsid w:val="004F611A"/>
    <w:rsid w:val="004F79BB"/>
    <w:rsid w:val="0050034D"/>
    <w:rsid w:val="00500CAF"/>
    <w:rsid w:val="00502C6A"/>
    <w:rsid w:val="005039DF"/>
    <w:rsid w:val="005055A0"/>
    <w:rsid w:val="00506767"/>
    <w:rsid w:val="00511902"/>
    <w:rsid w:val="00511D08"/>
    <w:rsid w:val="00513D98"/>
    <w:rsid w:val="00513DCB"/>
    <w:rsid w:val="00513E99"/>
    <w:rsid w:val="0051467D"/>
    <w:rsid w:val="0051484A"/>
    <w:rsid w:val="0051606B"/>
    <w:rsid w:val="00516AF5"/>
    <w:rsid w:val="00517C5B"/>
    <w:rsid w:val="005203F4"/>
    <w:rsid w:val="00520948"/>
    <w:rsid w:val="00520EE4"/>
    <w:rsid w:val="00521865"/>
    <w:rsid w:val="0052381D"/>
    <w:rsid w:val="0052408F"/>
    <w:rsid w:val="00525028"/>
    <w:rsid w:val="0053000D"/>
    <w:rsid w:val="005306E0"/>
    <w:rsid w:val="00530C2A"/>
    <w:rsid w:val="00531275"/>
    <w:rsid w:val="00531D57"/>
    <w:rsid w:val="005320FC"/>
    <w:rsid w:val="005327D7"/>
    <w:rsid w:val="00532A64"/>
    <w:rsid w:val="00532D9D"/>
    <w:rsid w:val="00532FFB"/>
    <w:rsid w:val="005331B0"/>
    <w:rsid w:val="0053455D"/>
    <w:rsid w:val="00534CAE"/>
    <w:rsid w:val="00535253"/>
    <w:rsid w:val="00537AF3"/>
    <w:rsid w:val="00537EE0"/>
    <w:rsid w:val="00542DCC"/>
    <w:rsid w:val="00543918"/>
    <w:rsid w:val="00544237"/>
    <w:rsid w:val="00546632"/>
    <w:rsid w:val="00546767"/>
    <w:rsid w:val="0055013E"/>
    <w:rsid w:val="005506E6"/>
    <w:rsid w:val="00551059"/>
    <w:rsid w:val="00552883"/>
    <w:rsid w:val="00552D44"/>
    <w:rsid w:val="005533FC"/>
    <w:rsid w:val="00553D17"/>
    <w:rsid w:val="00553ED1"/>
    <w:rsid w:val="0055460C"/>
    <w:rsid w:val="0055495A"/>
    <w:rsid w:val="00554A49"/>
    <w:rsid w:val="00554C80"/>
    <w:rsid w:val="00554FC8"/>
    <w:rsid w:val="00555238"/>
    <w:rsid w:val="00555E45"/>
    <w:rsid w:val="00556740"/>
    <w:rsid w:val="00562147"/>
    <w:rsid w:val="00564610"/>
    <w:rsid w:val="00564B91"/>
    <w:rsid w:val="00565B83"/>
    <w:rsid w:val="00566AB1"/>
    <w:rsid w:val="005677D9"/>
    <w:rsid w:val="0057163A"/>
    <w:rsid w:val="00572FA0"/>
    <w:rsid w:val="00573C64"/>
    <w:rsid w:val="00573CBC"/>
    <w:rsid w:val="00573E32"/>
    <w:rsid w:val="00574523"/>
    <w:rsid w:val="005763B6"/>
    <w:rsid w:val="0057676F"/>
    <w:rsid w:val="005767AB"/>
    <w:rsid w:val="00576E19"/>
    <w:rsid w:val="00577A37"/>
    <w:rsid w:val="0058051B"/>
    <w:rsid w:val="00580597"/>
    <w:rsid w:val="00580646"/>
    <w:rsid w:val="00580880"/>
    <w:rsid w:val="0058185C"/>
    <w:rsid w:val="00582DE3"/>
    <w:rsid w:val="00582EF0"/>
    <w:rsid w:val="00583FC9"/>
    <w:rsid w:val="0058421F"/>
    <w:rsid w:val="00584384"/>
    <w:rsid w:val="0058438B"/>
    <w:rsid w:val="00585183"/>
    <w:rsid w:val="00585C2F"/>
    <w:rsid w:val="0058776C"/>
    <w:rsid w:val="00590069"/>
    <w:rsid w:val="00590829"/>
    <w:rsid w:val="00590891"/>
    <w:rsid w:val="00591C75"/>
    <w:rsid w:val="005928C3"/>
    <w:rsid w:val="00592F86"/>
    <w:rsid w:val="00593451"/>
    <w:rsid w:val="005936BE"/>
    <w:rsid w:val="00595ABE"/>
    <w:rsid w:val="00595E32"/>
    <w:rsid w:val="00596051"/>
    <w:rsid w:val="0059634A"/>
    <w:rsid w:val="005967BB"/>
    <w:rsid w:val="00596BD0"/>
    <w:rsid w:val="00597947"/>
    <w:rsid w:val="0059799F"/>
    <w:rsid w:val="005A0346"/>
    <w:rsid w:val="005A074C"/>
    <w:rsid w:val="005A1BCF"/>
    <w:rsid w:val="005A21A3"/>
    <w:rsid w:val="005A2457"/>
    <w:rsid w:val="005A26BF"/>
    <w:rsid w:val="005A3847"/>
    <w:rsid w:val="005A39FE"/>
    <w:rsid w:val="005A3E26"/>
    <w:rsid w:val="005A3EAC"/>
    <w:rsid w:val="005A4DD8"/>
    <w:rsid w:val="005A59CB"/>
    <w:rsid w:val="005B0089"/>
    <w:rsid w:val="005B168F"/>
    <w:rsid w:val="005B181A"/>
    <w:rsid w:val="005B1CA3"/>
    <w:rsid w:val="005B1DF4"/>
    <w:rsid w:val="005B26DB"/>
    <w:rsid w:val="005B28F0"/>
    <w:rsid w:val="005B3911"/>
    <w:rsid w:val="005B4FB3"/>
    <w:rsid w:val="005B619F"/>
    <w:rsid w:val="005B6A47"/>
    <w:rsid w:val="005B6AA8"/>
    <w:rsid w:val="005C08A7"/>
    <w:rsid w:val="005C0AB7"/>
    <w:rsid w:val="005C0BCC"/>
    <w:rsid w:val="005C1AB0"/>
    <w:rsid w:val="005C23F3"/>
    <w:rsid w:val="005C32AD"/>
    <w:rsid w:val="005C391B"/>
    <w:rsid w:val="005C442D"/>
    <w:rsid w:val="005C474D"/>
    <w:rsid w:val="005C4B02"/>
    <w:rsid w:val="005C509F"/>
    <w:rsid w:val="005C5845"/>
    <w:rsid w:val="005C63BD"/>
    <w:rsid w:val="005C7A25"/>
    <w:rsid w:val="005D1208"/>
    <w:rsid w:val="005D1B29"/>
    <w:rsid w:val="005D2149"/>
    <w:rsid w:val="005D28EE"/>
    <w:rsid w:val="005D30F4"/>
    <w:rsid w:val="005D3631"/>
    <w:rsid w:val="005D3974"/>
    <w:rsid w:val="005D4DE7"/>
    <w:rsid w:val="005D523D"/>
    <w:rsid w:val="005D5CBD"/>
    <w:rsid w:val="005D5F78"/>
    <w:rsid w:val="005D6712"/>
    <w:rsid w:val="005D6C69"/>
    <w:rsid w:val="005E04C7"/>
    <w:rsid w:val="005E21A5"/>
    <w:rsid w:val="005E30AA"/>
    <w:rsid w:val="005E3E1C"/>
    <w:rsid w:val="005E404C"/>
    <w:rsid w:val="005E5D02"/>
    <w:rsid w:val="005E6DCB"/>
    <w:rsid w:val="005E757D"/>
    <w:rsid w:val="005F003A"/>
    <w:rsid w:val="005F0961"/>
    <w:rsid w:val="005F0A78"/>
    <w:rsid w:val="005F1CEC"/>
    <w:rsid w:val="005F27E6"/>
    <w:rsid w:val="005F4607"/>
    <w:rsid w:val="005F466E"/>
    <w:rsid w:val="005F4D25"/>
    <w:rsid w:val="005F509F"/>
    <w:rsid w:val="005F68F2"/>
    <w:rsid w:val="005F70D3"/>
    <w:rsid w:val="006000CC"/>
    <w:rsid w:val="0060064A"/>
    <w:rsid w:val="00601542"/>
    <w:rsid w:val="00601E65"/>
    <w:rsid w:val="0060274A"/>
    <w:rsid w:val="00602C34"/>
    <w:rsid w:val="00602DBF"/>
    <w:rsid w:val="006035EA"/>
    <w:rsid w:val="00604970"/>
    <w:rsid w:val="00605181"/>
    <w:rsid w:val="0060541F"/>
    <w:rsid w:val="006059F2"/>
    <w:rsid w:val="0060623F"/>
    <w:rsid w:val="0060632D"/>
    <w:rsid w:val="006064A6"/>
    <w:rsid w:val="006064A7"/>
    <w:rsid w:val="00607E4B"/>
    <w:rsid w:val="006111DD"/>
    <w:rsid w:val="006114C0"/>
    <w:rsid w:val="00612D83"/>
    <w:rsid w:val="00614542"/>
    <w:rsid w:val="006148FE"/>
    <w:rsid w:val="00614B0E"/>
    <w:rsid w:val="00615B1A"/>
    <w:rsid w:val="00615E30"/>
    <w:rsid w:val="00615E85"/>
    <w:rsid w:val="006171B5"/>
    <w:rsid w:val="00617B23"/>
    <w:rsid w:val="0062144E"/>
    <w:rsid w:val="0062150C"/>
    <w:rsid w:val="006218C5"/>
    <w:rsid w:val="0062269F"/>
    <w:rsid w:val="00623489"/>
    <w:rsid w:val="006252DC"/>
    <w:rsid w:val="00625F6F"/>
    <w:rsid w:val="006276C7"/>
    <w:rsid w:val="00627DD7"/>
    <w:rsid w:val="0063027D"/>
    <w:rsid w:val="006303BD"/>
    <w:rsid w:val="0063055E"/>
    <w:rsid w:val="00630956"/>
    <w:rsid w:val="00631580"/>
    <w:rsid w:val="0063232F"/>
    <w:rsid w:val="00633CC3"/>
    <w:rsid w:val="00634BAC"/>
    <w:rsid w:val="00635373"/>
    <w:rsid w:val="0063559E"/>
    <w:rsid w:val="00635833"/>
    <w:rsid w:val="00635BF0"/>
    <w:rsid w:val="00636152"/>
    <w:rsid w:val="00636153"/>
    <w:rsid w:val="0063654E"/>
    <w:rsid w:val="00636D29"/>
    <w:rsid w:val="00637872"/>
    <w:rsid w:val="00640718"/>
    <w:rsid w:val="00641200"/>
    <w:rsid w:val="00641713"/>
    <w:rsid w:val="0064226F"/>
    <w:rsid w:val="006427E7"/>
    <w:rsid w:val="00642AA0"/>
    <w:rsid w:val="00643289"/>
    <w:rsid w:val="00643C69"/>
    <w:rsid w:val="00644B7D"/>
    <w:rsid w:val="00644D15"/>
    <w:rsid w:val="00644D1B"/>
    <w:rsid w:val="00645177"/>
    <w:rsid w:val="006458A6"/>
    <w:rsid w:val="006459BA"/>
    <w:rsid w:val="00645AFB"/>
    <w:rsid w:val="00645B7A"/>
    <w:rsid w:val="00646E26"/>
    <w:rsid w:val="00647105"/>
    <w:rsid w:val="00647230"/>
    <w:rsid w:val="00647282"/>
    <w:rsid w:val="006509A1"/>
    <w:rsid w:val="00651ACE"/>
    <w:rsid w:val="00651EF0"/>
    <w:rsid w:val="0065236E"/>
    <w:rsid w:val="0065281A"/>
    <w:rsid w:val="00653C4E"/>
    <w:rsid w:val="0065450A"/>
    <w:rsid w:val="006557D5"/>
    <w:rsid w:val="00655841"/>
    <w:rsid w:val="00655872"/>
    <w:rsid w:val="0065632C"/>
    <w:rsid w:val="006565C0"/>
    <w:rsid w:val="00656C67"/>
    <w:rsid w:val="006578B0"/>
    <w:rsid w:val="006600AA"/>
    <w:rsid w:val="006607F0"/>
    <w:rsid w:val="00661A06"/>
    <w:rsid w:val="00662C8F"/>
    <w:rsid w:val="0066320F"/>
    <w:rsid w:val="00664FF2"/>
    <w:rsid w:val="0066548D"/>
    <w:rsid w:val="006660D8"/>
    <w:rsid w:val="006671CD"/>
    <w:rsid w:val="006671E3"/>
    <w:rsid w:val="00667369"/>
    <w:rsid w:val="00667E2E"/>
    <w:rsid w:val="006725CD"/>
    <w:rsid w:val="0067469F"/>
    <w:rsid w:val="00674FB2"/>
    <w:rsid w:val="0067538A"/>
    <w:rsid w:val="0067555E"/>
    <w:rsid w:val="00675EC3"/>
    <w:rsid w:val="00680783"/>
    <w:rsid w:val="00680C20"/>
    <w:rsid w:val="00680C6D"/>
    <w:rsid w:val="00680E6E"/>
    <w:rsid w:val="0068151D"/>
    <w:rsid w:val="00681B40"/>
    <w:rsid w:val="00681CDB"/>
    <w:rsid w:val="00683208"/>
    <w:rsid w:val="00683653"/>
    <w:rsid w:val="00683C1F"/>
    <w:rsid w:val="006869B7"/>
    <w:rsid w:val="006869E4"/>
    <w:rsid w:val="00686BD1"/>
    <w:rsid w:val="00686C65"/>
    <w:rsid w:val="0068721C"/>
    <w:rsid w:val="00687361"/>
    <w:rsid w:val="00687CFA"/>
    <w:rsid w:val="00687EE2"/>
    <w:rsid w:val="006920F0"/>
    <w:rsid w:val="00692335"/>
    <w:rsid w:val="006924CF"/>
    <w:rsid w:val="00692527"/>
    <w:rsid w:val="006938F2"/>
    <w:rsid w:val="00694218"/>
    <w:rsid w:val="00694996"/>
    <w:rsid w:val="00694CA2"/>
    <w:rsid w:val="00694CD4"/>
    <w:rsid w:val="0069547A"/>
    <w:rsid w:val="00695C1A"/>
    <w:rsid w:val="006966B6"/>
    <w:rsid w:val="0069686C"/>
    <w:rsid w:val="0069758E"/>
    <w:rsid w:val="00697E2F"/>
    <w:rsid w:val="006A09A8"/>
    <w:rsid w:val="006A0A31"/>
    <w:rsid w:val="006A10F6"/>
    <w:rsid w:val="006A1A2C"/>
    <w:rsid w:val="006A1C8D"/>
    <w:rsid w:val="006A35A5"/>
    <w:rsid w:val="006A53C4"/>
    <w:rsid w:val="006A551E"/>
    <w:rsid w:val="006A623F"/>
    <w:rsid w:val="006A696C"/>
    <w:rsid w:val="006A7604"/>
    <w:rsid w:val="006A7826"/>
    <w:rsid w:val="006A7B55"/>
    <w:rsid w:val="006A7C23"/>
    <w:rsid w:val="006B0952"/>
    <w:rsid w:val="006B0D59"/>
    <w:rsid w:val="006B10FE"/>
    <w:rsid w:val="006B14E2"/>
    <w:rsid w:val="006B25B1"/>
    <w:rsid w:val="006B28CC"/>
    <w:rsid w:val="006B30BA"/>
    <w:rsid w:val="006B3D25"/>
    <w:rsid w:val="006B41B5"/>
    <w:rsid w:val="006B4893"/>
    <w:rsid w:val="006B574B"/>
    <w:rsid w:val="006B5F15"/>
    <w:rsid w:val="006B6572"/>
    <w:rsid w:val="006B727E"/>
    <w:rsid w:val="006C0185"/>
    <w:rsid w:val="006C176C"/>
    <w:rsid w:val="006C1DC9"/>
    <w:rsid w:val="006C2C3C"/>
    <w:rsid w:val="006C2E43"/>
    <w:rsid w:val="006C3C98"/>
    <w:rsid w:val="006C3F2D"/>
    <w:rsid w:val="006C44EF"/>
    <w:rsid w:val="006C50AA"/>
    <w:rsid w:val="006C5128"/>
    <w:rsid w:val="006C538A"/>
    <w:rsid w:val="006C5DC5"/>
    <w:rsid w:val="006C6432"/>
    <w:rsid w:val="006D041D"/>
    <w:rsid w:val="006D0593"/>
    <w:rsid w:val="006D1F03"/>
    <w:rsid w:val="006D34D6"/>
    <w:rsid w:val="006D45E2"/>
    <w:rsid w:val="006D4D7F"/>
    <w:rsid w:val="006D55AF"/>
    <w:rsid w:val="006D756A"/>
    <w:rsid w:val="006E0351"/>
    <w:rsid w:val="006E0727"/>
    <w:rsid w:val="006E0AD7"/>
    <w:rsid w:val="006E0D2D"/>
    <w:rsid w:val="006E15F0"/>
    <w:rsid w:val="006E1974"/>
    <w:rsid w:val="006E2B44"/>
    <w:rsid w:val="006E3063"/>
    <w:rsid w:val="006E3ADB"/>
    <w:rsid w:val="006E3DB0"/>
    <w:rsid w:val="006E3DD5"/>
    <w:rsid w:val="006E503B"/>
    <w:rsid w:val="006E5905"/>
    <w:rsid w:val="006E6386"/>
    <w:rsid w:val="006E7C3C"/>
    <w:rsid w:val="006F1154"/>
    <w:rsid w:val="006F255B"/>
    <w:rsid w:val="006F2A51"/>
    <w:rsid w:val="006F2FFF"/>
    <w:rsid w:val="006F39AB"/>
    <w:rsid w:val="006F3FEA"/>
    <w:rsid w:val="006F4738"/>
    <w:rsid w:val="006F4F60"/>
    <w:rsid w:val="006F4F8D"/>
    <w:rsid w:val="006F50BE"/>
    <w:rsid w:val="006F553A"/>
    <w:rsid w:val="006F55E2"/>
    <w:rsid w:val="006F5ABB"/>
    <w:rsid w:val="006F5BE0"/>
    <w:rsid w:val="006F5FBA"/>
    <w:rsid w:val="006F662D"/>
    <w:rsid w:val="007010CA"/>
    <w:rsid w:val="00701259"/>
    <w:rsid w:val="00701672"/>
    <w:rsid w:val="007017A0"/>
    <w:rsid w:val="007023D8"/>
    <w:rsid w:val="0070272B"/>
    <w:rsid w:val="00703043"/>
    <w:rsid w:val="00703062"/>
    <w:rsid w:val="007048BF"/>
    <w:rsid w:val="007048EE"/>
    <w:rsid w:val="00705086"/>
    <w:rsid w:val="00705954"/>
    <w:rsid w:val="00705AAA"/>
    <w:rsid w:val="00705E4F"/>
    <w:rsid w:val="007066BD"/>
    <w:rsid w:val="00707216"/>
    <w:rsid w:val="0070731E"/>
    <w:rsid w:val="0070738F"/>
    <w:rsid w:val="0070763A"/>
    <w:rsid w:val="00710375"/>
    <w:rsid w:val="0071242A"/>
    <w:rsid w:val="007142BB"/>
    <w:rsid w:val="00714476"/>
    <w:rsid w:val="00714725"/>
    <w:rsid w:val="007150F9"/>
    <w:rsid w:val="00715A8D"/>
    <w:rsid w:val="0071608F"/>
    <w:rsid w:val="0071695B"/>
    <w:rsid w:val="00716DF5"/>
    <w:rsid w:val="007172B8"/>
    <w:rsid w:val="00717BAD"/>
    <w:rsid w:val="00717FAE"/>
    <w:rsid w:val="0072045B"/>
    <w:rsid w:val="007208A0"/>
    <w:rsid w:val="00721A6C"/>
    <w:rsid w:val="00722D5B"/>
    <w:rsid w:val="0072326E"/>
    <w:rsid w:val="0072532A"/>
    <w:rsid w:val="00725827"/>
    <w:rsid w:val="007279DF"/>
    <w:rsid w:val="00730536"/>
    <w:rsid w:val="00730FB5"/>
    <w:rsid w:val="007310BC"/>
    <w:rsid w:val="007313CD"/>
    <w:rsid w:val="0073193B"/>
    <w:rsid w:val="00731C07"/>
    <w:rsid w:val="007322CE"/>
    <w:rsid w:val="0073289F"/>
    <w:rsid w:val="0073344A"/>
    <w:rsid w:val="00733E36"/>
    <w:rsid w:val="007342E6"/>
    <w:rsid w:val="00734DD6"/>
    <w:rsid w:val="00735522"/>
    <w:rsid w:val="00735EA5"/>
    <w:rsid w:val="00735F3C"/>
    <w:rsid w:val="00736228"/>
    <w:rsid w:val="00736E6A"/>
    <w:rsid w:val="007407B4"/>
    <w:rsid w:val="00740CC3"/>
    <w:rsid w:val="007417D3"/>
    <w:rsid w:val="00742001"/>
    <w:rsid w:val="007427EC"/>
    <w:rsid w:val="00742884"/>
    <w:rsid w:val="00742AFB"/>
    <w:rsid w:val="0074450C"/>
    <w:rsid w:val="00744836"/>
    <w:rsid w:val="00744B59"/>
    <w:rsid w:val="007458FE"/>
    <w:rsid w:val="00745D67"/>
    <w:rsid w:val="00747F09"/>
    <w:rsid w:val="007508A5"/>
    <w:rsid w:val="0075094B"/>
    <w:rsid w:val="00750B8E"/>
    <w:rsid w:val="00750C5E"/>
    <w:rsid w:val="00751247"/>
    <w:rsid w:val="007513E0"/>
    <w:rsid w:val="00751BA2"/>
    <w:rsid w:val="00752739"/>
    <w:rsid w:val="00752E13"/>
    <w:rsid w:val="007538E4"/>
    <w:rsid w:val="00754FAD"/>
    <w:rsid w:val="00755321"/>
    <w:rsid w:val="00755D66"/>
    <w:rsid w:val="00757593"/>
    <w:rsid w:val="00757F78"/>
    <w:rsid w:val="00760337"/>
    <w:rsid w:val="0076163B"/>
    <w:rsid w:val="0076188F"/>
    <w:rsid w:val="007627F9"/>
    <w:rsid w:val="007644B2"/>
    <w:rsid w:val="0076510C"/>
    <w:rsid w:val="0076523C"/>
    <w:rsid w:val="007658C7"/>
    <w:rsid w:val="007659AC"/>
    <w:rsid w:val="00765AC7"/>
    <w:rsid w:val="00766685"/>
    <w:rsid w:val="00766ADB"/>
    <w:rsid w:val="007677BC"/>
    <w:rsid w:val="0076798D"/>
    <w:rsid w:val="00767A17"/>
    <w:rsid w:val="007724AE"/>
    <w:rsid w:val="007724C3"/>
    <w:rsid w:val="007729B9"/>
    <w:rsid w:val="00772F1D"/>
    <w:rsid w:val="00774190"/>
    <w:rsid w:val="00774733"/>
    <w:rsid w:val="00775F7D"/>
    <w:rsid w:val="00776384"/>
    <w:rsid w:val="00776B18"/>
    <w:rsid w:val="00776D4F"/>
    <w:rsid w:val="00777005"/>
    <w:rsid w:val="007805A5"/>
    <w:rsid w:val="0078175F"/>
    <w:rsid w:val="00781904"/>
    <w:rsid w:val="0078217A"/>
    <w:rsid w:val="00782625"/>
    <w:rsid w:val="00783683"/>
    <w:rsid w:val="00784707"/>
    <w:rsid w:val="007854EC"/>
    <w:rsid w:val="00785857"/>
    <w:rsid w:val="00785E60"/>
    <w:rsid w:val="00786313"/>
    <w:rsid w:val="00786CE4"/>
    <w:rsid w:val="0079035A"/>
    <w:rsid w:val="00791218"/>
    <w:rsid w:val="007916A9"/>
    <w:rsid w:val="00791E5A"/>
    <w:rsid w:val="00791F77"/>
    <w:rsid w:val="007929F9"/>
    <w:rsid w:val="00792A80"/>
    <w:rsid w:val="007931C3"/>
    <w:rsid w:val="00793C8D"/>
    <w:rsid w:val="00795D94"/>
    <w:rsid w:val="007960D8"/>
    <w:rsid w:val="0079613E"/>
    <w:rsid w:val="00797F32"/>
    <w:rsid w:val="007A037F"/>
    <w:rsid w:val="007A0ABA"/>
    <w:rsid w:val="007A0CD0"/>
    <w:rsid w:val="007A14CE"/>
    <w:rsid w:val="007A1515"/>
    <w:rsid w:val="007A26C2"/>
    <w:rsid w:val="007A2F57"/>
    <w:rsid w:val="007A3EAD"/>
    <w:rsid w:val="007A4961"/>
    <w:rsid w:val="007A49B9"/>
    <w:rsid w:val="007A53D4"/>
    <w:rsid w:val="007A6090"/>
    <w:rsid w:val="007A6105"/>
    <w:rsid w:val="007A671C"/>
    <w:rsid w:val="007A68AD"/>
    <w:rsid w:val="007A7390"/>
    <w:rsid w:val="007A75CF"/>
    <w:rsid w:val="007A7665"/>
    <w:rsid w:val="007B1321"/>
    <w:rsid w:val="007B2576"/>
    <w:rsid w:val="007B2BF7"/>
    <w:rsid w:val="007B3354"/>
    <w:rsid w:val="007B3D0F"/>
    <w:rsid w:val="007B4C28"/>
    <w:rsid w:val="007B4F9C"/>
    <w:rsid w:val="007B5396"/>
    <w:rsid w:val="007B581B"/>
    <w:rsid w:val="007B6005"/>
    <w:rsid w:val="007B63C2"/>
    <w:rsid w:val="007B697C"/>
    <w:rsid w:val="007B716A"/>
    <w:rsid w:val="007B7BEE"/>
    <w:rsid w:val="007C0819"/>
    <w:rsid w:val="007C1C4E"/>
    <w:rsid w:val="007C2A0A"/>
    <w:rsid w:val="007C2D51"/>
    <w:rsid w:val="007C313F"/>
    <w:rsid w:val="007C3B34"/>
    <w:rsid w:val="007C40B8"/>
    <w:rsid w:val="007C4474"/>
    <w:rsid w:val="007C46BA"/>
    <w:rsid w:val="007C5E3D"/>
    <w:rsid w:val="007C6165"/>
    <w:rsid w:val="007C7E8F"/>
    <w:rsid w:val="007D0701"/>
    <w:rsid w:val="007D1B63"/>
    <w:rsid w:val="007D24DA"/>
    <w:rsid w:val="007D2E28"/>
    <w:rsid w:val="007D3824"/>
    <w:rsid w:val="007D5544"/>
    <w:rsid w:val="007D5A27"/>
    <w:rsid w:val="007D662F"/>
    <w:rsid w:val="007D6ADF"/>
    <w:rsid w:val="007E0B34"/>
    <w:rsid w:val="007E17B6"/>
    <w:rsid w:val="007E26E9"/>
    <w:rsid w:val="007E2F88"/>
    <w:rsid w:val="007E30F8"/>
    <w:rsid w:val="007E33E4"/>
    <w:rsid w:val="007E35D0"/>
    <w:rsid w:val="007E4361"/>
    <w:rsid w:val="007E444D"/>
    <w:rsid w:val="007E4E51"/>
    <w:rsid w:val="007E54A2"/>
    <w:rsid w:val="007E55F1"/>
    <w:rsid w:val="007E6A3E"/>
    <w:rsid w:val="007F0288"/>
    <w:rsid w:val="007F045E"/>
    <w:rsid w:val="007F17E3"/>
    <w:rsid w:val="007F19A0"/>
    <w:rsid w:val="007F19E8"/>
    <w:rsid w:val="007F1E47"/>
    <w:rsid w:val="007F2270"/>
    <w:rsid w:val="007F23F5"/>
    <w:rsid w:val="007F36F2"/>
    <w:rsid w:val="007F412B"/>
    <w:rsid w:val="007F47D0"/>
    <w:rsid w:val="007F592C"/>
    <w:rsid w:val="007F5E84"/>
    <w:rsid w:val="007F72C9"/>
    <w:rsid w:val="007F7E3B"/>
    <w:rsid w:val="008000AA"/>
    <w:rsid w:val="0080018C"/>
    <w:rsid w:val="00800F25"/>
    <w:rsid w:val="00800F5C"/>
    <w:rsid w:val="008012F9"/>
    <w:rsid w:val="00801533"/>
    <w:rsid w:val="00801B57"/>
    <w:rsid w:val="00803220"/>
    <w:rsid w:val="00803E1D"/>
    <w:rsid w:val="00804260"/>
    <w:rsid w:val="00804621"/>
    <w:rsid w:val="00804E08"/>
    <w:rsid w:val="00804E31"/>
    <w:rsid w:val="00805891"/>
    <w:rsid w:val="00806CBD"/>
    <w:rsid w:val="0080711E"/>
    <w:rsid w:val="008074F2"/>
    <w:rsid w:val="0080783B"/>
    <w:rsid w:val="0080797E"/>
    <w:rsid w:val="00811B4D"/>
    <w:rsid w:val="00812BC4"/>
    <w:rsid w:val="00812C1B"/>
    <w:rsid w:val="008132CB"/>
    <w:rsid w:val="008133C1"/>
    <w:rsid w:val="00813D42"/>
    <w:rsid w:val="00813D61"/>
    <w:rsid w:val="008146B7"/>
    <w:rsid w:val="00814972"/>
    <w:rsid w:val="0081659B"/>
    <w:rsid w:val="00816D55"/>
    <w:rsid w:val="00817344"/>
    <w:rsid w:val="008176AF"/>
    <w:rsid w:val="0081790A"/>
    <w:rsid w:val="00817E1C"/>
    <w:rsid w:val="0082059C"/>
    <w:rsid w:val="00820926"/>
    <w:rsid w:val="00820DA6"/>
    <w:rsid w:val="00821A16"/>
    <w:rsid w:val="00821A98"/>
    <w:rsid w:val="00821CA4"/>
    <w:rsid w:val="00823036"/>
    <w:rsid w:val="00824488"/>
    <w:rsid w:val="0082480A"/>
    <w:rsid w:val="0082543A"/>
    <w:rsid w:val="00825493"/>
    <w:rsid w:val="00825DF6"/>
    <w:rsid w:val="00826082"/>
    <w:rsid w:val="0082616B"/>
    <w:rsid w:val="008262D7"/>
    <w:rsid w:val="00826486"/>
    <w:rsid w:val="0082775F"/>
    <w:rsid w:val="00831299"/>
    <w:rsid w:val="00832184"/>
    <w:rsid w:val="0083298B"/>
    <w:rsid w:val="00832FD3"/>
    <w:rsid w:val="00833012"/>
    <w:rsid w:val="008340B3"/>
    <w:rsid w:val="0083415D"/>
    <w:rsid w:val="00835DDD"/>
    <w:rsid w:val="00836A74"/>
    <w:rsid w:val="00837029"/>
    <w:rsid w:val="00837448"/>
    <w:rsid w:val="00837DF2"/>
    <w:rsid w:val="00840630"/>
    <w:rsid w:val="008406E0"/>
    <w:rsid w:val="0084165C"/>
    <w:rsid w:val="00841E76"/>
    <w:rsid w:val="00843016"/>
    <w:rsid w:val="008430FC"/>
    <w:rsid w:val="008435EE"/>
    <w:rsid w:val="00843633"/>
    <w:rsid w:val="00843A2C"/>
    <w:rsid w:val="00843AC6"/>
    <w:rsid w:val="00843B3E"/>
    <w:rsid w:val="0084495E"/>
    <w:rsid w:val="00844CFC"/>
    <w:rsid w:val="00846294"/>
    <w:rsid w:val="0084629A"/>
    <w:rsid w:val="008467F6"/>
    <w:rsid w:val="00847445"/>
    <w:rsid w:val="008508DE"/>
    <w:rsid w:val="00850CCE"/>
    <w:rsid w:val="008517E9"/>
    <w:rsid w:val="00851C52"/>
    <w:rsid w:val="00851E7D"/>
    <w:rsid w:val="00852560"/>
    <w:rsid w:val="008527E6"/>
    <w:rsid w:val="0085305D"/>
    <w:rsid w:val="008532ED"/>
    <w:rsid w:val="008537E9"/>
    <w:rsid w:val="008545CD"/>
    <w:rsid w:val="0085467B"/>
    <w:rsid w:val="00854D1F"/>
    <w:rsid w:val="00856099"/>
    <w:rsid w:val="00856DFE"/>
    <w:rsid w:val="008574E7"/>
    <w:rsid w:val="00860B5D"/>
    <w:rsid w:val="00860EA9"/>
    <w:rsid w:val="008615DF"/>
    <w:rsid w:val="0086228C"/>
    <w:rsid w:val="008627CD"/>
    <w:rsid w:val="00863366"/>
    <w:rsid w:val="00863617"/>
    <w:rsid w:val="008638A7"/>
    <w:rsid w:val="00863A4F"/>
    <w:rsid w:val="00863F93"/>
    <w:rsid w:val="0086428F"/>
    <w:rsid w:val="00864E53"/>
    <w:rsid w:val="00864EB1"/>
    <w:rsid w:val="00865921"/>
    <w:rsid w:val="00867575"/>
    <w:rsid w:val="00867AD6"/>
    <w:rsid w:val="00867CB4"/>
    <w:rsid w:val="00870AC9"/>
    <w:rsid w:val="00870C43"/>
    <w:rsid w:val="00871A8A"/>
    <w:rsid w:val="00872B57"/>
    <w:rsid w:val="00872CD3"/>
    <w:rsid w:val="00872EA3"/>
    <w:rsid w:val="008763E7"/>
    <w:rsid w:val="00880F4F"/>
    <w:rsid w:val="008811E3"/>
    <w:rsid w:val="0088187F"/>
    <w:rsid w:val="00881FC2"/>
    <w:rsid w:val="00882B58"/>
    <w:rsid w:val="00882E45"/>
    <w:rsid w:val="008847F9"/>
    <w:rsid w:val="008854B7"/>
    <w:rsid w:val="008856C4"/>
    <w:rsid w:val="00885C19"/>
    <w:rsid w:val="00885CB2"/>
    <w:rsid w:val="008872D3"/>
    <w:rsid w:val="00887DDD"/>
    <w:rsid w:val="00887F1C"/>
    <w:rsid w:val="008904E2"/>
    <w:rsid w:val="00890BB7"/>
    <w:rsid w:val="00890C58"/>
    <w:rsid w:val="008919BF"/>
    <w:rsid w:val="00891BAB"/>
    <w:rsid w:val="008925A2"/>
    <w:rsid w:val="00893A51"/>
    <w:rsid w:val="008942CA"/>
    <w:rsid w:val="008942E0"/>
    <w:rsid w:val="00894518"/>
    <w:rsid w:val="00894A54"/>
    <w:rsid w:val="00894AA2"/>
    <w:rsid w:val="00894ABF"/>
    <w:rsid w:val="00894CD9"/>
    <w:rsid w:val="00894E06"/>
    <w:rsid w:val="00896057"/>
    <w:rsid w:val="00897797"/>
    <w:rsid w:val="00897E50"/>
    <w:rsid w:val="008A0C4D"/>
    <w:rsid w:val="008A1199"/>
    <w:rsid w:val="008A16F2"/>
    <w:rsid w:val="008A1767"/>
    <w:rsid w:val="008A1BCB"/>
    <w:rsid w:val="008A4A94"/>
    <w:rsid w:val="008A5337"/>
    <w:rsid w:val="008A6064"/>
    <w:rsid w:val="008A65AC"/>
    <w:rsid w:val="008A73ED"/>
    <w:rsid w:val="008A7D4E"/>
    <w:rsid w:val="008B2D7B"/>
    <w:rsid w:val="008B3DF0"/>
    <w:rsid w:val="008B4085"/>
    <w:rsid w:val="008B4174"/>
    <w:rsid w:val="008B514E"/>
    <w:rsid w:val="008B6661"/>
    <w:rsid w:val="008B68C1"/>
    <w:rsid w:val="008B7821"/>
    <w:rsid w:val="008C00A6"/>
    <w:rsid w:val="008C01B2"/>
    <w:rsid w:val="008C0E5B"/>
    <w:rsid w:val="008C2993"/>
    <w:rsid w:val="008C2EA9"/>
    <w:rsid w:val="008C4391"/>
    <w:rsid w:val="008C460E"/>
    <w:rsid w:val="008C5A00"/>
    <w:rsid w:val="008C5A5C"/>
    <w:rsid w:val="008C6D6B"/>
    <w:rsid w:val="008C6D83"/>
    <w:rsid w:val="008C6DAF"/>
    <w:rsid w:val="008C793B"/>
    <w:rsid w:val="008C797F"/>
    <w:rsid w:val="008C7AF4"/>
    <w:rsid w:val="008D0F3D"/>
    <w:rsid w:val="008D1C87"/>
    <w:rsid w:val="008D2866"/>
    <w:rsid w:val="008D2A87"/>
    <w:rsid w:val="008D339E"/>
    <w:rsid w:val="008D4C13"/>
    <w:rsid w:val="008D692C"/>
    <w:rsid w:val="008E059A"/>
    <w:rsid w:val="008E0CEF"/>
    <w:rsid w:val="008E23E0"/>
    <w:rsid w:val="008E27D1"/>
    <w:rsid w:val="008E3D75"/>
    <w:rsid w:val="008E3DC1"/>
    <w:rsid w:val="008E525C"/>
    <w:rsid w:val="008E5D57"/>
    <w:rsid w:val="008E5E8B"/>
    <w:rsid w:val="008E60E7"/>
    <w:rsid w:val="008E6811"/>
    <w:rsid w:val="008E6903"/>
    <w:rsid w:val="008E7D36"/>
    <w:rsid w:val="008F0042"/>
    <w:rsid w:val="008F006C"/>
    <w:rsid w:val="008F0A2C"/>
    <w:rsid w:val="008F0BCE"/>
    <w:rsid w:val="008F0D1B"/>
    <w:rsid w:val="008F1501"/>
    <w:rsid w:val="008F1C32"/>
    <w:rsid w:val="008F1EB6"/>
    <w:rsid w:val="008F22B8"/>
    <w:rsid w:val="008F23C3"/>
    <w:rsid w:val="008F333D"/>
    <w:rsid w:val="008F4393"/>
    <w:rsid w:val="008F4B0A"/>
    <w:rsid w:val="008F5141"/>
    <w:rsid w:val="008F51E0"/>
    <w:rsid w:val="008F527D"/>
    <w:rsid w:val="008F54F2"/>
    <w:rsid w:val="008F55F6"/>
    <w:rsid w:val="008F68F4"/>
    <w:rsid w:val="008F6A75"/>
    <w:rsid w:val="008F6F6A"/>
    <w:rsid w:val="00901825"/>
    <w:rsid w:val="00901B57"/>
    <w:rsid w:val="00901DE9"/>
    <w:rsid w:val="009026FE"/>
    <w:rsid w:val="0090327E"/>
    <w:rsid w:val="009032B5"/>
    <w:rsid w:val="00903793"/>
    <w:rsid w:val="00903CA7"/>
    <w:rsid w:val="0090454D"/>
    <w:rsid w:val="00904DD8"/>
    <w:rsid w:val="00904E6E"/>
    <w:rsid w:val="00906111"/>
    <w:rsid w:val="00906F04"/>
    <w:rsid w:val="00907106"/>
    <w:rsid w:val="0090755B"/>
    <w:rsid w:val="0090758D"/>
    <w:rsid w:val="009076F6"/>
    <w:rsid w:val="00907738"/>
    <w:rsid w:val="0090777B"/>
    <w:rsid w:val="00910D0A"/>
    <w:rsid w:val="009118BC"/>
    <w:rsid w:val="00913DBA"/>
    <w:rsid w:val="009141F4"/>
    <w:rsid w:val="00914442"/>
    <w:rsid w:val="00914553"/>
    <w:rsid w:val="009145D2"/>
    <w:rsid w:val="00914974"/>
    <w:rsid w:val="00914B96"/>
    <w:rsid w:val="00916A4B"/>
    <w:rsid w:val="00917D26"/>
    <w:rsid w:val="00920121"/>
    <w:rsid w:val="009201A3"/>
    <w:rsid w:val="00920902"/>
    <w:rsid w:val="00921614"/>
    <w:rsid w:val="0092207C"/>
    <w:rsid w:val="0092292E"/>
    <w:rsid w:val="00922E3D"/>
    <w:rsid w:val="00924AC7"/>
    <w:rsid w:val="00924E36"/>
    <w:rsid w:val="009252AA"/>
    <w:rsid w:val="00925681"/>
    <w:rsid w:val="00927029"/>
    <w:rsid w:val="0093009E"/>
    <w:rsid w:val="00930219"/>
    <w:rsid w:val="0093073D"/>
    <w:rsid w:val="00931880"/>
    <w:rsid w:val="00931B3C"/>
    <w:rsid w:val="00931C1A"/>
    <w:rsid w:val="00933686"/>
    <w:rsid w:val="0093482D"/>
    <w:rsid w:val="0093541E"/>
    <w:rsid w:val="00935FC6"/>
    <w:rsid w:val="0093698C"/>
    <w:rsid w:val="009371B3"/>
    <w:rsid w:val="00937C90"/>
    <w:rsid w:val="00937D0D"/>
    <w:rsid w:val="00940B2F"/>
    <w:rsid w:val="00942329"/>
    <w:rsid w:val="00943D18"/>
    <w:rsid w:val="0094490F"/>
    <w:rsid w:val="00945310"/>
    <w:rsid w:val="009455F1"/>
    <w:rsid w:val="00945AA2"/>
    <w:rsid w:val="00947919"/>
    <w:rsid w:val="009500BE"/>
    <w:rsid w:val="00950ABF"/>
    <w:rsid w:val="009515BF"/>
    <w:rsid w:val="00951C9D"/>
    <w:rsid w:val="00951D6A"/>
    <w:rsid w:val="00952EF3"/>
    <w:rsid w:val="00953715"/>
    <w:rsid w:val="00953829"/>
    <w:rsid w:val="00954142"/>
    <w:rsid w:val="0095436E"/>
    <w:rsid w:val="009548DF"/>
    <w:rsid w:val="00955260"/>
    <w:rsid w:val="00955A5E"/>
    <w:rsid w:val="00955DF2"/>
    <w:rsid w:val="009571B0"/>
    <w:rsid w:val="00957429"/>
    <w:rsid w:val="0095742F"/>
    <w:rsid w:val="00957519"/>
    <w:rsid w:val="00960168"/>
    <w:rsid w:val="009610F6"/>
    <w:rsid w:val="00961552"/>
    <w:rsid w:val="009632E1"/>
    <w:rsid w:val="009636B4"/>
    <w:rsid w:val="00964469"/>
    <w:rsid w:val="0096567E"/>
    <w:rsid w:val="00966525"/>
    <w:rsid w:val="00966529"/>
    <w:rsid w:val="0097032B"/>
    <w:rsid w:val="009703D5"/>
    <w:rsid w:val="00970DB7"/>
    <w:rsid w:val="00971E6C"/>
    <w:rsid w:val="00972ABE"/>
    <w:rsid w:val="00972EE8"/>
    <w:rsid w:val="009735DB"/>
    <w:rsid w:val="00973BB9"/>
    <w:rsid w:val="00974C57"/>
    <w:rsid w:val="00975E1C"/>
    <w:rsid w:val="00976509"/>
    <w:rsid w:val="009772D7"/>
    <w:rsid w:val="0097782F"/>
    <w:rsid w:val="00980ABA"/>
    <w:rsid w:val="00981E01"/>
    <w:rsid w:val="009820DA"/>
    <w:rsid w:val="00982756"/>
    <w:rsid w:val="0098288B"/>
    <w:rsid w:val="009833A9"/>
    <w:rsid w:val="00983E84"/>
    <w:rsid w:val="00984357"/>
    <w:rsid w:val="009844D7"/>
    <w:rsid w:val="00984FB8"/>
    <w:rsid w:val="00985CAB"/>
    <w:rsid w:val="009863FA"/>
    <w:rsid w:val="00986FA2"/>
    <w:rsid w:val="00990E2F"/>
    <w:rsid w:val="0099109C"/>
    <w:rsid w:val="009922D2"/>
    <w:rsid w:val="009928FD"/>
    <w:rsid w:val="00993172"/>
    <w:rsid w:val="009937FA"/>
    <w:rsid w:val="00994C15"/>
    <w:rsid w:val="00997D87"/>
    <w:rsid w:val="009A0587"/>
    <w:rsid w:val="009A111A"/>
    <w:rsid w:val="009A167E"/>
    <w:rsid w:val="009A3695"/>
    <w:rsid w:val="009A4ACC"/>
    <w:rsid w:val="009A6E07"/>
    <w:rsid w:val="009B0D1C"/>
    <w:rsid w:val="009B10DC"/>
    <w:rsid w:val="009B17FD"/>
    <w:rsid w:val="009B2D42"/>
    <w:rsid w:val="009B306E"/>
    <w:rsid w:val="009B34D2"/>
    <w:rsid w:val="009B3F34"/>
    <w:rsid w:val="009B413E"/>
    <w:rsid w:val="009B46C1"/>
    <w:rsid w:val="009B4D0B"/>
    <w:rsid w:val="009B5BA0"/>
    <w:rsid w:val="009B6534"/>
    <w:rsid w:val="009B6583"/>
    <w:rsid w:val="009B65BE"/>
    <w:rsid w:val="009B6BD4"/>
    <w:rsid w:val="009C0979"/>
    <w:rsid w:val="009C0A43"/>
    <w:rsid w:val="009C1B3A"/>
    <w:rsid w:val="009C1CD7"/>
    <w:rsid w:val="009C1DA4"/>
    <w:rsid w:val="009C2E0C"/>
    <w:rsid w:val="009C3493"/>
    <w:rsid w:val="009C451C"/>
    <w:rsid w:val="009C4AE7"/>
    <w:rsid w:val="009C5452"/>
    <w:rsid w:val="009C6F88"/>
    <w:rsid w:val="009C747F"/>
    <w:rsid w:val="009D045E"/>
    <w:rsid w:val="009D16C1"/>
    <w:rsid w:val="009D19DD"/>
    <w:rsid w:val="009D1D2E"/>
    <w:rsid w:val="009D3546"/>
    <w:rsid w:val="009D3960"/>
    <w:rsid w:val="009D3DB0"/>
    <w:rsid w:val="009D403F"/>
    <w:rsid w:val="009D43EA"/>
    <w:rsid w:val="009D4C94"/>
    <w:rsid w:val="009D55E1"/>
    <w:rsid w:val="009D5769"/>
    <w:rsid w:val="009D5E85"/>
    <w:rsid w:val="009D7C64"/>
    <w:rsid w:val="009E065C"/>
    <w:rsid w:val="009E0ADF"/>
    <w:rsid w:val="009E0AE5"/>
    <w:rsid w:val="009E1CA3"/>
    <w:rsid w:val="009E1EA3"/>
    <w:rsid w:val="009E1ECE"/>
    <w:rsid w:val="009E38D3"/>
    <w:rsid w:val="009E3EC4"/>
    <w:rsid w:val="009E43B9"/>
    <w:rsid w:val="009E482D"/>
    <w:rsid w:val="009E4B23"/>
    <w:rsid w:val="009E4C57"/>
    <w:rsid w:val="009E5DFE"/>
    <w:rsid w:val="009E7877"/>
    <w:rsid w:val="009F03F8"/>
    <w:rsid w:val="009F0B98"/>
    <w:rsid w:val="009F0D4A"/>
    <w:rsid w:val="009F1C52"/>
    <w:rsid w:val="009F1FC3"/>
    <w:rsid w:val="009F39B5"/>
    <w:rsid w:val="009F466C"/>
    <w:rsid w:val="009F5425"/>
    <w:rsid w:val="009F5795"/>
    <w:rsid w:val="009F5800"/>
    <w:rsid w:val="009F5ED0"/>
    <w:rsid w:val="009F64F9"/>
    <w:rsid w:val="009F653E"/>
    <w:rsid w:val="009F6DB8"/>
    <w:rsid w:val="009F723E"/>
    <w:rsid w:val="009F75C2"/>
    <w:rsid w:val="009F7D2F"/>
    <w:rsid w:val="00A0106D"/>
    <w:rsid w:val="00A01152"/>
    <w:rsid w:val="00A01687"/>
    <w:rsid w:val="00A02B5B"/>
    <w:rsid w:val="00A030E6"/>
    <w:rsid w:val="00A03508"/>
    <w:rsid w:val="00A04371"/>
    <w:rsid w:val="00A05ABD"/>
    <w:rsid w:val="00A07172"/>
    <w:rsid w:val="00A07997"/>
    <w:rsid w:val="00A13824"/>
    <w:rsid w:val="00A1472A"/>
    <w:rsid w:val="00A16378"/>
    <w:rsid w:val="00A17A1B"/>
    <w:rsid w:val="00A17B26"/>
    <w:rsid w:val="00A223E0"/>
    <w:rsid w:val="00A225A6"/>
    <w:rsid w:val="00A22602"/>
    <w:rsid w:val="00A228F6"/>
    <w:rsid w:val="00A24D8F"/>
    <w:rsid w:val="00A263D1"/>
    <w:rsid w:val="00A26A06"/>
    <w:rsid w:val="00A2702F"/>
    <w:rsid w:val="00A271A1"/>
    <w:rsid w:val="00A300A1"/>
    <w:rsid w:val="00A30251"/>
    <w:rsid w:val="00A302CA"/>
    <w:rsid w:val="00A30883"/>
    <w:rsid w:val="00A3104E"/>
    <w:rsid w:val="00A311AC"/>
    <w:rsid w:val="00A311C2"/>
    <w:rsid w:val="00A31318"/>
    <w:rsid w:val="00A32831"/>
    <w:rsid w:val="00A34489"/>
    <w:rsid w:val="00A34C5C"/>
    <w:rsid w:val="00A35031"/>
    <w:rsid w:val="00A3617E"/>
    <w:rsid w:val="00A361D4"/>
    <w:rsid w:val="00A36D89"/>
    <w:rsid w:val="00A371F4"/>
    <w:rsid w:val="00A374DD"/>
    <w:rsid w:val="00A40331"/>
    <w:rsid w:val="00A41C33"/>
    <w:rsid w:val="00A41E0B"/>
    <w:rsid w:val="00A45F9B"/>
    <w:rsid w:val="00A469A0"/>
    <w:rsid w:val="00A47116"/>
    <w:rsid w:val="00A51375"/>
    <w:rsid w:val="00A51D74"/>
    <w:rsid w:val="00A51FEB"/>
    <w:rsid w:val="00A540BC"/>
    <w:rsid w:val="00A54170"/>
    <w:rsid w:val="00A5418B"/>
    <w:rsid w:val="00A5443C"/>
    <w:rsid w:val="00A5552F"/>
    <w:rsid w:val="00A55A12"/>
    <w:rsid w:val="00A55A61"/>
    <w:rsid w:val="00A5610B"/>
    <w:rsid w:val="00A56125"/>
    <w:rsid w:val="00A56829"/>
    <w:rsid w:val="00A56A01"/>
    <w:rsid w:val="00A56F31"/>
    <w:rsid w:val="00A600F2"/>
    <w:rsid w:val="00A601C0"/>
    <w:rsid w:val="00A605E7"/>
    <w:rsid w:val="00A60A70"/>
    <w:rsid w:val="00A61EC8"/>
    <w:rsid w:val="00A621C3"/>
    <w:rsid w:val="00A623B4"/>
    <w:rsid w:val="00A62C20"/>
    <w:rsid w:val="00A633DB"/>
    <w:rsid w:val="00A6531E"/>
    <w:rsid w:val="00A67083"/>
    <w:rsid w:val="00A67234"/>
    <w:rsid w:val="00A701B7"/>
    <w:rsid w:val="00A70E0F"/>
    <w:rsid w:val="00A70EE6"/>
    <w:rsid w:val="00A70F50"/>
    <w:rsid w:val="00A71EDC"/>
    <w:rsid w:val="00A722C7"/>
    <w:rsid w:val="00A72C0F"/>
    <w:rsid w:val="00A73A71"/>
    <w:rsid w:val="00A746C7"/>
    <w:rsid w:val="00A74FB1"/>
    <w:rsid w:val="00A752FF"/>
    <w:rsid w:val="00A770E8"/>
    <w:rsid w:val="00A77BEB"/>
    <w:rsid w:val="00A817DE"/>
    <w:rsid w:val="00A81AD6"/>
    <w:rsid w:val="00A81ED5"/>
    <w:rsid w:val="00A82459"/>
    <w:rsid w:val="00A82B79"/>
    <w:rsid w:val="00A82E70"/>
    <w:rsid w:val="00A8434D"/>
    <w:rsid w:val="00A843CC"/>
    <w:rsid w:val="00A84464"/>
    <w:rsid w:val="00A85F65"/>
    <w:rsid w:val="00A87593"/>
    <w:rsid w:val="00A90136"/>
    <w:rsid w:val="00A9146D"/>
    <w:rsid w:val="00A92738"/>
    <w:rsid w:val="00A92F33"/>
    <w:rsid w:val="00A95109"/>
    <w:rsid w:val="00A96BFE"/>
    <w:rsid w:val="00A979F6"/>
    <w:rsid w:val="00A97BC5"/>
    <w:rsid w:val="00AA0381"/>
    <w:rsid w:val="00AA066A"/>
    <w:rsid w:val="00AA1B2A"/>
    <w:rsid w:val="00AA2519"/>
    <w:rsid w:val="00AA317B"/>
    <w:rsid w:val="00AA339D"/>
    <w:rsid w:val="00AA3DB1"/>
    <w:rsid w:val="00AA498E"/>
    <w:rsid w:val="00AA5870"/>
    <w:rsid w:val="00AA5A7C"/>
    <w:rsid w:val="00AA6163"/>
    <w:rsid w:val="00AA6B4B"/>
    <w:rsid w:val="00AA6EEF"/>
    <w:rsid w:val="00AB1605"/>
    <w:rsid w:val="00AB1787"/>
    <w:rsid w:val="00AB4D3B"/>
    <w:rsid w:val="00AB555A"/>
    <w:rsid w:val="00AB55DA"/>
    <w:rsid w:val="00AB6FFF"/>
    <w:rsid w:val="00AB729C"/>
    <w:rsid w:val="00AB75A4"/>
    <w:rsid w:val="00AB7868"/>
    <w:rsid w:val="00AB7C8F"/>
    <w:rsid w:val="00AC1CEA"/>
    <w:rsid w:val="00AC1EB0"/>
    <w:rsid w:val="00AC210E"/>
    <w:rsid w:val="00AC2830"/>
    <w:rsid w:val="00AC29EA"/>
    <w:rsid w:val="00AC4230"/>
    <w:rsid w:val="00AC42C8"/>
    <w:rsid w:val="00AC4C90"/>
    <w:rsid w:val="00AC4F5F"/>
    <w:rsid w:val="00AC5345"/>
    <w:rsid w:val="00AC6681"/>
    <w:rsid w:val="00AC6B20"/>
    <w:rsid w:val="00AC7AC9"/>
    <w:rsid w:val="00AD0750"/>
    <w:rsid w:val="00AD0C63"/>
    <w:rsid w:val="00AD0F4E"/>
    <w:rsid w:val="00AD2515"/>
    <w:rsid w:val="00AD3800"/>
    <w:rsid w:val="00AD3B51"/>
    <w:rsid w:val="00AD45D4"/>
    <w:rsid w:val="00AD4D6A"/>
    <w:rsid w:val="00AD55B0"/>
    <w:rsid w:val="00AD6F97"/>
    <w:rsid w:val="00AD72F6"/>
    <w:rsid w:val="00AE0299"/>
    <w:rsid w:val="00AE0A03"/>
    <w:rsid w:val="00AE2704"/>
    <w:rsid w:val="00AE2D14"/>
    <w:rsid w:val="00AE2D42"/>
    <w:rsid w:val="00AE2EFB"/>
    <w:rsid w:val="00AE575E"/>
    <w:rsid w:val="00AE718B"/>
    <w:rsid w:val="00AE7372"/>
    <w:rsid w:val="00AE75BC"/>
    <w:rsid w:val="00AF0046"/>
    <w:rsid w:val="00AF00E7"/>
    <w:rsid w:val="00AF0260"/>
    <w:rsid w:val="00AF0BC9"/>
    <w:rsid w:val="00AF0DC7"/>
    <w:rsid w:val="00AF1FB8"/>
    <w:rsid w:val="00AF35F6"/>
    <w:rsid w:val="00AF3EEE"/>
    <w:rsid w:val="00AF521D"/>
    <w:rsid w:val="00AF5B5C"/>
    <w:rsid w:val="00AF6408"/>
    <w:rsid w:val="00B00994"/>
    <w:rsid w:val="00B00F84"/>
    <w:rsid w:val="00B01292"/>
    <w:rsid w:val="00B0150F"/>
    <w:rsid w:val="00B028CA"/>
    <w:rsid w:val="00B02D94"/>
    <w:rsid w:val="00B0322E"/>
    <w:rsid w:val="00B03641"/>
    <w:rsid w:val="00B045DC"/>
    <w:rsid w:val="00B0536F"/>
    <w:rsid w:val="00B053DF"/>
    <w:rsid w:val="00B059C4"/>
    <w:rsid w:val="00B07355"/>
    <w:rsid w:val="00B07B02"/>
    <w:rsid w:val="00B10174"/>
    <w:rsid w:val="00B119AD"/>
    <w:rsid w:val="00B11FCA"/>
    <w:rsid w:val="00B1213B"/>
    <w:rsid w:val="00B1263F"/>
    <w:rsid w:val="00B127CA"/>
    <w:rsid w:val="00B128CD"/>
    <w:rsid w:val="00B13171"/>
    <w:rsid w:val="00B13723"/>
    <w:rsid w:val="00B14888"/>
    <w:rsid w:val="00B15714"/>
    <w:rsid w:val="00B16E81"/>
    <w:rsid w:val="00B17E4D"/>
    <w:rsid w:val="00B20043"/>
    <w:rsid w:val="00B20A7D"/>
    <w:rsid w:val="00B21445"/>
    <w:rsid w:val="00B21E53"/>
    <w:rsid w:val="00B21F06"/>
    <w:rsid w:val="00B22697"/>
    <w:rsid w:val="00B22F8C"/>
    <w:rsid w:val="00B2352D"/>
    <w:rsid w:val="00B23956"/>
    <w:rsid w:val="00B23F5B"/>
    <w:rsid w:val="00B240B0"/>
    <w:rsid w:val="00B24161"/>
    <w:rsid w:val="00B2774D"/>
    <w:rsid w:val="00B3092B"/>
    <w:rsid w:val="00B30B2B"/>
    <w:rsid w:val="00B310DF"/>
    <w:rsid w:val="00B3121C"/>
    <w:rsid w:val="00B31A06"/>
    <w:rsid w:val="00B3311F"/>
    <w:rsid w:val="00B34A17"/>
    <w:rsid w:val="00B34AC9"/>
    <w:rsid w:val="00B3504F"/>
    <w:rsid w:val="00B355B2"/>
    <w:rsid w:val="00B36166"/>
    <w:rsid w:val="00B379F6"/>
    <w:rsid w:val="00B40DBA"/>
    <w:rsid w:val="00B4117E"/>
    <w:rsid w:val="00B43690"/>
    <w:rsid w:val="00B43E61"/>
    <w:rsid w:val="00B4403D"/>
    <w:rsid w:val="00B45056"/>
    <w:rsid w:val="00B45307"/>
    <w:rsid w:val="00B4543A"/>
    <w:rsid w:val="00B50AD9"/>
    <w:rsid w:val="00B51ADE"/>
    <w:rsid w:val="00B522CD"/>
    <w:rsid w:val="00B5277A"/>
    <w:rsid w:val="00B527EF"/>
    <w:rsid w:val="00B52E63"/>
    <w:rsid w:val="00B53218"/>
    <w:rsid w:val="00B53825"/>
    <w:rsid w:val="00B54261"/>
    <w:rsid w:val="00B54A16"/>
    <w:rsid w:val="00B56122"/>
    <w:rsid w:val="00B56B6D"/>
    <w:rsid w:val="00B60CCC"/>
    <w:rsid w:val="00B60FD3"/>
    <w:rsid w:val="00B63356"/>
    <w:rsid w:val="00B63468"/>
    <w:rsid w:val="00B64732"/>
    <w:rsid w:val="00B64796"/>
    <w:rsid w:val="00B66E4C"/>
    <w:rsid w:val="00B66F4F"/>
    <w:rsid w:val="00B67145"/>
    <w:rsid w:val="00B67B76"/>
    <w:rsid w:val="00B67F1B"/>
    <w:rsid w:val="00B70002"/>
    <w:rsid w:val="00B7143A"/>
    <w:rsid w:val="00B71587"/>
    <w:rsid w:val="00B719B4"/>
    <w:rsid w:val="00B71EAA"/>
    <w:rsid w:val="00B72C57"/>
    <w:rsid w:val="00B7300A"/>
    <w:rsid w:val="00B73167"/>
    <w:rsid w:val="00B7498C"/>
    <w:rsid w:val="00B74D10"/>
    <w:rsid w:val="00B74FC2"/>
    <w:rsid w:val="00B75C44"/>
    <w:rsid w:val="00B75F1C"/>
    <w:rsid w:val="00B76D00"/>
    <w:rsid w:val="00B77055"/>
    <w:rsid w:val="00B8086B"/>
    <w:rsid w:val="00B81810"/>
    <w:rsid w:val="00B81874"/>
    <w:rsid w:val="00B818B7"/>
    <w:rsid w:val="00B82B41"/>
    <w:rsid w:val="00B83E0F"/>
    <w:rsid w:val="00B8401F"/>
    <w:rsid w:val="00B84332"/>
    <w:rsid w:val="00B84CC5"/>
    <w:rsid w:val="00B85123"/>
    <w:rsid w:val="00B85575"/>
    <w:rsid w:val="00B8783E"/>
    <w:rsid w:val="00B90403"/>
    <w:rsid w:val="00B90C87"/>
    <w:rsid w:val="00B911A4"/>
    <w:rsid w:val="00B926F2"/>
    <w:rsid w:val="00B93B01"/>
    <w:rsid w:val="00B940A7"/>
    <w:rsid w:val="00B945B8"/>
    <w:rsid w:val="00B95247"/>
    <w:rsid w:val="00B961C6"/>
    <w:rsid w:val="00B9635D"/>
    <w:rsid w:val="00B963C5"/>
    <w:rsid w:val="00B97251"/>
    <w:rsid w:val="00B97377"/>
    <w:rsid w:val="00BA0D2B"/>
    <w:rsid w:val="00BA143D"/>
    <w:rsid w:val="00BA1AE3"/>
    <w:rsid w:val="00BA212E"/>
    <w:rsid w:val="00BA2308"/>
    <w:rsid w:val="00BA2784"/>
    <w:rsid w:val="00BA31C0"/>
    <w:rsid w:val="00BA3BB5"/>
    <w:rsid w:val="00BA41F3"/>
    <w:rsid w:val="00BA434B"/>
    <w:rsid w:val="00BA4592"/>
    <w:rsid w:val="00BA5AD1"/>
    <w:rsid w:val="00BA5BD7"/>
    <w:rsid w:val="00BA63DB"/>
    <w:rsid w:val="00BA716F"/>
    <w:rsid w:val="00BA739E"/>
    <w:rsid w:val="00BA76AE"/>
    <w:rsid w:val="00BB02DF"/>
    <w:rsid w:val="00BB11F3"/>
    <w:rsid w:val="00BB1DD2"/>
    <w:rsid w:val="00BB2473"/>
    <w:rsid w:val="00BB2541"/>
    <w:rsid w:val="00BB2D9A"/>
    <w:rsid w:val="00BB31F4"/>
    <w:rsid w:val="00BB46F9"/>
    <w:rsid w:val="00BB4A74"/>
    <w:rsid w:val="00BB6369"/>
    <w:rsid w:val="00BB76D5"/>
    <w:rsid w:val="00BB7DE3"/>
    <w:rsid w:val="00BC027F"/>
    <w:rsid w:val="00BC138B"/>
    <w:rsid w:val="00BC1566"/>
    <w:rsid w:val="00BC1D67"/>
    <w:rsid w:val="00BC28A1"/>
    <w:rsid w:val="00BC36C4"/>
    <w:rsid w:val="00BC3A34"/>
    <w:rsid w:val="00BC3B41"/>
    <w:rsid w:val="00BC3FD6"/>
    <w:rsid w:val="00BC45D7"/>
    <w:rsid w:val="00BC52CB"/>
    <w:rsid w:val="00BC5A50"/>
    <w:rsid w:val="00BC5B5C"/>
    <w:rsid w:val="00BC614C"/>
    <w:rsid w:val="00BC79E3"/>
    <w:rsid w:val="00BD0619"/>
    <w:rsid w:val="00BD0773"/>
    <w:rsid w:val="00BD0E31"/>
    <w:rsid w:val="00BD1064"/>
    <w:rsid w:val="00BD117A"/>
    <w:rsid w:val="00BD17CB"/>
    <w:rsid w:val="00BD184C"/>
    <w:rsid w:val="00BD24AA"/>
    <w:rsid w:val="00BD2BD8"/>
    <w:rsid w:val="00BD31DF"/>
    <w:rsid w:val="00BD34D6"/>
    <w:rsid w:val="00BD3BBD"/>
    <w:rsid w:val="00BD3EA7"/>
    <w:rsid w:val="00BD3F9D"/>
    <w:rsid w:val="00BD4282"/>
    <w:rsid w:val="00BD47D0"/>
    <w:rsid w:val="00BD4EED"/>
    <w:rsid w:val="00BD67D6"/>
    <w:rsid w:val="00BD69F3"/>
    <w:rsid w:val="00BD7741"/>
    <w:rsid w:val="00BD7F3F"/>
    <w:rsid w:val="00BE02CE"/>
    <w:rsid w:val="00BE0913"/>
    <w:rsid w:val="00BE0E98"/>
    <w:rsid w:val="00BE1094"/>
    <w:rsid w:val="00BE151A"/>
    <w:rsid w:val="00BE19D5"/>
    <w:rsid w:val="00BE1A5E"/>
    <w:rsid w:val="00BE23D0"/>
    <w:rsid w:val="00BE2B4C"/>
    <w:rsid w:val="00BE3BE4"/>
    <w:rsid w:val="00BE40FE"/>
    <w:rsid w:val="00BE4A8F"/>
    <w:rsid w:val="00BE50A2"/>
    <w:rsid w:val="00BE512A"/>
    <w:rsid w:val="00BE51D7"/>
    <w:rsid w:val="00BE62DD"/>
    <w:rsid w:val="00BE7134"/>
    <w:rsid w:val="00BE7401"/>
    <w:rsid w:val="00BE784A"/>
    <w:rsid w:val="00BF117A"/>
    <w:rsid w:val="00BF3D6C"/>
    <w:rsid w:val="00BF4421"/>
    <w:rsid w:val="00BF4B19"/>
    <w:rsid w:val="00BF6E06"/>
    <w:rsid w:val="00C02291"/>
    <w:rsid w:val="00C0271C"/>
    <w:rsid w:val="00C03519"/>
    <w:rsid w:val="00C0572F"/>
    <w:rsid w:val="00C0613B"/>
    <w:rsid w:val="00C06BFE"/>
    <w:rsid w:val="00C0743D"/>
    <w:rsid w:val="00C07C1B"/>
    <w:rsid w:val="00C07F65"/>
    <w:rsid w:val="00C10275"/>
    <w:rsid w:val="00C113AB"/>
    <w:rsid w:val="00C11C0B"/>
    <w:rsid w:val="00C12242"/>
    <w:rsid w:val="00C13216"/>
    <w:rsid w:val="00C13861"/>
    <w:rsid w:val="00C138E8"/>
    <w:rsid w:val="00C143E5"/>
    <w:rsid w:val="00C15938"/>
    <w:rsid w:val="00C1677D"/>
    <w:rsid w:val="00C215DD"/>
    <w:rsid w:val="00C2211F"/>
    <w:rsid w:val="00C2217B"/>
    <w:rsid w:val="00C22D44"/>
    <w:rsid w:val="00C24566"/>
    <w:rsid w:val="00C2456B"/>
    <w:rsid w:val="00C24ECE"/>
    <w:rsid w:val="00C2506D"/>
    <w:rsid w:val="00C2511A"/>
    <w:rsid w:val="00C25D35"/>
    <w:rsid w:val="00C27CA4"/>
    <w:rsid w:val="00C307E1"/>
    <w:rsid w:val="00C30DAB"/>
    <w:rsid w:val="00C31893"/>
    <w:rsid w:val="00C31DAF"/>
    <w:rsid w:val="00C321EC"/>
    <w:rsid w:val="00C32353"/>
    <w:rsid w:val="00C3277A"/>
    <w:rsid w:val="00C333A9"/>
    <w:rsid w:val="00C33CDC"/>
    <w:rsid w:val="00C341A0"/>
    <w:rsid w:val="00C34F85"/>
    <w:rsid w:val="00C35B90"/>
    <w:rsid w:val="00C3686E"/>
    <w:rsid w:val="00C3720F"/>
    <w:rsid w:val="00C37758"/>
    <w:rsid w:val="00C377C3"/>
    <w:rsid w:val="00C37B17"/>
    <w:rsid w:val="00C37C1B"/>
    <w:rsid w:val="00C37C5A"/>
    <w:rsid w:val="00C37E67"/>
    <w:rsid w:val="00C40B92"/>
    <w:rsid w:val="00C41C68"/>
    <w:rsid w:val="00C42171"/>
    <w:rsid w:val="00C4217E"/>
    <w:rsid w:val="00C46112"/>
    <w:rsid w:val="00C46285"/>
    <w:rsid w:val="00C47AA0"/>
    <w:rsid w:val="00C50A33"/>
    <w:rsid w:val="00C527CA"/>
    <w:rsid w:val="00C551AC"/>
    <w:rsid w:val="00C552AC"/>
    <w:rsid w:val="00C55711"/>
    <w:rsid w:val="00C55AAE"/>
    <w:rsid w:val="00C55E08"/>
    <w:rsid w:val="00C56F57"/>
    <w:rsid w:val="00C5755C"/>
    <w:rsid w:val="00C57AC6"/>
    <w:rsid w:val="00C57C5B"/>
    <w:rsid w:val="00C57C6D"/>
    <w:rsid w:val="00C60091"/>
    <w:rsid w:val="00C602F9"/>
    <w:rsid w:val="00C606AF"/>
    <w:rsid w:val="00C60CB6"/>
    <w:rsid w:val="00C60DB6"/>
    <w:rsid w:val="00C610B7"/>
    <w:rsid w:val="00C611BC"/>
    <w:rsid w:val="00C62279"/>
    <w:rsid w:val="00C622DA"/>
    <w:rsid w:val="00C62AF7"/>
    <w:rsid w:val="00C63990"/>
    <w:rsid w:val="00C63E67"/>
    <w:rsid w:val="00C6534C"/>
    <w:rsid w:val="00C67132"/>
    <w:rsid w:val="00C67459"/>
    <w:rsid w:val="00C6768A"/>
    <w:rsid w:val="00C67FF9"/>
    <w:rsid w:val="00C7013B"/>
    <w:rsid w:val="00C715C0"/>
    <w:rsid w:val="00C716B9"/>
    <w:rsid w:val="00C74179"/>
    <w:rsid w:val="00C743ED"/>
    <w:rsid w:val="00C74462"/>
    <w:rsid w:val="00C74601"/>
    <w:rsid w:val="00C74BF3"/>
    <w:rsid w:val="00C758A2"/>
    <w:rsid w:val="00C75FC9"/>
    <w:rsid w:val="00C7636A"/>
    <w:rsid w:val="00C803EC"/>
    <w:rsid w:val="00C80D9C"/>
    <w:rsid w:val="00C82831"/>
    <w:rsid w:val="00C82B72"/>
    <w:rsid w:val="00C82E84"/>
    <w:rsid w:val="00C82F28"/>
    <w:rsid w:val="00C8434C"/>
    <w:rsid w:val="00C854F4"/>
    <w:rsid w:val="00C85875"/>
    <w:rsid w:val="00C873E7"/>
    <w:rsid w:val="00C9046D"/>
    <w:rsid w:val="00C924D2"/>
    <w:rsid w:val="00C92B1F"/>
    <w:rsid w:val="00C96040"/>
    <w:rsid w:val="00C970A6"/>
    <w:rsid w:val="00C97250"/>
    <w:rsid w:val="00C97604"/>
    <w:rsid w:val="00CA2967"/>
    <w:rsid w:val="00CA2B20"/>
    <w:rsid w:val="00CA2E2A"/>
    <w:rsid w:val="00CA2FB7"/>
    <w:rsid w:val="00CA4014"/>
    <w:rsid w:val="00CA4E80"/>
    <w:rsid w:val="00CA5751"/>
    <w:rsid w:val="00CA632F"/>
    <w:rsid w:val="00CA6757"/>
    <w:rsid w:val="00CA7170"/>
    <w:rsid w:val="00CA7CE4"/>
    <w:rsid w:val="00CB0254"/>
    <w:rsid w:val="00CB120E"/>
    <w:rsid w:val="00CB1AFD"/>
    <w:rsid w:val="00CB2118"/>
    <w:rsid w:val="00CB21B0"/>
    <w:rsid w:val="00CB2370"/>
    <w:rsid w:val="00CB2EBE"/>
    <w:rsid w:val="00CB2FF1"/>
    <w:rsid w:val="00CB4AAA"/>
    <w:rsid w:val="00CB597C"/>
    <w:rsid w:val="00CB79A3"/>
    <w:rsid w:val="00CC0802"/>
    <w:rsid w:val="00CC1480"/>
    <w:rsid w:val="00CC14D8"/>
    <w:rsid w:val="00CC1B20"/>
    <w:rsid w:val="00CC23E6"/>
    <w:rsid w:val="00CC3446"/>
    <w:rsid w:val="00CC447B"/>
    <w:rsid w:val="00CC50A9"/>
    <w:rsid w:val="00CC5617"/>
    <w:rsid w:val="00CC7012"/>
    <w:rsid w:val="00CC75CA"/>
    <w:rsid w:val="00CD12E0"/>
    <w:rsid w:val="00CD2C3D"/>
    <w:rsid w:val="00CD31E7"/>
    <w:rsid w:val="00CD3822"/>
    <w:rsid w:val="00CD3E77"/>
    <w:rsid w:val="00CD4C13"/>
    <w:rsid w:val="00CD622E"/>
    <w:rsid w:val="00CD68A0"/>
    <w:rsid w:val="00CD6B60"/>
    <w:rsid w:val="00CD6DC4"/>
    <w:rsid w:val="00CE1051"/>
    <w:rsid w:val="00CE1754"/>
    <w:rsid w:val="00CE1AEA"/>
    <w:rsid w:val="00CE2130"/>
    <w:rsid w:val="00CE3DBB"/>
    <w:rsid w:val="00CE3E9B"/>
    <w:rsid w:val="00CE404D"/>
    <w:rsid w:val="00CE4800"/>
    <w:rsid w:val="00CF03CD"/>
    <w:rsid w:val="00CF068D"/>
    <w:rsid w:val="00CF09AE"/>
    <w:rsid w:val="00CF0F70"/>
    <w:rsid w:val="00CF0FCA"/>
    <w:rsid w:val="00CF102F"/>
    <w:rsid w:val="00CF1251"/>
    <w:rsid w:val="00CF25D0"/>
    <w:rsid w:val="00CF3104"/>
    <w:rsid w:val="00CF32FC"/>
    <w:rsid w:val="00CF338C"/>
    <w:rsid w:val="00CF40F0"/>
    <w:rsid w:val="00CF4FDF"/>
    <w:rsid w:val="00CF5DDA"/>
    <w:rsid w:val="00CF60E4"/>
    <w:rsid w:val="00CF6703"/>
    <w:rsid w:val="00CF68EC"/>
    <w:rsid w:val="00CF6A57"/>
    <w:rsid w:val="00CF76B8"/>
    <w:rsid w:val="00D01C20"/>
    <w:rsid w:val="00D01F98"/>
    <w:rsid w:val="00D02632"/>
    <w:rsid w:val="00D02840"/>
    <w:rsid w:val="00D03EB9"/>
    <w:rsid w:val="00D04180"/>
    <w:rsid w:val="00D0453B"/>
    <w:rsid w:val="00D04FFB"/>
    <w:rsid w:val="00D0588F"/>
    <w:rsid w:val="00D0590B"/>
    <w:rsid w:val="00D0608A"/>
    <w:rsid w:val="00D06B5F"/>
    <w:rsid w:val="00D07321"/>
    <w:rsid w:val="00D075CC"/>
    <w:rsid w:val="00D10033"/>
    <w:rsid w:val="00D10DD2"/>
    <w:rsid w:val="00D11265"/>
    <w:rsid w:val="00D1157E"/>
    <w:rsid w:val="00D119DA"/>
    <w:rsid w:val="00D121C0"/>
    <w:rsid w:val="00D12278"/>
    <w:rsid w:val="00D12382"/>
    <w:rsid w:val="00D13A00"/>
    <w:rsid w:val="00D14CC0"/>
    <w:rsid w:val="00D14FB0"/>
    <w:rsid w:val="00D15C73"/>
    <w:rsid w:val="00D15F69"/>
    <w:rsid w:val="00D16860"/>
    <w:rsid w:val="00D17E3A"/>
    <w:rsid w:val="00D2073E"/>
    <w:rsid w:val="00D20C44"/>
    <w:rsid w:val="00D21622"/>
    <w:rsid w:val="00D2226A"/>
    <w:rsid w:val="00D228F8"/>
    <w:rsid w:val="00D23F08"/>
    <w:rsid w:val="00D23F90"/>
    <w:rsid w:val="00D24C04"/>
    <w:rsid w:val="00D254F0"/>
    <w:rsid w:val="00D25DC8"/>
    <w:rsid w:val="00D2636A"/>
    <w:rsid w:val="00D268EC"/>
    <w:rsid w:val="00D27A03"/>
    <w:rsid w:val="00D27BD3"/>
    <w:rsid w:val="00D27C4D"/>
    <w:rsid w:val="00D27D1D"/>
    <w:rsid w:val="00D30BF8"/>
    <w:rsid w:val="00D31B37"/>
    <w:rsid w:val="00D327C8"/>
    <w:rsid w:val="00D32A1E"/>
    <w:rsid w:val="00D33224"/>
    <w:rsid w:val="00D33588"/>
    <w:rsid w:val="00D335C7"/>
    <w:rsid w:val="00D33D6C"/>
    <w:rsid w:val="00D344CE"/>
    <w:rsid w:val="00D34B2C"/>
    <w:rsid w:val="00D35C70"/>
    <w:rsid w:val="00D36670"/>
    <w:rsid w:val="00D36B0D"/>
    <w:rsid w:val="00D36CF7"/>
    <w:rsid w:val="00D40850"/>
    <w:rsid w:val="00D4119C"/>
    <w:rsid w:val="00D41F3E"/>
    <w:rsid w:val="00D42D35"/>
    <w:rsid w:val="00D43944"/>
    <w:rsid w:val="00D43F40"/>
    <w:rsid w:val="00D4449F"/>
    <w:rsid w:val="00D445C4"/>
    <w:rsid w:val="00D4473D"/>
    <w:rsid w:val="00D4514F"/>
    <w:rsid w:val="00D453AE"/>
    <w:rsid w:val="00D456BB"/>
    <w:rsid w:val="00D461B1"/>
    <w:rsid w:val="00D471E4"/>
    <w:rsid w:val="00D472D5"/>
    <w:rsid w:val="00D50619"/>
    <w:rsid w:val="00D50E47"/>
    <w:rsid w:val="00D519AA"/>
    <w:rsid w:val="00D52155"/>
    <w:rsid w:val="00D52865"/>
    <w:rsid w:val="00D52E7A"/>
    <w:rsid w:val="00D53891"/>
    <w:rsid w:val="00D54950"/>
    <w:rsid w:val="00D55D46"/>
    <w:rsid w:val="00D57A3C"/>
    <w:rsid w:val="00D6007B"/>
    <w:rsid w:val="00D60759"/>
    <w:rsid w:val="00D6217D"/>
    <w:rsid w:val="00D63597"/>
    <w:rsid w:val="00D63FA5"/>
    <w:rsid w:val="00D64D41"/>
    <w:rsid w:val="00D64D66"/>
    <w:rsid w:val="00D66191"/>
    <w:rsid w:val="00D666DA"/>
    <w:rsid w:val="00D67F2D"/>
    <w:rsid w:val="00D702F1"/>
    <w:rsid w:val="00D70CFD"/>
    <w:rsid w:val="00D716B7"/>
    <w:rsid w:val="00D72C7B"/>
    <w:rsid w:val="00D73E51"/>
    <w:rsid w:val="00D74D97"/>
    <w:rsid w:val="00D75A12"/>
    <w:rsid w:val="00D76328"/>
    <w:rsid w:val="00D7636E"/>
    <w:rsid w:val="00D76677"/>
    <w:rsid w:val="00D76DBB"/>
    <w:rsid w:val="00D770D7"/>
    <w:rsid w:val="00D80047"/>
    <w:rsid w:val="00D8024B"/>
    <w:rsid w:val="00D80E79"/>
    <w:rsid w:val="00D80EF7"/>
    <w:rsid w:val="00D80F65"/>
    <w:rsid w:val="00D81BE3"/>
    <w:rsid w:val="00D81BFD"/>
    <w:rsid w:val="00D822A7"/>
    <w:rsid w:val="00D82C3C"/>
    <w:rsid w:val="00D834EE"/>
    <w:rsid w:val="00D8458F"/>
    <w:rsid w:val="00D849C6"/>
    <w:rsid w:val="00D856B5"/>
    <w:rsid w:val="00D874ED"/>
    <w:rsid w:val="00D90F0B"/>
    <w:rsid w:val="00D91CB9"/>
    <w:rsid w:val="00D92152"/>
    <w:rsid w:val="00D93BE9"/>
    <w:rsid w:val="00D93C22"/>
    <w:rsid w:val="00D94471"/>
    <w:rsid w:val="00D94D51"/>
    <w:rsid w:val="00D9508F"/>
    <w:rsid w:val="00D96118"/>
    <w:rsid w:val="00D97D4B"/>
    <w:rsid w:val="00DA12A4"/>
    <w:rsid w:val="00DA1B6A"/>
    <w:rsid w:val="00DA2275"/>
    <w:rsid w:val="00DA319D"/>
    <w:rsid w:val="00DA3E53"/>
    <w:rsid w:val="00DA63D9"/>
    <w:rsid w:val="00DA7A1C"/>
    <w:rsid w:val="00DB093B"/>
    <w:rsid w:val="00DB0A28"/>
    <w:rsid w:val="00DB1B53"/>
    <w:rsid w:val="00DB1DCA"/>
    <w:rsid w:val="00DB24FE"/>
    <w:rsid w:val="00DB26A8"/>
    <w:rsid w:val="00DB28C4"/>
    <w:rsid w:val="00DB2AF2"/>
    <w:rsid w:val="00DB3D2B"/>
    <w:rsid w:val="00DB4BC2"/>
    <w:rsid w:val="00DB5108"/>
    <w:rsid w:val="00DB5D11"/>
    <w:rsid w:val="00DB676A"/>
    <w:rsid w:val="00DB7787"/>
    <w:rsid w:val="00DB7DA5"/>
    <w:rsid w:val="00DB7E27"/>
    <w:rsid w:val="00DB7FCB"/>
    <w:rsid w:val="00DC1C0F"/>
    <w:rsid w:val="00DC2039"/>
    <w:rsid w:val="00DC2676"/>
    <w:rsid w:val="00DC2853"/>
    <w:rsid w:val="00DC2E79"/>
    <w:rsid w:val="00DC337E"/>
    <w:rsid w:val="00DC36CD"/>
    <w:rsid w:val="00DC4282"/>
    <w:rsid w:val="00DC495C"/>
    <w:rsid w:val="00DC4D85"/>
    <w:rsid w:val="00DC58DD"/>
    <w:rsid w:val="00DC5ED4"/>
    <w:rsid w:val="00DC5FF9"/>
    <w:rsid w:val="00DC6123"/>
    <w:rsid w:val="00DC692A"/>
    <w:rsid w:val="00DC7032"/>
    <w:rsid w:val="00DC72A4"/>
    <w:rsid w:val="00DC7DA9"/>
    <w:rsid w:val="00DD008B"/>
    <w:rsid w:val="00DD02BD"/>
    <w:rsid w:val="00DD09FB"/>
    <w:rsid w:val="00DD0BCE"/>
    <w:rsid w:val="00DD123E"/>
    <w:rsid w:val="00DD13C8"/>
    <w:rsid w:val="00DD1406"/>
    <w:rsid w:val="00DD2906"/>
    <w:rsid w:val="00DD2BFA"/>
    <w:rsid w:val="00DD415D"/>
    <w:rsid w:val="00DD4D14"/>
    <w:rsid w:val="00DD4E1B"/>
    <w:rsid w:val="00DD4E24"/>
    <w:rsid w:val="00DD5435"/>
    <w:rsid w:val="00DD57E2"/>
    <w:rsid w:val="00DD63A0"/>
    <w:rsid w:val="00DD6A6C"/>
    <w:rsid w:val="00DD6D62"/>
    <w:rsid w:val="00DD7438"/>
    <w:rsid w:val="00DD7A0D"/>
    <w:rsid w:val="00DD7C27"/>
    <w:rsid w:val="00DE082C"/>
    <w:rsid w:val="00DE29EC"/>
    <w:rsid w:val="00DE2A42"/>
    <w:rsid w:val="00DE2A59"/>
    <w:rsid w:val="00DE2CF1"/>
    <w:rsid w:val="00DE4711"/>
    <w:rsid w:val="00DE4BA2"/>
    <w:rsid w:val="00DE5181"/>
    <w:rsid w:val="00DE6D60"/>
    <w:rsid w:val="00DF0EC5"/>
    <w:rsid w:val="00DF1601"/>
    <w:rsid w:val="00DF1A55"/>
    <w:rsid w:val="00DF1AE2"/>
    <w:rsid w:val="00DF1BE2"/>
    <w:rsid w:val="00DF1FEF"/>
    <w:rsid w:val="00DF25EC"/>
    <w:rsid w:val="00DF29C7"/>
    <w:rsid w:val="00DF29F5"/>
    <w:rsid w:val="00DF2A94"/>
    <w:rsid w:val="00DF2F16"/>
    <w:rsid w:val="00DF374F"/>
    <w:rsid w:val="00DF66AE"/>
    <w:rsid w:val="00DF705D"/>
    <w:rsid w:val="00DF7145"/>
    <w:rsid w:val="00E00DB8"/>
    <w:rsid w:val="00E01402"/>
    <w:rsid w:val="00E02AFD"/>
    <w:rsid w:val="00E02C58"/>
    <w:rsid w:val="00E033E4"/>
    <w:rsid w:val="00E03AF5"/>
    <w:rsid w:val="00E044A4"/>
    <w:rsid w:val="00E04A24"/>
    <w:rsid w:val="00E05288"/>
    <w:rsid w:val="00E05895"/>
    <w:rsid w:val="00E05F2E"/>
    <w:rsid w:val="00E061C7"/>
    <w:rsid w:val="00E0749F"/>
    <w:rsid w:val="00E10726"/>
    <w:rsid w:val="00E10E53"/>
    <w:rsid w:val="00E111F5"/>
    <w:rsid w:val="00E117F8"/>
    <w:rsid w:val="00E11B32"/>
    <w:rsid w:val="00E11D51"/>
    <w:rsid w:val="00E13029"/>
    <w:rsid w:val="00E13A60"/>
    <w:rsid w:val="00E13E22"/>
    <w:rsid w:val="00E14474"/>
    <w:rsid w:val="00E145F9"/>
    <w:rsid w:val="00E1486E"/>
    <w:rsid w:val="00E153DB"/>
    <w:rsid w:val="00E1585E"/>
    <w:rsid w:val="00E164F5"/>
    <w:rsid w:val="00E16A95"/>
    <w:rsid w:val="00E221D4"/>
    <w:rsid w:val="00E224DE"/>
    <w:rsid w:val="00E22A65"/>
    <w:rsid w:val="00E232A1"/>
    <w:rsid w:val="00E23338"/>
    <w:rsid w:val="00E23639"/>
    <w:rsid w:val="00E24BD1"/>
    <w:rsid w:val="00E25D3C"/>
    <w:rsid w:val="00E26E32"/>
    <w:rsid w:val="00E27844"/>
    <w:rsid w:val="00E278A5"/>
    <w:rsid w:val="00E319AE"/>
    <w:rsid w:val="00E31BA2"/>
    <w:rsid w:val="00E337FC"/>
    <w:rsid w:val="00E33C45"/>
    <w:rsid w:val="00E370FC"/>
    <w:rsid w:val="00E37881"/>
    <w:rsid w:val="00E37AA5"/>
    <w:rsid w:val="00E40FF6"/>
    <w:rsid w:val="00E41415"/>
    <w:rsid w:val="00E41669"/>
    <w:rsid w:val="00E417D4"/>
    <w:rsid w:val="00E421EA"/>
    <w:rsid w:val="00E436BA"/>
    <w:rsid w:val="00E436DD"/>
    <w:rsid w:val="00E44225"/>
    <w:rsid w:val="00E446DC"/>
    <w:rsid w:val="00E44C72"/>
    <w:rsid w:val="00E4505E"/>
    <w:rsid w:val="00E457AC"/>
    <w:rsid w:val="00E471F7"/>
    <w:rsid w:val="00E4746E"/>
    <w:rsid w:val="00E47933"/>
    <w:rsid w:val="00E50590"/>
    <w:rsid w:val="00E50DA5"/>
    <w:rsid w:val="00E52F04"/>
    <w:rsid w:val="00E53FE4"/>
    <w:rsid w:val="00E5430F"/>
    <w:rsid w:val="00E544E2"/>
    <w:rsid w:val="00E54F25"/>
    <w:rsid w:val="00E5568C"/>
    <w:rsid w:val="00E55927"/>
    <w:rsid w:val="00E55C41"/>
    <w:rsid w:val="00E5722C"/>
    <w:rsid w:val="00E57B21"/>
    <w:rsid w:val="00E57FC7"/>
    <w:rsid w:val="00E6006E"/>
    <w:rsid w:val="00E642E9"/>
    <w:rsid w:val="00E65002"/>
    <w:rsid w:val="00E653E3"/>
    <w:rsid w:val="00E65A7A"/>
    <w:rsid w:val="00E66C1B"/>
    <w:rsid w:val="00E66C39"/>
    <w:rsid w:val="00E670E1"/>
    <w:rsid w:val="00E67801"/>
    <w:rsid w:val="00E704E2"/>
    <w:rsid w:val="00E70984"/>
    <w:rsid w:val="00E70BC2"/>
    <w:rsid w:val="00E70FB1"/>
    <w:rsid w:val="00E71244"/>
    <w:rsid w:val="00E71A9C"/>
    <w:rsid w:val="00E74E53"/>
    <w:rsid w:val="00E75550"/>
    <w:rsid w:val="00E768F3"/>
    <w:rsid w:val="00E76A49"/>
    <w:rsid w:val="00E771F8"/>
    <w:rsid w:val="00E773EB"/>
    <w:rsid w:val="00E7774D"/>
    <w:rsid w:val="00E77F6F"/>
    <w:rsid w:val="00E805B4"/>
    <w:rsid w:val="00E80FFD"/>
    <w:rsid w:val="00E81980"/>
    <w:rsid w:val="00E82B68"/>
    <w:rsid w:val="00E82E4F"/>
    <w:rsid w:val="00E83B39"/>
    <w:rsid w:val="00E84E9C"/>
    <w:rsid w:val="00E85674"/>
    <w:rsid w:val="00E859A5"/>
    <w:rsid w:val="00E86111"/>
    <w:rsid w:val="00E861A5"/>
    <w:rsid w:val="00E86A9B"/>
    <w:rsid w:val="00E87A67"/>
    <w:rsid w:val="00E87FD6"/>
    <w:rsid w:val="00E904F0"/>
    <w:rsid w:val="00E9083C"/>
    <w:rsid w:val="00E90A1E"/>
    <w:rsid w:val="00E9268F"/>
    <w:rsid w:val="00E92FB0"/>
    <w:rsid w:val="00E9385B"/>
    <w:rsid w:val="00E9444B"/>
    <w:rsid w:val="00E944E3"/>
    <w:rsid w:val="00E95917"/>
    <w:rsid w:val="00E967CE"/>
    <w:rsid w:val="00E96842"/>
    <w:rsid w:val="00E97B0B"/>
    <w:rsid w:val="00E97EEC"/>
    <w:rsid w:val="00E97FA1"/>
    <w:rsid w:val="00EA0515"/>
    <w:rsid w:val="00EA0CBA"/>
    <w:rsid w:val="00EA124B"/>
    <w:rsid w:val="00EA1824"/>
    <w:rsid w:val="00EA2689"/>
    <w:rsid w:val="00EA3A16"/>
    <w:rsid w:val="00EA3D7A"/>
    <w:rsid w:val="00EA4293"/>
    <w:rsid w:val="00EA4A6C"/>
    <w:rsid w:val="00EA680F"/>
    <w:rsid w:val="00EB178A"/>
    <w:rsid w:val="00EB390C"/>
    <w:rsid w:val="00EB3971"/>
    <w:rsid w:val="00EB3E3A"/>
    <w:rsid w:val="00EB417C"/>
    <w:rsid w:val="00EB4C48"/>
    <w:rsid w:val="00EB50DC"/>
    <w:rsid w:val="00EB6BAA"/>
    <w:rsid w:val="00EB74F0"/>
    <w:rsid w:val="00EB77FE"/>
    <w:rsid w:val="00EB78D2"/>
    <w:rsid w:val="00EB7AB3"/>
    <w:rsid w:val="00EB7E6E"/>
    <w:rsid w:val="00EC0323"/>
    <w:rsid w:val="00EC0784"/>
    <w:rsid w:val="00EC0E85"/>
    <w:rsid w:val="00EC22B6"/>
    <w:rsid w:val="00EC23A7"/>
    <w:rsid w:val="00EC2AB8"/>
    <w:rsid w:val="00EC30B7"/>
    <w:rsid w:val="00EC344D"/>
    <w:rsid w:val="00EC38C5"/>
    <w:rsid w:val="00EC39BD"/>
    <w:rsid w:val="00EC458A"/>
    <w:rsid w:val="00EC61A1"/>
    <w:rsid w:val="00EC663C"/>
    <w:rsid w:val="00EC6AAB"/>
    <w:rsid w:val="00ED034F"/>
    <w:rsid w:val="00ED19C2"/>
    <w:rsid w:val="00ED30A6"/>
    <w:rsid w:val="00ED3564"/>
    <w:rsid w:val="00ED490B"/>
    <w:rsid w:val="00ED4C67"/>
    <w:rsid w:val="00ED5A3E"/>
    <w:rsid w:val="00ED5D38"/>
    <w:rsid w:val="00ED6317"/>
    <w:rsid w:val="00ED71B1"/>
    <w:rsid w:val="00ED7ED1"/>
    <w:rsid w:val="00EE12C4"/>
    <w:rsid w:val="00EE27D3"/>
    <w:rsid w:val="00EE3460"/>
    <w:rsid w:val="00EE412C"/>
    <w:rsid w:val="00EE4FEC"/>
    <w:rsid w:val="00EE5185"/>
    <w:rsid w:val="00EE5D99"/>
    <w:rsid w:val="00EE7211"/>
    <w:rsid w:val="00EF086C"/>
    <w:rsid w:val="00EF1840"/>
    <w:rsid w:val="00EF191B"/>
    <w:rsid w:val="00EF1FE4"/>
    <w:rsid w:val="00EF3438"/>
    <w:rsid w:val="00EF3A71"/>
    <w:rsid w:val="00EF3C1A"/>
    <w:rsid w:val="00EF433F"/>
    <w:rsid w:val="00EF4484"/>
    <w:rsid w:val="00EF4CF6"/>
    <w:rsid w:val="00EF54F6"/>
    <w:rsid w:val="00EF5749"/>
    <w:rsid w:val="00EF6584"/>
    <w:rsid w:val="00EF6EDC"/>
    <w:rsid w:val="00EF6F55"/>
    <w:rsid w:val="00EF7364"/>
    <w:rsid w:val="00EF7498"/>
    <w:rsid w:val="00EF765C"/>
    <w:rsid w:val="00F001E4"/>
    <w:rsid w:val="00F02E16"/>
    <w:rsid w:val="00F044CA"/>
    <w:rsid w:val="00F04886"/>
    <w:rsid w:val="00F07614"/>
    <w:rsid w:val="00F07F92"/>
    <w:rsid w:val="00F10023"/>
    <w:rsid w:val="00F10B31"/>
    <w:rsid w:val="00F11B56"/>
    <w:rsid w:val="00F11D30"/>
    <w:rsid w:val="00F1211D"/>
    <w:rsid w:val="00F1307E"/>
    <w:rsid w:val="00F130D4"/>
    <w:rsid w:val="00F13122"/>
    <w:rsid w:val="00F135ED"/>
    <w:rsid w:val="00F13E7C"/>
    <w:rsid w:val="00F147E9"/>
    <w:rsid w:val="00F15348"/>
    <w:rsid w:val="00F16311"/>
    <w:rsid w:val="00F17542"/>
    <w:rsid w:val="00F17A82"/>
    <w:rsid w:val="00F17FCF"/>
    <w:rsid w:val="00F203FC"/>
    <w:rsid w:val="00F207EF"/>
    <w:rsid w:val="00F208B1"/>
    <w:rsid w:val="00F21DA4"/>
    <w:rsid w:val="00F224F7"/>
    <w:rsid w:val="00F2281D"/>
    <w:rsid w:val="00F22D25"/>
    <w:rsid w:val="00F22F19"/>
    <w:rsid w:val="00F22F81"/>
    <w:rsid w:val="00F233DF"/>
    <w:rsid w:val="00F23AB7"/>
    <w:rsid w:val="00F2478B"/>
    <w:rsid w:val="00F24ADA"/>
    <w:rsid w:val="00F24CE1"/>
    <w:rsid w:val="00F24F7E"/>
    <w:rsid w:val="00F26CE9"/>
    <w:rsid w:val="00F27184"/>
    <w:rsid w:val="00F27C07"/>
    <w:rsid w:val="00F27E15"/>
    <w:rsid w:val="00F27FC2"/>
    <w:rsid w:val="00F30585"/>
    <w:rsid w:val="00F305BC"/>
    <w:rsid w:val="00F3075E"/>
    <w:rsid w:val="00F30F1A"/>
    <w:rsid w:val="00F312CE"/>
    <w:rsid w:val="00F327C1"/>
    <w:rsid w:val="00F329E7"/>
    <w:rsid w:val="00F33D88"/>
    <w:rsid w:val="00F33E38"/>
    <w:rsid w:val="00F33FF8"/>
    <w:rsid w:val="00F3469E"/>
    <w:rsid w:val="00F34CE3"/>
    <w:rsid w:val="00F35C42"/>
    <w:rsid w:val="00F35F5E"/>
    <w:rsid w:val="00F36267"/>
    <w:rsid w:val="00F36855"/>
    <w:rsid w:val="00F36933"/>
    <w:rsid w:val="00F37919"/>
    <w:rsid w:val="00F41094"/>
    <w:rsid w:val="00F41C0C"/>
    <w:rsid w:val="00F41C22"/>
    <w:rsid w:val="00F43929"/>
    <w:rsid w:val="00F43B2F"/>
    <w:rsid w:val="00F44574"/>
    <w:rsid w:val="00F44F97"/>
    <w:rsid w:val="00F4511D"/>
    <w:rsid w:val="00F45358"/>
    <w:rsid w:val="00F4564D"/>
    <w:rsid w:val="00F456DF"/>
    <w:rsid w:val="00F46712"/>
    <w:rsid w:val="00F47383"/>
    <w:rsid w:val="00F50A36"/>
    <w:rsid w:val="00F51378"/>
    <w:rsid w:val="00F52574"/>
    <w:rsid w:val="00F53865"/>
    <w:rsid w:val="00F54A11"/>
    <w:rsid w:val="00F54D26"/>
    <w:rsid w:val="00F56785"/>
    <w:rsid w:val="00F570E0"/>
    <w:rsid w:val="00F60010"/>
    <w:rsid w:val="00F602F7"/>
    <w:rsid w:val="00F60B36"/>
    <w:rsid w:val="00F616FB"/>
    <w:rsid w:val="00F61769"/>
    <w:rsid w:val="00F6193A"/>
    <w:rsid w:val="00F61DB5"/>
    <w:rsid w:val="00F626EE"/>
    <w:rsid w:val="00F638D4"/>
    <w:rsid w:val="00F63EA9"/>
    <w:rsid w:val="00F65810"/>
    <w:rsid w:val="00F66ECC"/>
    <w:rsid w:val="00F67699"/>
    <w:rsid w:val="00F70F68"/>
    <w:rsid w:val="00F7175D"/>
    <w:rsid w:val="00F717EE"/>
    <w:rsid w:val="00F736E7"/>
    <w:rsid w:val="00F74800"/>
    <w:rsid w:val="00F75030"/>
    <w:rsid w:val="00F76D28"/>
    <w:rsid w:val="00F773F0"/>
    <w:rsid w:val="00F8019E"/>
    <w:rsid w:val="00F80709"/>
    <w:rsid w:val="00F8075A"/>
    <w:rsid w:val="00F82506"/>
    <w:rsid w:val="00F83E4D"/>
    <w:rsid w:val="00F83EDB"/>
    <w:rsid w:val="00F86A7E"/>
    <w:rsid w:val="00F86F13"/>
    <w:rsid w:val="00F8726E"/>
    <w:rsid w:val="00F875CF"/>
    <w:rsid w:val="00F87F48"/>
    <w:rsid w:val="00F91E32"/>
    <w:rsid w:val="00F92290"/>
    <w:rsid w:val="00F92970"/>
    <w:rsid w:val="00F93C5C"/>
    <w:rsid w:val="00F941B0"/>
    <w:rsid w:val="00F95115"/>
    <w:rsid w:val="00F95237"/>
    <w:rsid w:val="00F95369"/>
    <w:rsid w:val="00F955FD"/>
    <w:rsid w:val="00F95613"/>
    <w:rsid w:val="00F95C46"/>
    <w:rsid w:val="00F95ED7"/>
    <w:rsid w:val="00F97E3B"/>
    <w:rsid w:val="00FA1BFD"/>
    <w:rsid w:val="00FA2FE6"/>
    <w:rsid w:val="00FA3442"/>
    <w:rsid w:val="00FA3A51"/>
    <w:rsid w:val="00FA4BE3"/>
    <w:rsid w:val="00FA5434"/>
    <w:rsid w:val="00FA5D0A"/>
    <w:rsid w:val="00FA624F"/>
    <w:rsid w:val="00FA675A"/>
    <w:rsid w:val="00FA6C1A"/>
    <w:rsid w:val="00FA7166"/>
    <w:rsid w:val="00FB0303"/>
    <w:rsid w:val="00FB0F1F"/>
    <w:rsid w:val="00FB1701"/>
    <w:rsid w:val="00FB18FF"/>
    <w:rsid w:val="00FB1A09"/>
    <w:rsid w:val="00FB2D40"/>
    <w:rsid w:val="00FB2DC4"/>
    <w:rsid w:val="00FB2E17"/>
    <w:rsid w:val="00FB5AFB"/>
    <w:rsid w:val="00FB5D58"/>
    <w:rsid w:val="00FB6481"/>
    <w:rsid w:val="00FB6A24"/>
    <w:rsid w:val="00FC00C5"/>
    <w:rsid w:val="00FC0BD7"/>
    <w:rsid w:val="00FC0D6C"/>
    <w:rsid w:val="00FC1CA8"/>
    <w:rsid w:val="00FC2182"/>
    <w:rsid w:val="00FC322B"/>
    <w:rsid w:val="00FC52F0"/>
    <w:rsid w:val="00FC55FE"/>
    <w:rsid w:val="00FC6CFB"/>
    <w:rsid w:val="00FC6D0B"/>
    <w:rsid w:val="00FC73F4"/>
    <w:rsid w:val="00FC7E23"/>
    <w:rsid w:val="00FD1EEB"/>
    <w:rsid w:val="00FD2DF9"/>
    <w:rsid w:val="00FD5166"/>
    <w:rsid w:val="00FD59BF"/>
    <w:rsid w:val="00FD5C10"/>
    <w:rsid w:val="00FD67DF"/>
    <w:rsid w:val="00FD6C0D"/>
    <w:rsid w:val="00FD73FB"/>
    <w:rsid w:val="00FD7C2A"/>
    <w:rsid w:val="00FD7C48"/>
    <w:rsid w:val="00FE0198"/>
    <w:rsid w:val="00FE01D3"/>
    <w:rsid w:val="00FE0691"/>
    <w:rsid w:val="00FE0F5E"/>
    <w:rsid w:val="00FE1AE9"/>
    <w:rsid w:val="00FE1D1E"/>
    <w:rsid w:val="00FE2BB8"/>
    <w:rsid w:val="00FE3582"/>
    <w:rsid w:val="00FE4C39"/>
    <w:rsid w:val="00FE4D08"/>
    <w:rsid w:val="00FE619A"/>
    <w:rsid w:val="00FE6B81"/>
    <w:rsid w:val="00FE750E"/>
    <w:rsid w:val="00FE759E"/>
    <w:rsid w:val="00FE77D3"/>
    <w:rsid w:val="00FE7C05"/>
    <w:rsid w:val="00FE7F07"/>
    <w:rsid w:val="00FF2F2A"/>
    <w:rsid w:val="00FF3654"/>
    <w:rsid w:val="00FF48B2"/>
    <w:rsid w:val="00FF49FF"/>
    <w:rsid w:val="00FF4E09"/>
    <w:rsid w:val="00FF4E58"/>
    <w:rsid w:val="00FF5AB6"/>
    <w:rsid w:val="00FF7E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C22B6"/>
    <w:pPr>
      <w:ind w:firstLine="454"/>
      <w:jc w:val="both"/>
    </w:pPr>
    <w:rPr>
      <w:sz w:val="20"/>
    </w:rPr>
  </w:style>
  <w:style w:type="paragraph" w:styleId="Heading1">
    <w:name w:val="heading 1"/>
    <w:aliases w:val="Заголовок статьи"/>
    <w:basedOn w:val="Normal"/>
    <w:next w:val="Normal"/>
    <w:link w:val="Heading1Char"/>
    <w:uiPriority w:val="99"/>
    <w:qFormat/>
    <w:rsid w:val="0039499C"/>
    <w:pPr>
      <w:keepNext/>
      <w:spacing w:before="120" w:after="240"/>
      <w:ind w:firstLine="0"/>
      <w:jc w:val="center"/>
      <w:outlineLvl w:val="0"/>
    </w:pPr>
    <w:rPr>
      <w:b/>
      <w:bCs/>
      <w:caps/>
    </w:rPr>
  </w:style>
  <w:style w:type="paragraph" w:styleId="Heading2">
    <w:name w:val="heading 2"/>
    <w:aliases w:val="Заголовок 2 Знак Знак"/>
    <w:basedOn w:val="Normal"/>
    <w:next w:val="Normal"/>
    <w:link w:val="Heading2Char"/>
    <w:uiPriority w:val="99"/>
    <w:qFormat/>
    <w:rsid w:val="00C57C5B"/>
    <w:pPr>
      <w:keepNext/>
      <w:spacing w:before="120" w:after="120"/>
      <w:ind w:firstLine="0"/>
      <w:jc w:val="center"/>
      <w:outlineLvl w:val="1"/>
    </w:pPr>
    <w:rPr>
      <w:b/>
      <w:bCs/>
      <w:iCs/>
      <w:smallCaps/>
    </w:rPr>
  </w:style>
  <w:style w:type="paragraph" w:styleId="Heading3">
    <w:name w:val="heading 3"/>
    <w:basedOn w:val="Normal"/>
    <w:next w:val="Normal"/>
    <w:link w:val="Heading3Char"/>
    <w:uiPriority w:val="99"/>
    <w:qFormat/>
    <w:rsid w:val="008B514E"/>
    <w:pPr>
      <w:keepNext/>
      <w:spacing w:before="120" w:after="120"/>
      <w:ind w:firstLine="0"/>
      <w:jc w:val="center"/>
      <w:outlineLvl w:val="2"/>
    </w:pPr>
    <w:rPr>
      <w:b/>
      <w:i/>
    </w:rPr>
  </w:style>
  <w:style w:type="paragraph" w:styleId="Heading4">
    <w:name w:val="heading 4"/>
    <w:basedOn w:val="Normal"/>
    <w:next w:val="Normal"/>
    <w:link w:val="Heading4Char"/>
    <w:uiPriority w:val="99"/>
    <w:qFormat/>
    <w:rsid w:val="004224A4"/>
    <w:pPr>
      <w:keepNext/>
      <w:spacing w:before="120" w:after="120"/>
      <w:ind w:firstLine="0"/>
      <w:jc w:val="center"/>
      <w:outlineLvl w:val="3"/>
    </w:pPr>
    <w:rPr>
      <w:rFonts w:cs="Arial"/>
      <w:i/>
      <w:iCs/>
      <w:color w:val="000000"/>
      <w:sz w:val="18"/>
      <w:szCs w:val="28"/>
    </w:rPr>
  </w:style>
  <w:style w:type="paragraph" w:styleId="Heading5">
    <w:name w:val="heading 5"/>
    <w:basedOn w:val="Normal"/>
    <w:next w:val="Normal"/>
    <w:link w:val="Heading5Char"/>
    <w:uiPriority w:val="99"/>
    <w:qFormat/>
    <w:rsid w:val="00511D08"/>
    <w:pPr>
      <w:keepNext/>
      <w:spacing w:after="120"/>
      <w:ind w:firstLine="0"/>
      <w:jc w:val="center"/>
      <w:outlineLvl w:val="4"/>
    </w:pPr>
    <w:rPr>
      <w:i/>
      <w:sz w:val="18"/>
      <w:szCs w:val="20"/>
    </w:rPr>
  </w:style>
  <w:style w:type="paragraph" w:styleId="Heading6">
    <w:name w:val="heading 6"/>
    <w:basedOn w:val="Normal"/>
    <w:next w:val="Normal"/>
    <w:link w:val="Heading6Char"/>
    <w:uiPriority w:val="99"/>
    <w:qFormat/>
    <w:rsid w:val="004224A4"/>
    <w:pPr>
      <w:keepNext/>
      <w:spacing w:before="240"/>
      <w:ind w:firstLine="0"/>
      <w:jc w:val="center"/>
      <w:outlineLvl w:val="5"/>
    </w:pPr>
    <w:rPr>
      <w:sz w:val="28"/>
      <w:szCs w:val="20"/>
    </w:rPr>
  </w:style>
  <w:style w:type="paragraph" w:styleId="Heading7">
    <w:name w:val="heading 7"/>
    <w:basedOn w:val="Normal"/>
    <w:next w:val="Normal"/>
    <w:link w:val="Heading7Char"/>
    <w:uiPriority w:val="99"/>
    <w:qFormat/>
    <w:rsid w:val="00BD24AA"/>
    <w:pPr>
      <w:spacing w:before="240" w:after="60"/>
      <w:ind w:firstLine="0"/>
      <w:jc w:val="left"/>
      <w:outlineLvl w:val="6"/>
    </w:pPr>
    <w:rPr>
      <w:sz w:val="24"/>
      <w:szCs w:val="20"/>
    </w:rPr>
  </w:style>
  <w:style w:type="paragraph" w:styleId="Heading8">
    <w:name w:val="heading 8"/>
    <w:basedOn w:val="Normal"/>
    <w:next w:val="Normal"/>
    <w:link w:val="Heading8Char"/>
    <w:uiPriority w:val="99"/>
    <w:qFormat/>
    <w:rsid w:val="00BD24AA"/>
    <w:pPr>
      <w:keepNext/>
      <w:ind w:firstLine="0"/>
      <w:jc w:val="center"/>
      <w:outlineLvl w:val="7"/>
    </w:pPr>
    <w:rPr>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статьи Char"/>
    <w:basedOn w:val="DefaultParagraphFont"/>
    <w:link w:val="Heading1"/>
    <w:uiPriority w:val="99"/>
    <w:locked/>
    <w:rsid w:val="00EC22B6"/>
    <w:rPr>
      <w:rFonts w:cs="Times New Roman"/>
      <w:b/>
      <w:bCs/>
      <w:caps/>
      <w:sz w:val="22"/>
      <w:szCs w:val="22"/>
    </w:rPr>
  </w:style>
  <w:style w:type="character" w:customStyle="1" w:styleId="Heading2Char">
    <w:name w:val="Heading 2 Char"/>
    <w:aliases w:val="Заголовок 2 Знак Знак Char"/>
    <w:basedOn w:val="DefaultParagraphFont"/>
    <w:link w:val="Heading2"/>
    <w:uiPriority w:val="99"/>
    <w:locked/>
    <w:rsid w:val="00EC22B6"/>
    <w:rPr>
      <w:rFonts w:cs="Times New Roman"/>
      <w:b/>
      <w:bCs/>
      <w:iCs/>
      <w:smallCaps/>
      <w:sz w:val="22"/>
      <w:szCs w:val="22"/>
    </w:rPr>
  </w:style>
  <w:style w:type="character" w:customStyle="1" w:styleId="Heading3Char">
    <w:name w:val="Heading 3 Char"/>
    <w:basedOn w:val="DefaultParagraphFont"/>
    <w:link w:val="Heading3"/>
    <w:uiPriority w:val="99"/>
    <w:locked/>
    <w:rsid w:val="00EC22B6"/>
    <w:rPr>
      <w:rFonts w:cs="Times New Roman"/>
      <w:b/>
      <w:i/>
      <w:sz w:val="22"/>
    </w:rPr>
  </w:style>
  <w:style w:type="character" w:customStyle="1" w:styleId="Heading4Char">
    <w:name w:val="Heading 4 Char"/>
    <w:basedOn w:val="DefaultParagraphFont"/>
    <w:link w:val="Heading4"/>
    <w:uiPriority w:val="99"/>
    <w:locked/>
    <w:rsid w:val="00EC22B6"/>
    <w:rPr>
      <w:rFonts w:cs="Arial"/>
      <w:i/>
      <w:i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rPr>
  </w:style>
  <w:style w:type="paragraph" w:customStyle="1" w:styleId="a5">
    <w:name w:val="Литература"/>
    <w:basedOn w:val="Normal"/>
    <w:link w:val="a6"/>
    <w:uiPriority w:val="99"/>
    <w:rsid w:val="002F7E17"/>
    <w:pPr>
      <w:keepNext/>
      <w:spacing w:after="120"/>
      <w:ind w:firstLine="0"/>
      <w:jc w:val="center"/>
    </w:pPr>
    <w:rPr>
      <w:i/>
      <w:sz w:val="18"/>
      <w:szCs w:val="20"/>
    </w:rPr>
  </w:style>
  <w:style w:type="character" w:customStyle="1" w:styleId="a6">
    <w:name w:val="Литература Знак"/>
    <w:basedOn w:val="DefaultParagraphFont"/>
    <w:link w:val="a5"/>
    <w:uiPriority w:val="99"/>
    <w:locked/>
    <w:rsid w:val="00EC22B6"/>
    <w:rPr>
      <w:rFonts w:cs="Times New Roman"/>
      <w:i/>
      <w:sz w:val="18"/>
    </w:rPr>
  </w:style>
  <w:style w:type="paragraph" w:customStyle="1" w:styleId="a7">
    <w:name w:val="кто"/>
    <w:basedOn w:val="Normal"/>
    <w:link w:val="a8"/>
    <w:uiPriority w:val="99"/>
    <w:rsid w:val="00655841"/>
    <w:pPr>
      <w:keepNext/>
      <w:ind w:firstLine="0"/>
      <w:jc w:val="right"/>
    </w:pPr>
    <w:rPr>
      <w:b/>
      <w:i/>
      <w:szCs w:val="18"/>
    </w:rPr>
  </w:style>
  <w:style w:type="character" w:customStyle="1" w:styleId="a8">
    <w:name w:val="кто Знак"/>
    <w:basedOn w:val="DefaultParagraphFont"/>
    <w:link w:val="a7"/>
    <w:uiPriority w:val="99"/>
    <w:locked/>
    <w:rsid w:val="00EC22B6"/>
    <w:rPr>
      <w:rFonts w:cs="Times New Roman"/>
      <w:b/>
      <w:i/>
      <w:sz w:val="18"/>
      <w:szCs w:val="18"/>
    </w:rPr>
  </w:style>
  <w:style w:type="paragraph" w:customStyle="1" w:styleId="a9">
    <w:name w:val="таблица"/>
    <w:basedOn w:val="Normal"/>
    <w:uiPriority w:val="99"/>
    <w:rsid w:val="000B3E7E"/>
    <w:pPr>
      <w:keepNext/>
      <w:spacing w:after="120"/>
      <w:ind w:firstLine="0"/>
      <w:jc w:val="center"/>
    </w:pPr>
    <w:rPr>
      <w:i/>
    </w:rPr>
  </w:style>
  <w:style w:type="paragraph" w:customStyle="1" w:styleId="aa">
    <w:name w:val="откуда"/>
    <w:basedOn w:val="a7"/>
    <w:uiPriority w:val="99"/>
    <w:rsid w:val="002F7E17"/>
    <w:rPr>
      <w:b w:val="0"/>
    </w:rPr>
  </w:style>
  <w:style w:type="paragraph" w:customStyle="1" w:styleId="ab">
    <w:name w:val="подрис"/>
    <w:basedOn w:val="Normal"/>
    <w:uiPriority w:val="99"/>
    <w:rsid w:val="00A271A1"/>
    <w:pPr>
      <w:spacing w:before="120" w:after="240"/>
      <w:ind w:firstLine="0"/>
      <w:jc w:val="center"/>
    </w:pPr>
    <w:rPr>
      <w:sz w:val="18"/>
      <w:szCs w:val="20"/>
    </w:rPr>
  </w:style>
  <w:style w:type="paragraph" w:styleId="Header">
    <w:name w:val="header"/>
    <w:basedOn w:val="Normal"/>
    <w:link w:val="HeaderChar"/>
    <w:uiPriority w:val="99"/>
    <w:semiHidden/>
    <w:rsid w:val="00A56F31"/>
    <w:pPr>
      <w:tabs>
        <w:tab w:val="center" w:pos="4677"/>
        <w:tab w:val="right" w:pos="9355"/>
      </w:tabs>
    </w:pPr>
  </w:style>
  <w:style w:type="character" w:customStyle="1" w:styleId="HeaderChar">
    <w:name w:val="Header Char"/>
    <w:basedOn w:val="DefaultParagraphFont"/>
    <w:link w:val="Header"/>
    <w:uiPriority w:val="99"/>
    <w:semiHidden/>
    <w:locked/>
    <w:rsid w:val="00EC22B6"/>
    <w:rPr>
      <w:rFonts w:cs="Times New Roman"/>
      <w:sz w:val="22"/>
      <w:szCs w:val="22"/>
    </w:rPr>
  </w:style>
  <w:style w:type="character" w:customStyle="1" w:styleId="7">
    <w:name w:val="Основной текст + 7"/>
    <w:aliases w:val="5 pt"/>
    <w:basedOn w:val="DefaultParagraphFont"/>
    <w:uiPriority w:val="99"/>
    <w:semiHidden/>
    <w:rsid w:val="00C57C5B"/>
    <w:rPr>
      <w:rFonts w:cs="Times New Roman"/>
      <w:color w:val="000000"/>
      <w:spacing w:val="0"/>
      <w:w w:val="100"/>
      <w:position w:val="0"/>
      <w:sz w:val="15"/>
      <w:szCs w:val="15"/>
      <w:shd w:val="clear" w:color="auto" w:fill="FFFFFF"/>
      <w:lang w:val="en-US"/>
    </w:rPr>
  </w:style>
  <w:style w:type="character" w:customStyle="1" w:styleId="8">
    <w:name w:val="Основной текст + 8"/>
    <w:aliases w:val="5 pt1"/>
    <w:basedOn w:val="DefaultParagraphFont"/>
    <w:uiPriority w:val="99"/>
    <w:semiHidden/>
    <w:rsid w:val="00C57C5B"/>
    <w:rPr>
      <w:rFonts w:cs="Times New Roman"/>
      <w:color w:val="000000"/>
      <w:spacing w:val="0"/>
      <w:w w:val="100"/>
      <w:position w:val="0"/>
      <w:sz w:val="17"/>
      <w:szCs w:val="17"/>
      <w:shd w:val="clear" w:color="auto" w:fill="FFFFFF"/>
      <w:lang w:val="ru-RU"/>
    </w:rPr>
  </w:style>
  <w:style w:type="paragraph" w:customStyle="1" w:styleId="ac">
    <w:name w:val="лит"/>
    <w:autoRedefine/>
    <w:uiPriority w:val="99"/>
    <w:semiHidden/>
    <w:rsid w:val="00DF29F5"/>
    <w:pPr>
      <w:tabs>
        <w:tab w:val="num" w:pos="0"/>
      </w:tabs>
      <w:spacing w:line="360" w:lineRule="auto"/>
      <w:jc w:val="both"/>
    </w:pPr>
    <w:rPr>
      <w:sz w:val="28"/>
      <w:szCs w:val="28"/>
    </w:rPr>
  </w:style>
  <w:style w:type="paragraph" w:styleId="ListParagraph">
    <w:name w:val="List Paragraph"/>
    <w:basedOn w:val="Normal"/>
    <w:link w:val="ListParagraphChar"/>
    <w:uiPriority w:val="99"/>
    <w:qFormat/>
    <w:rsid w:val="0092207C"/>
    <w:pPr>
      <w:spacing w:after="200" w:line="276" w:lineRule="auto"/>
      <w:ind w:left="720" w:firstLine="0"/>
      <w:jc w:val="left"/>
    </w:pPr>
    <w:rPr>
      <w:rFonts w:ascii="Calibri" w:hAnsi="Calibri" w:cs="Calibri"/>
      <w:sz w:val="22"/>
      <w:lang w:eastAsia="en-US"/>
    </w:rPr>
  </w:style>
  <w:style w:type="paragraph" w:styleId="NormalWeb">
    <w:name w:val="Normal (Web)"/>
    <w:aliases w:val="Знак Знак,Знак Знак1"/>
    <w:basedOn w:val="Normal"/>
    <w:link w:val="NormalWebChar"/>
    <w:uiPriority w:val="99"/>
    <w:semiHidden/>
    <w:rsid w:val="00C33CDC"/>
    <w:pPr>
      <w:spacing w:before="100" w:beforeAutospacing="1" w:after="100" w:afterAutospacing="1"/>
      <w:ind w:firstLine="0"/>
      <w:jc w:val="left"/>
    </w:pPr>
    <w:rPr>
      <w:sz w:val="24"/>
      <w:szCs w:val="20"/>
    </w:rPr>
  </w:style>
  <w:style w:type="character" w:styleId="Strong">
    <w:name w:val="Strong"/>
    <w:basedOn w:val="DefaultParagraphFont"/>
    <w:uiPriority w:val="99"/>
    <w:qFormat/>
    <w:rsid w:val="00C33CDC"/>
    <w:rPr>
      <w:rFonts w:cs="Times New Roman"/>
      <w:b/>
      <w:bCs/>
    </w:rPr>
  </w:style>
  <w:style w:type="character" w:styleId="Hyperlink">
    <w:name w:val="Hyperlink"/>
    <w:basedOn w:val="DefaultParagraphFont"/>
    <w:uiPriority w:val="99"/>
    <w:rsid w:val="00C33CDC"/>
    <w:rPr>
      <w:rFonts w:cs="Times New Roman"/>
      <w:color w:val="0000FF"/>
      <w:u w:val="single"/>
    </w:rPr>
  </w:style>
  <w:style w:type="character" w:styleId="Emphasis">
    <w:name w:val="Emphasis"/>
    <w:basedOn w:val="DefaultParagraphFont"/>
    <w:uiPriority w:val="99"/>
    <w:qFormat/>
    <w:rsid w:val="00C33CDC"/>
    <w:rPr>
      <w:rFonts w:cs="Times New Roman"/>
      <w:i/>
      <w:iCs/>
    </w:rPr>
  </w:style>
  <w:style w:type="paragraph" w:styleId="NoSpacing">
    <w:name w:val="No Spacing"/>
    <w:link w:val="NoSpacingChar"/>
    <w:uiPriority w:val="99"/>
    <w:qFormat/>
    <w:rsid w:val="00C33CDC"/>
    <w:rPr>
      <w:sz w:val="24"/>
    </w:rPr>
  </w:style>
  <w:style w:type="paragraph" w:styleId="BodyText">
    <w:name w:val="Body Text"/>
    <w:basedOn w:val="Normal"/>
    <w:link w:val="BodyTextChar"/>
    <w:uiPriority w:val="99"/>
    <w:semiHidden/>
    <w:rsid w:val="00C33CDC"/>
    <w:pPr>
      <w:widowControl w:val="0"/>
      <w:tabs>
        <w:tab w:val="right" w:pos="7370"/>
      </w:tabs>
      <w:autoSpaceDE w:val="0"/>
      <w:autoSpaceDN w:val="0"/>
      <w:adjustRightInd w:val="0"/>
      <w:spacing w:line="213" w:lineRule="atLeast"/>
      <w:ind w:firstLine="340"/>
    </w:pPr>
    <w:rPr>
      <w:rFonts w:ascii="NewtonC" w:hAnsi="NewtonC" w:cs="NewtonC"/>
      <w:noProof/>
      <w:sz w:val="21"/>
      <w:szCs w:val="21"/>
    </w:rPr>
  </w:style>
  <w:style w:type="character" w:customStyle="1" w:styleId="BodyTextChar">
    <w:name w:val="Body Text Char"/>
    <w:basedOn w:val="DefaultParagraphFont"/>
    <w:link w:val="BodyText"/>
    <w:uiPriority w:val="99"/>
    <w:semiHidden/>
    <w:locked/>
    <w:rsid w:val="00EC22B6"/>
    <w:rPr>
      <w:rFonts w:ascii="NewtonC" w:hAnsi="NewtonC" w:cs="NewtonC"/>
      <w:noProof/>
      <w:sz w:val="21"/>
      <w:szCs w:val="21"/>
    </w:rPr>
  </w:style>
  <w:style w:type="paragraph" w:styleId="BodyTextIndent">
    <w:name w:val="Body Text Indent"/>
    <w:basedOn w:val="Normal"/>
    <w:link w:val="BodyTextIndentChar"/>
    <w:uiPriority w:val="99"/>
    <w:semiHidden/>
    <w:rsid w:val="0002270F"/>
    <w:pPr>
      <w:spacing w:after="120"/>
      <w:ind w:left="283"/>
    </w:pPr>
  </w:style>
  <w:style w:type="character" w:customStyle="1" w:styleId="BodyTextIndentChar">
    <w:name w:val="Body Text Indent Char"/>
    <w:basedOn w:val="DefaultParagraphFont"/>
    <w:link w:val="BodyTextIndent"/>
    <w:uiPriority w:val="99"/>
    <w:semiHidden/>
    <w:locked/>
    <w:rsid w:val="00EC22B6"/>
    <w:rPr>
      <w:rFonts w:cs="Times New Roman"/>
      <w:sz w:val="22"/>
      <w:szCs w:val="22"/>
    </w:rPr>
  </w:style>
  <w:style w:type="paragraph" w:customStyle="1" w:styleId="10">
    <w:name w:val="Абзац списка1"/>
    <w:basedOn w:val="Normal"/>
    <w:uiPriority w:val="99"/>
    <w:semiHidden/>
    <w:rsid w:val="0002270F"/>
    <w:pPr>
      <w:spacing w:after="200" w:line="276" w:lineRule="auto"/>
      <w:ind w:left="720" w:firstLine="0"/>
      <w:contextualSpacing/>
      <w:jc w:val="left"/>
    </w:pPr>
    <w:rPr>
      <w:rFonts w:ascii="Calibri" w:hAnsi="Calibri"/>
      <w:sz w:val="22"/>
      <w:lang w:eastAsia="en-US"/>
    </w:rPr>
  </w:style>
  <w:style w:type="paragraph" w:customStyle="1" w:styleId="ad">
    <w:name w:val="Таблица"/>
    <w:basedOn w:val="Normal"/>
    <w:uiPriority w:val="99"/>
    <w:semiHidden/>
    <w:rsid w:val="0058421F"/>
    <w:pPr>
      <w:spacing w:line="360" w:lineRule="auto"/>
      <w:ind w:firstLine="0"/>
      <w:jc w:val="center"/>
    </w:pPr>
    <w:rPr>
      <w:i/>
      <w:sz w:val="18"/>
      <w:szCs w:val="20"/>
    </w:rPr>
  </w:style>
  <w:style w:type="character" w:customStyle="1" w:styleId="apple-converted-space">
    <w:name w:val="apple-converted-space"/>
    <w:basedOn w:val="DefaultParagraphFont"/>
    <w:uiPriority w:val="99"/>
    <w:semiHidden/>
    <w:rsid w:val="0002270F"/>
    <w:rPr>
      <w:rFonts w:cs="Times New Roman"/>
    </w:rPr>
  </w:style>
  <w:style w:type="paragraph" w:customStyle="1" w:styleId="11">
    <w:name w:val="Без интервала1"/>
    <w:link w:val="ae"/>
    <w:uiPriority w:val="99"/>
    <w:semiHidden/>
    <w:rsid w:val="0002270F"/>
    <w:rPr>
      <w:rFonts w:ascii="Calibri" w:hAnsi="Calibri"/>
      <w:lang w:eastAsia="en-US"/>
    </w:rPr>
  </w:style>
  <w:style w:type="character" w:customStyle="1" w:styleId="FontStyle21">
    <w:name w:val="Font Style21"/>
    <w:basedOn w:val="DefaultParagraphFont"/>
    <w:uiPriority w:val="99"/>
    <w:semiHidden/>
    <w:rsid w:val="0002270F"/>
    <w:rPr>
      <w:rFonts w:ascii="Times New Roman" w:hAnsi="Times New Roman" w:cs="Times New Roman"/>
      <w:sz w:val="20"/>
      <w:szCs w:val="20"/>
    </w:rPr>
  </w:style>
  <w:style w:type="paragraph" w:customStyle="1" w:styleId="Style4">
    <w:name w:val="Style4"/>
    <w:basedOn w:val="Normal"/>
    <w:uiPriority w:val="99"/>
    <w:semiHidden/>
    <w:rsid w:val="0002270F"/>
    <w:pPr>
      <w:widowControl w:val="0"/>
      <w:autoSpaceDE w:val="0"/>
      <w:autoSpaceDN w:val="0"/>
      <w:adjustRightInd w:val="0"/>
      <w:ind w:firstLine="0"/>
    </w:pPr>
    <w:rPr>
      <w:sz w:val="24"/>
      <w:szCs w:val="24"/>
    </w:rPr>
  </w:style>
  <w:style w:type="paragraph" w:styleId="Footer">
    <w:name w:val="footer"/>
    <w:basedOn w:val="Normal"/>
    <w:link w:val="FooterChar"/>
    <w:uiPriority w:val="99"/>
    <w:semiHidden/>
    <w:rsid w:val="00DD09FB"/>
    <w:pPr>
      <w:tabs>
        <w:tab w:val="center" w:pos="4677"/>
        <w:tab w:val="right" w:pos="9355"/>
      </w:tabs>
    </w:pPr>
  </w:style>
  <w:style w:type="character" w:customStyle="1" w:styleId="FooterChar">
    <w:name w:val="Footer Char"/>
    <w:basedOn w:val="DefaultParagraphFont"/>
    <w:link w:val="Footer"/>
    <w:uiPriority w:val="99"/>
    <w:semiHidden/>
    <w:locked/>
    <w:rsid w:val="00EC22B6"/>
    <w:rPr>
      <w:rFonts w:cs="Times New Roman"/>
      <w:sz w:val="22"/>
      <w:szCs w:val="22"/>
    </w:rPr>
  </w:style>
  <w:style w:type="paragraph" w:customStyle="1" w:styleId="1">
    <w:name w:val="Список 1 уровень"/>
    <w:basedOn w:val="ListParagraph"/>
    <w:uiPriority w:val="99"/>
    <w:semiHidden/>
    <w:rsid w:val="008F23C3"/>
    <w:pPr>
      <w:numPr>
        <w:numId w:val="5"/>
      </w:numPr>
      <w:tabs>
        <w:tab w:val="left" w:pos="616"/>
      </w:tabs>
      <w:spacing w:after="0" w:line="240" w:lineRule="auto"/>
      <w:ind w:left="0" w:firstLine="454"/>
      <w:jc w:val="both"/>
    </w:pPr>
    <w:rPr>
      <w:rFonts w:ascii="Times New Roman" w:hAnsi="Times New Roman" w:cs="Times New Roman"/>
      <w:bCs/>
      <w:iCs/>
      <w:sz w:val="20"/>
    </w:rPr>
  </w:style>
  <w:style w:type="paragraph" w:customStyle="1" w:styleId="2">
    <w:name w:val="Список 2 уровень"/>
    <w:basedOn w:val="ListParagraph"/>
    <w:uiPriority w:val="99"/>
    <w:semiHidden/>
    <w:rsid w:val="00451E20"/>
    <w:pPr>
      <w:numPr>
        <w:ilvl w:val="1"/>
        <w:numId w:val="6"/>
      </w:numPr>
      <w:tabs>
        <w:tab w:val="left" w:pos="851"/>
      </w:tabs>
      <w:spacing w:after="0" w:line="240" w:lineRule="auto"/>
      <w:ind w:left="851" w:hanging="235"/>
      <w:jc w:val="both"/>
    </w:pPr>
    <w:rPr>
      <w:rFonts w:ascii="Times New Roman" w:hAnsi="Times New Roman" w:cs="Times New Roman"/>
      <w:sz w:val="20"/>
    </w:rPr>
  </w:style>
  <w:style w:type="paragraph" w:styleId="BalloonText">
    <w:name w:val="Balloon Text"/>
    <w:basedOn w:val="Normal"/>
    <w:link w:val="BalloonTextChar"/>
    <w:uiPriority w:val="99"/>
    <w:semiHidden/>
    <w:rsid w:val="008F23C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22B6"/>
    <w:rPr>
      <w:rFonts w:ascii="Tahoma" w:hAnsi="Tahoma" w:cs="Tahoma"/>
      <w:sz w:val="16"/>
      <w:szCs w:val="16"/>
    </w:rPr>
  </w:style>
  <w:style w:type="paragraph" w:customStyle="1" w:styleId="af">
    <w:name w:val="Подрис"/>
    <w:basedOn w:val="Normal"/>
    <w:link w:val="af0"/>
    <w:uiPriority w:val="99"/>
    <w:semiHidden/>
    <w:rsid w:val="00894AA2"/>
    <w:pPr>
      <w:spacing w:before="60" w:after="120"/>
      <w:ind w:firstLine="0"/>
      <w:jc w:val="center"/>
    </w:pPr>
    <w:rPr>
      <w:i/>
    </w:rPr>
  </w:style>
  <w:style w:type="character" w:customStyle="1" w:styleId="af0">
    <w:name w:val="Подрис Знак"/>
    <w:basedOn w:val="DefaultParagraphFont"/>
    <w:link w:val="af"/>
    <w:uiPriority w:val="99"/>
    <w:semiHidden/>
    <w:locked/>
    <w:rsid w:val="00EC22B6"/>
    <w:rPr>
      <w:rFonts w:cs="Times New Roman"/>
      <w:i/>
      <w:sz w:val="22"/>
      <w:szCs w:val="22"/>
    </w:rPr>
  </w:style>
  <w:style w:type="table" w:styleId="TableGrid">
    <w:name w:val="Table Grid"/>
    <w:basedOn w:val="TableNormal"/>
    <w:uiPriority w:val="99"/>
    <w:rsid w:val="00F773F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9B413E"/>
    <w:pPr>
      <w:tabs>
        <w:tab w:val="right" w:leader="dot" w:pos="6379"/>
      </w:tabs>
      <w:ind w:right="28" w:firstLine="0"/>
      <w:jc w:val="center"/>
    </w:pPr>
    <w:rPr>
      <w:rFonts w:ascii="Cambria" w:hAnsi="Cambria"/>
      <w:b/>
      <w:bCs/>
      <w:caps/>
      <w:sz w:val="24"/>
      <w:szCs w:val="24"/>
    </w:rPr>
  </w:style>
  <w:style w:type="paragraph" w:styleId="TOC2">
    <w:name w:val="toc 2"/>
    <w:basedOn w:val="Normal"/>
    <w:next w:val="Normal"/>
    <w:autoRedefine/>
    <w:uiPriority w:val="99"/>
    <w:rsid w:val="005320FC"/>
    <w:pPr>
      <w:spacing w:before="240"/>
      <w:jc w:val="left"/>
    </w:pPr>
    <w:rPr>
      <w:rFonts w:ascii="Calibri" w:hAnsi="Calibri"/>
      <w:b/>
      <w:bCs/>
      <w:szCs w:val="20"/>
    </w:rPr>
  </w:style>
  <w:style w:type="paragraph" w:styleId="TOC3">
    <w:name w:val="toc 3"/>
    <w:basedOn w:val="Normal"/>
    <w:next w:val="Normal"/>
    <w:autoRedefine/>
    <w:uiPriority w:val="99"/>
    <w:rsid w:val="00D30BF8"/>
    <w:pPr>
      <w:ind w:left="200"/>
      <w:jc w:val="left"/>
    </w:pPr>
    <w:rPr>
      <w:rFonts w:ascii="Calibri" w:hAnsi="Calibri"/>
      <w:szCs w:val="20"/>
    </w:rPr>
  </w:style>
  <w:style w:type="character" w:customStyle="1" w:styleId="marker3">
    <w:name w:val="marker3"/>
    <w:basedOn w:val="DefaultParagraphFont"/>
    <w:uiPriority w:val="99"/>
    <w:semiHidden/>
    <w:rsid w:val="00461344"/>
    <w:rPr>
      <w:rFonts w:cs="Times New Roman"/>
    </w:rPr>
  </w:style>
  <w:style w:type="character" w:customStyle="1" w:styleId="marker2">
    <w:name w:val="marker2"/>
    <w:basedOn w:val="DefaultParagraphFont"/>
    <w:uiPriority w:val="99"/>
    <w:semiHidden/>
    <w:rsid w:val="00461344"/>
    <w:rPr>
      <w:rFonts w:cs="Times New Roman"/>
    </w:rPr>
  </w:style>
  <w:style w:type="character" w:customStyle="1" w:styleId="ya-site-formsearch-precise-i">
    <w:name w:val="ya-site-form__search-precise-i"/>
    <w:basedOn w:val="DefaultParagraphFont"/>
    <w:uiPriority w:val="99"/>
    <w:semiHidden/>
    <w:rsid w:val="00461344"/>
    <w:rPr>
      <w:rFonts w:cs="Times New Roman"/>
    </w:rPr>
  </w:style>
  <w:style w:type="paragraph" w:customStyle="1" w:styleId="marker5">
    <w:name w:val="marker5"/>
    <w:basedOn w:val="Normal"/>
    <w:uiPriority w:val="99"/>
    <w:semiHidden/>
    <w:rsid w:val="00461344"/>
    <w:pPr>
      <w:spacing w:before="100" w:beforeAutospacing="1" w:after="100" w:afterAutospacing="1"/>
      <w:ind w:firstLine="0"/>
      <w:jc w:val="left"/>
    </w:pPr>
    <w:rPr>
      <w:sz w:val="24"/>
      <w:szCs w:val="24"/>
    </w:rPr>
  </w:style>
  <w:style w:type="paragraph" w:customStyle="1" w:styleId="spisok1">
    <w:name w:val="spisok1"/>
    <w:basedOn w:val="Normal"/>
    <w:uiPriority w:val="99"/>
    <w:semiHidden/>
    <w:rsid w:val="00461344"/>
    <w:pPr>
      <w:spacing w:before="100" w:beforeAutospacing="1" w:after="100" w:afterAutospacing="1"/>
      <w:ind w:firstLine="0"/>
      <w:jc w:val="left"/>
    </w:pPr>
    <w:rPr>
      <w:sz w:val="24"/>
      <w:szCs w:val="24"/>
    </w:rPr>
  </w:style>
  <w:style w:type="character" w:customStyle="1" w:styleId="header43923894">
    <w:name w:val="header_43923894"/>
    <w:basedOn w:val="DefaultParagraphFont"/>
    <w:uiPriority w:val="99"/>
    <w:semiHidden/>
    <w:rsid w:val="00461344"/>
    <w:rPr>
      <w:rFonts w:cs="Times New Roman"/>
    </w:rPr>
  </w:style>
  <w:style w:type="character" w:customStyle="1" w:styleId="text43923894">
    <w:name w:val="text_43923894"/>
    <w:basedOn w:val="DefaultParagraphFont"/>
    <w:uiPriority w:val="99"/>
    <w:semiHidden/>
    <w:rsid w:val="00461344"/>
    <w:rPr>
      <w:rFonts w:cs="Times New Roman"/>
    </w:rPr>
  </w:style>
  <w:style w:type="character" w:customStyle="1" w:styleId="url43923894">
    <w:name w:val="url_43923894"/>
    <w:basedOn w:val="DefaultParagraphFont"/>
    <w:uiPriority w:val="99"/>
    <w:semiHidden/>
    <w:rsid w:val="00461344"/>
    <w:rPr>
      <w:rFonts w:cs="Times New Roman"/>
    </w:rPr>
  </w:style>
  <w:style w:type="paragraph" w:customStyle="1" w:styleId="20">
    <w:name w:val="Без интервала2"/>
    <w:uiPriority w:val="99"/>
    <w:semiHidden/>
    <w:rsid w:val="00461344"/>
    <w:rPr>
      <w:rFonts w:ascii="Calibri" w:hAnsi="Calibri"/>
      <w:lang w:eastAsia="en-US"/>
    </w:rPr>
  </w:style>
  <w:style w:type="paragraph" w:customStyle="1" w:styleId="Default">
    <w:name w:val="Default"/>
    <w:uiPriority w:val="99"/>
    <w:semiHidden/>
    <w:rsid w:val="00461344"/>
    <w:pPr>
      <w:autoSpaceDE w:val="0"/>
      <w:autoSpaceDN w:val="0"/>
      <w:adjustRightInd w:val="0"/>
    </w:pPr>
    <w:rPr>
      <w:color w:val="000000"/>
      <w:sz w:val="24"/>
      <w:szCs w:val="24"/>
      <w:lang w:eastAsia="en-US"/>
    </w:rPr>
  </w:style>
  <w:style w:type="paragraph" w:customStyle="1" w:styleId="style6">
    <w:name w:val="style6"/>
    <w:basedOn w:val="Normal"/>
    <w:uiPriority w:val="99"/>
    <w:semiHidden/>
    <w:rsid w:val="00461344"/>
    <w:pPr>
      <w:spacing w:before="100" w:beforeAutospacing="1" w:after="100" w:afterAutospacing="1"/>
      <w:ind w:firstLine="0"/>
      <w:jc w:val="left"/>
    </w:pPr>
    <w:rPr>
      <w:rFonts w:ascii="Verdana" w:hAnsi="Verdana"/>
      <w:color w:val="FFFFFF"/>
      <w:szCs w:val="20"/>
    </w:rPr>
  </w:style>
  <w:style w:type="character" w:customStyle="1" w:styleId="quoted11">
    <w:name w:val="quoted11"/>
    <w:uiPriority w:val="99"/>
    <w:semiHidden/>
    <w:rsid w:val="00461344"/>
    <w:rPr>
      <w:color w:val="660066"/>
    </w:rPr>
  </w:style>
  <w:style w:type="paragraph" w:customStyle="1" w:styleId="12">
    <w:name w:val="Обычный1"/>
    <w:uiPriority w:val="99"/>
    <w:semiHidden/>
    <w:rsid w:val="00461344"/>
    <w:pPr>
      <w:spacing w:after="200" w:line="276" w:lineRule="auto"/>
    </w:pPr>
    <w:rPr>
      <w:rFonts w:ascii="Calibri" w:hAnsi="Calibri" w:cs="Calibri"/>
      <w:color w:val="000000"/>
    </w:rPr>
  </w:style>
  <w:style w:type="paragraph" w:customStyle="1" w:styleId="21">
    <w:name w:val="Абзац списка2"/>
    <w:basedOn w:val="Normal"/>
    <w:uiPriority w:val="99"/>
    <w:semiHidden/>
    <w:rsid w:val="00461344"/>
    <w:pPr>
      <w:spacing w:after="200" w:line="276" w:lineRule="auto"/>
      <w:ind w:left="720" w:firstLine="0"/>
      <w:contextualSpacing/>
      <w:jc w:val="left"/>
    </w:pPr>
    <w:rPr>
      <w:rFonts w:ascii="Calibri" w:hAnsi="Calibri"/>
      <w:sz w:val="22"/>
      <w:lang w:eastAsia="en-US"/>
    </w:rPr>
  </w:style>
  <w:style w:type="paragraph" w:styleId="HTMLPreformatted">
    <w:name w:val="HTML Preformatted"/>
    <w:basedOn w:val="Normal"/>
    <w:link w:val="HTMLPreformattedChar"/>
    <w:uiPriority w:val="99"/>
    <w:semiHidden/>
    <w:rsid w:val="00461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locked/>
    <w:rsid w:val="00EC22B6"/>
    <w:rPr>
      <w:rFonts w:ascii="Courier New" w:hAnsi="Courier New" w:cs="Courier New"/>
    </w:rPr>
  </w:style>
  <w:style w:type="character" w:customStyle="1" w:styleId="hl">
    <w:name w:val="hl"/>
    <w:basedOn w:val="DefaultParagraphFont"/>
    <w:uiPriority w:val="99"/>
    <w:semiHidden/>
    <w:rsid w:val="00461344"/>
    <w:rPr>
      <w:rFonts w:cs="Times New Roman"/>
    </w:rPr>
  </w:style>
  <w:style w:type="paragraph" w:styleId="PlainText">
    <w:name w:val="Plain Text"/>
    <w:basedOn w:val="Normal"/>
    <w:link w:val="PlainTextChar"/>
    <w:uiPriority w:val="99"/>
    <w:semiHidden/>
    <w:rsid w:val="00461344"/>
    <w:pPr>
      <w:ind w:firstLine="0"/>
      <w:jc w:val="left"/>
    </w:pPr>
    <w:rPr>
      <w:rFonts w:ascii="Courier New" w:hAnsi="Courier New" w:cs="Courier New"/>
      <w:szCs w:val="20"/>
    </w:rPr>
  </w:style>
  <w:style w:type="character" w:customStyle="1" w:styleId="PlainTextChar">
    <w:name w:val="Plain Text Char"/>
    <w:basedOn w:val="DefaultParagraphFont"/>
    <w:link w:val="PlainText"/>
    <w:uiPriority w:val="99"/>
    <w:semiHidden/>
    <w:locked/>
    <w:rsid w:val="00EC22B6"/>
    <w:rPr>
      <w:rFonts w:ascii="Courier New" w:hAnsi="Courier New" w:cs="Courier New"/>
    </w:rPr>
  </w:style>
  <w:style w:type="character" w:customStyle="1" w:styleId="translation-chunk">
    <w:name w:val="translation-chunk"/>
    <w:uiPriority w:val="99"/>
    <w:semiHidden/>
    <w:rsid w:val="00461344"/>
  </w:style>
  <w:style w:type="character" w:customStyle="1" w:styleId="noncited4">
    <w:name w:val="noncited4"/>
    <w:basedOn w:val="DefaultParagraphFont"/>
    <w:uiPriority w:val="99"/>
    <w:semiHidden/>
    <w:rsid w:val="00461344"/>
    <w:rPr>
      <w:rFonts w:cs="Times New Roman"/>
    </w:rPr>
  </w:style>
  <w:style w:type="character" w:customStyle="1" w:styleId="origins4">
    <w:name w:val="origins4"/>
    <w:basedOn w:val="DefaultParagraphFont"/>
    <w:uiPriority w:val="99"/>
    <w:semiHidden/>
    <w:rsid w:val="00461344"/>
    <w:rPr>
      <w:rFonts w:cs="Times New Roman"/>
    </w:rPr>
  </w:style>
  <w:style w:type="character" w:customStyle="1" w:styleId="legalcitation">
    <w:name w:val="legalcitation"/>
    <w:basedOn w:val="DefaultParagraphFont"/>
    <w:uiPriority w:val="99"/>
    <w:semiHidden/>
    <w:rsid w:val="00461344"/>
    <w:rPr>
      <w:rFonts w:cs="Times New Roman"/>
    </w:rPr>
  </w:style>
  <w:style w:type="character" w:customStyle="1" w:styleId="NormalWebChar">
    <w:name w:val="Normal (Web) Char"/>
    <w:aliases w:val="Знак Знак Char,Знак Знак1 Char"/>
    <w:link w:val="NormalWeb"/>
    <w:uiPriority w:val="99"/>
    <w:semiHidden/>
    <w:locked/>
    <w:rsid w:val="00EC22B6"/>
    <w:rPr>
      <w:sz w:val="24"/>
    </w:rPr>
  </w:style>
  <w:style w:type="character" w:styleId="FollowedHyperlink">
    <w:name w:val="FollowedHyperlink"/>
    <w:basedOn w:val="DefaultParagraphFont"/>
    <w:uiPriority w:val="99"/>
    <w:semiHidden/>
    <w:rsid w:val="00461344"/>
    <w:rPr>
      <w:rFonts w:cs="Times New Roman"/>
      <w:color w:val="800080"/>
      <w:u w:val="single"/>
    </w:rPr>
  </w:style>
  <w:style w:type="paragraph" w:customStyle="1" w:styleId="a00">
    <w:name w:val="a0"/>
    <w:basedOn w:val="Normal"/>
    <w:uiPriority w:val="99"/>
    <w:semiHidden/>
    <w:rsid w:val="00461344"/>
    <w:pPr>
      <w:spacing w:before="100" w:beforeAutospacing="1" w:after="100" w:afterAutospacing="1"/>
      <w:ind w:firstLine="0"/>
      <w:jc w:val="left"/>
    </w:pPr>
    <w:rPr>
      <w:sz w:val="24"/>
      <w:szCs w:val="24"/>
    </w:rPr>
  </w:style>
  <w:style w:type="paragraph" w:customStyle="1" w:styleId="a0cxspmiddle">
    <w:name w:val="a0cxspmiddle"/>
    <w:basedOn w:val="Normal"/>
    <w:uiPriority w:val="99"/>
    <w:semiHidden/>
    <w:rsid w:val="00461344"/>
    <w:pPr>
      <w:spacing w:before="100" w:beforeAutospacing="1" w:after="100" w:afterAutospacing="1"/>
      <w:ind w:firstLine="0"/>
      <w:jc w:val="left"/>
    </w:pPr>
    <w:rPr>
      <w:sz w:val="24"/>
      <w:szCs w:val="24"/>
    </w:rPr>
  </w:style>
  <w:style w:type="character" w:customStyle="1" w:styleId="spelle">
    <w:name w:val="spelle"/>
    <w:basedOn w:val="DefaultParagraphFont"/>
    <w:uiPriority w:val="99"/>
    <w:semiHidden/>
    <w:rsid w:val="00461344"/>
    <w:rPr>
      <w:rFonts w:cs="Times New Roman"/>
    </w:rPr>
  </w:style>
  <w:style w:type="paragraph" w:customStyle="1" w:styleId="a0cxsplast">
    <w:name w:val="a0cxsplast"/>
    <w:basedOn w:val="Normal"/>
    <w:uiPriority w:val="99"/>
    <w:semiHidden/>
    <w:rsid w:val="00461344"/>
    <w:pPr>
      <w:spacing w:before="100" w:beforeAutospacing="1" w:after="100" w:afterAutospacing="1"/>
      <w:ind w:firstLine="0"/>
      <w:jc w:val="left"/>
    </w:pPr>
    <w:rPr>
      <w:sz w:val="24"/>
      <w:szCs w:val="24"/>
    </w:rPr>
  </w:style>
  <w:style w:type="character" w:customStyle="1" w:styleId="dash041e005f0431005f044b005f0447005f043d005f044b005f0439005f005fchar1char1">
    <w:name w:val="dash041e_005f0431_005f044b_005f0447_005f043d_005f044b_005f0439_005f_005fchar1__char1"/>
    <w:basedOn w:val="DefaultParagraphFont"/>
    <w:uiPriority w:val="99"/>
    <w:semiHidden/>
    <w:rsid w:val="00461344"/>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Normal"/>
    <w:uiPriority w:val="99"/>
    <w:semiHidden/>
    <w:rsid w:val="00461344"/>
    <w:pPr>
      <w:ind w:firstLine="0"/>
      <w:jc w:val="left"/>
    </w:pPr>
    <w:rPr>
      <w:sz w:val="24"/>
      <w:szCs w:val="24"/>
    </w:rPr>
  </w:style>
  <w:style w:type="character" w:customStyle="1" w:styleId="dash041e0431044b0447043d044b0439char1">
    <w:name w:val="dash041e_0431_044b_0447_043d_044b_0439__char1"/>
    <w:basedOn w:val="DefaultParagraphFont"/>
    <w:uiPriority w:val="99"/>
    <w:semiHidden/>
    <w:rsid w:val="00461344"/>
    <w:rPr>
      <w:rFonts w:ascii="Times New Roman" w:hAnsi="Times New Roman" w:cs="Times New Roman"/>
      <w:sz w:val="24"/>
      <w:szCs w:val="24"/>
      <w:u w:val="none"/>
      <w:effect w:val="none"/>
    </w:rPr>
  </w:style>
  <w:style w:type="paragraph" w:customStyle="1" w:styleId="msonormalbullet2gif">
    <w:name w:val="msonormalbullet2.gif"/>
    <w:basedOn w:val="Normal"/>
    <w:uiPriority w:val="99"/>
    <w:semiHidden/>
    <w:rsid w:val="00461344"/>
    <w:pPr>
      <w:spacing w:before="100" w:beforeAutospacing="1" w:after="100" w:afterAutospacing="1"/>
      <w:ind w:firstLine="0"/>
      <w:jc w:val="left"/>
    </w:pPr>
    <w:rPr>
      <w:sz w:val="24"/>
      <w:szCs w:val="24"/>
    </w:rPr>
  </w:style>
  <w:style w:type="character" w:customStyle="1" w:styleId="c1">
    <w:name w:val="c1"/>
    <w:basedOn w:val="DefaultParagraphFont"/>
    <w:uiPriority w:val="99"/>
    <w:semiHidden/>
    <w:rsid w:val="00461344"/>
    <w:rPr>
      <w:rFonts w:cs="Times New Roman"/>
    </w:rPr>
  </w:style>
  <w:style w:type="paragraph" w:styleId="FootnoteText">
    <w:name w:val="footnote text"/>
    <w:basedOn w:val="Normal"/>
    <w:link w:val="FootnoteTextChar"/>
    <w:uiPriority w:val="99"/>
    <w:semiHidden/>
    <w:rsid w:val="00461344"/>
    <w:pPr>
      <w:ind w:firstLine="0"/>
      <w:jc w:val="left"/>
    </w:pPr>
    <w:rPr>
      <w:rFonts w:ascii="Calibri" w:hAnsi="Calibri"/>
      <w:szCs w:val="20"/>
      <w:lang w:eastAsia="en-US"/>
    </w:rPr>
  </w:style>
  <w:style w:type="character" w:customStyle="1" w:styleId="FootnoteTextChar">
    <w:name w:val="Footnote Text Char"/>
    <w:basedOn w:val="DefaultParagraphFont"/>
    <w:link w:val="FootnoteText"/>
    <w:uiPriority w:val="99"/>
    <w:semiHidden/>
    <w:locked/>
    <w:rsid w:val="00EC22B6"/>
    <w:rPr>
      <w:rFonts w:ascii="Calibri" w:hAnsi="Calibri" w:cs="Times New Roman"/>
      <w:lang w:eastAsia="en-US"/>
    </w:rPr>
  </w:style>
  <w:style w:type="paragraph" w:customStyle="1" w:styleId="style54">
    <w:name w:val="style54"/>
    <w:basedOn w:val="Normal"/>
    <w:uiPriority w:val="99"/>
    <w:semiHidden/>
    <w:rsid w:val="00461344"/>
    <w:pPr>
      <w:spacing w:before="100" w:beforeAutospacing="1" w:after="100" w:afterAutospacing="1"/>
      <w:ind w:firstLine="0"/>
      <w:jc w:val="left"/>
    </w:pPr>
    <w:rPr>
      <w:sz w:val="24"/>
      <w:szCs w:val="24"/>
    </w:rPr>
  </w:style>
  <w:style w:type="paragraph" w:customStyle="1" w:styleId="c0">
    <w:name w:val="c0"/>
    <w:basedOn w:val="Normal"/>
    <w:uiPriority w:val="99"/>
    <w:semiHidden/>
    <w:rsid w:val="00461344"/>
    <w:pPr>
      <w:spacing w:before="100" w:beforeAutospacing="1" w:after="100" w:afterAutospacing="1"/>
      <w:ind w:firstLine="0"/>
      <w:jc w:val="left"/>
    </w:pPr>
    <w:rPr>
      <w:sz w:val="24"/>
      <w:szCs w:val="24"/>
    </w:rPr>
  </w:style>
  <w:style w:type="character" w:customStyle="1" w:styleId="c7">
    <w:name w:val="c7"/>
    <w:basedOn w:val="DefaultParagraphFont"/>
    <w:uiPriority w:val="99"/>
    <w:semiHidden/>
    <w:rsid w:val="00461344"/>
    <w:rPr>
      <w:rFonts w:cs="Times New Roman"/>
    </w:rPr>
  </w:style>
  <w:style w:type="paragraph" w:customStyle="1" w:styleId="a4">
    <w:name w:val="список нумерованный"/>
    <w:autoRedefine/>
    <w:uiPriority w:val="99"/>
    <w:semiHidden/>
    <w:rsid w:val="00461344"/>
    <w:pPr>
      <w:numPr>
        <w:numId w:val="8"/>
      </w:numPr>
      <w:spacing w:line="360" w:lineRule="auto"/>
      <w:jc w:val="both"/>
    </w:pPr>
    <w:rPr>
      <w:noProof/>
      <w:sz w:val="28"/>
      <w:szCs w:val="28"/>
    </w:rPr>
  </w:style>
  <w:style w:type="paragraph" w:customStyle="1" w:styleId="210">
    <w:name w:val="Абзац списка21"/>
    <w:basedOn w:val="Normal"/>
    <w:uiPriority w:val="99"/>
    <w:semiHidden/>
    <w:rsid w:val="00461344"/>
    <w:pPr>
      <w:spacing w:after="160" w:line="259" w:lineRule="auto"/>
      <w:ind w:left="720" w:firstLine="0"/>
      <w:jc w:val="left"/>
    </w:pPr>
    <w:rPr>
      <w:rFonts w:ascii="Calibri" w:hAnsi="Calibri"/>
      <w:sz w:val="22"/>
      <w:lang w:eastAsia="en-US"/>
    </w:rPr>
  </w:style>
  <w:style w:type="paragraph" w:customStyle="1" w:styleId="c2">
    <w:name w:val="c2"/>
    <w:basedOn w:val="Normal"/>
    <w:link w:val="c20"/>
    <w:uiPriority w:val="99"/>
    <w:semiHidden/>
    <w:rsid w:val="00461344"/>
    <w:pPr>
      <w:spacing w:before="100" w:beforeAutospacing="1" w:after="100" w:afterAutospacing="1"/>
      <w:ind w:firstLine="0"/>
      <w:jc w:val="left"/>
    </w:pPr>
    <w:rPr>
      <w:sz w:val="24"/>
      <w:szCs w:val="20"/>
    </w:rPr>
  </w:style>
  <w:style w:type="character" w:customStyle="1" w:styleId="c13">
    <w:name w:val="c13"/>
    <w:basedOn w:val="DefaultParagraphFont"/>
    <w:uiPriority w:val="99"/>
    <w:semiHidden/>
    <w:rsid w:val="00461344"/>
    <w:rPr>
      <w:rFonts w:cs="Times New Roman"/>
    </w:rPr>
  </w:style>
  <w:style w:type="paragraph" w:styleId="BodyText2">
    <w:name w:val="Body Text 2"/>
    <w:basedOn w:val="Normal"/>
    <w:link w:val="BodyText2Char"/>
    <w:uiPriority w:val="99"/>
    <w:semiHidden/>
    <w:rsid w:val="00461344"/>
    <w:pPr>
      <w:spacing w:after="120" w:line="480" w:lineRule="auto"/>
      <w:ind w:firstLine="0"/>
      <w:jc w:val="left"/>
    </w:pPr>
    <w:rPr>
      <w:rFonts w:ascii="Calibri" w:hAnsi="Calibri"/>
      <w:sz w:val="22"/>
      <w:lang w:eastAsia="en-US"/>
    </w:rPr>
  </w:style>
  <w:style w:type="character" w:customStyle="1" w:styleId="BodyText2Char">
    <w:name w:val="Body Text 2 Char"/>
    <w:basedOn w:val="DefaultParagraphFont"/>
    <w:link w:val="BodyText2"/>
    <w:uiPriority w:val="99"/>
    <w:semiHidden/>
    <w:locked/>
    <w:rsid w:val="00EC22B6"/>
    <w:rPr>
      <w:rFonts w:ascii="Calibri" w:hAnsi="Calibri" w:cs="Times New Roman"/>
      <w:sz w:val="22"/>
      <w:szCs w:val="22"/>
      <w:lang w:eastAsia="en-US"/>
    </w:rPr>
  </w:style>
  <w:style w:type="character" w:customStyle="1" w:styleId="c8">
    <w:name w:val="c8"/>
    <w:basedOn w:val="DefaultParagraphFont"/>
    <w:uiPriority w:val="99"/>
    <w:semiHidden/>
    <w:rsid w:val="00461344"/>
    <w:rPr>
      <w:rFonts w:cs="Times New Roman"/>
    </w:rPr>
  </w:style>
  <w:style w:type="character" w:customStyle="1" w:styleId="apple-style-span">
    <w:name w:val="apple-style-span"/>
    <w:basedOn w:val="DefaultParagraphFont"/>
    <w:uiPriority w:val="99"/>
    <w:semiHidden/>
    <w:rsid w:val="00461344"/>
    <w:rPr>
      <w:rFonts w:cs="Times New Roman"/>
    </w:rPr>
  </w:style>
  <w:style w:type="character" w:customStyle="1" w:styleId="hps">
    <w:name w:val="hps"/>
    <w:basedOn w:val="DefaultParagraphFont"/>
    <w:uiPriority w:val="99"/>
    <w:semiHidden/>
    <w:rsid w:val="00461344"/>
    <w:rPr>
      <w:rFonts w:cs="Times New Roman"/>
    </w:rPr>
  </w:style>
  <w:style w:type="character" w:customStyle="1" w:styleId="edition">
    <w:name w:val="edition"/>
    <w:basedOn w:val="DefaultParagraphFont"/>
    <w:uiPriority w:val="99"/>
    <w:semiHidden/>
    <w:rsid w:val="00461344"/>
    <w:rPr>
      <w:rFonts w:cs="Times New Roman"/>
    </w:rPr>
  </w:style>
  <w:style w:type="paragraph" w:customStyle="1" w:styleId="af1">
    <w:name w:val="УДК"/>
    <w:basedOn w:val="Normal"/>
    <w:link w:val="af2"/>
    <w:uiPriority w:val="99"/>
    <w:rsid w:val="00BC1566"/>
    <w:rPr>
      <w:sz w:val="18"/>
      <w:szCs w:val="20"/>
    </w:rPr>
  </w:style>
  <w:style w:type="character" w:customStyle="1" w:styleId="af2">
    <w:name w:val="УДК Знак"/>
    <w:basedOn w:val="DefaultParagraphFont"/>
    <w:link w:val="af1"/>
    <w:uiPriority w:val="99"/>
    <w:locked/>
    <w:rsid w:val="00EC22B6"/>
    <w:rPr>
      <w:rFonts w:cs="Times New Roman"/>
      <w:sz w:val="18"/>
    </w:rPr>
  </w:style>
  <w:style w:type="paragraph" w:customStyle="1" w:styleId="af3">
    <w:name w:val="Аннотация"/>
    <w:basedOn w:val="Normal"/>
    <w:link w:val="af4"/>
    <w:uiPriority w:val="99"/>
    <w:rsid w:val="000379E5"/>
    <w:pPr>
      <w:spacing w:before="60"/>
    </w:pPr>
    <w:rPr>
      <w:i/>
      <w:sz w:val="18"/>
      <w:lang w:val="en-US"/>
    </w:rPr>
  </w:style>
  <w:style w:type="paragraph" w:customStyle="1" w:styleId="af5">
    <w:name w:val="Табл"/>
    <w:basedOn w:val="Normal"/>
    <w:link w:val="af6"/>
    <w:uiPriority w:val="99"/>
    <w:rsid w:val="00E87A67"/>
    <w:pPr>
      <w:spacing w:after="120"/>
      <w:ind w:firstLine="0"/>
      <w:jc w:val="center"/>
    </w:pPr>
    <w:rPr>
      <w:sz w:val="18"/>
      <w:szCs w:val="20"/>
    </w:rPr>
  </w:style>
  <w:style w:type="character" w:customStyle="1" w:styleId="af4">
    <w:name w:val="Аннотация Знак"/>
    <w:basedOn w:val="DefaultParagraphFont"/>
    <w:link w:val="af3"/>
    <w:uiPriority w:val="99"/>
    <w:locked/>
    <w:rsid w:val="00EC22B6"/>
    <w:rPr>
      <w:rFonts w:cs="Times New Roman"/>
      <w:i/>
      <w:sz w:val="22"/>
      <w:szCs w:val="22"/>
      <w:lang w:val="en-US"/>
    </w:rPr>
  </w:style>
  <w:style w:type="paragraph" w:customStyle="1" w:styleId="a3">
    <w:name w:val="маркированный список"/>
    <w:basedOn w:val="ListParagraph"/>
    <w:link w:val="af7"/>
    <w:uiPriority w:val="99"/>
    <w:rsid w:val="000120C0"/>
    <w:pPr>
      <w:numPr>
        <w:numId w:val="9"/>
      </w:numPr>
      <w:spacing w:after="0" w:line="240" w:lineRule="auto"/>
      <w:ind w:left="0" w:firstLine="454"/>
      <w:jc w:val="both"/>
    </w:pPr>
    <w:rPr>
      <w:rFonts w:ascii="Times New Roman" w:hAnsi="Times New Roman" w:cs="Times New Roman"/>
      <w:sz w:val="20"/>
      <w:shd w:val="clear" w:color="auto" w:fill="FFFFFF"/>
    </w:rPr>
  </w:style>
  <w:style w:type="character" w:customStyle="1" w:styleId="af6">
    <w:name w:val="Табл Знак"/>
    <w:basedOn w:val="DefaultParagraphFont"/>
    <w:link w:val="af5"/>
    <w:uiPriority w:val="99"/>
    <w:locked/>
    <w:rsid w:val="00EC22B6"/>
    <w:rPr>
      <w:rFonts w:cs="Times New Roman"/>
      <w:sz w:val="18"/>
    </w:rPr>
  </w:style>
  <w:style w:type="character" w:customStyle="1" w:styleId="ListParagraphChar">
    <w:name w:val="List Paragraph Char"/>
    <w:basedOn w:val="DefaultParagraphFont"/>
    <w:link w:val="ListParagraph"/>
    <w:uiPriority w:val="99"/>
    <w:semiHidden/>
    <w:locked/>
    <w:rsid w:val="00EC22B6"/>
    <w:rPr>
      <w:rFonts w:ascii="Calibri" w:hAnsi="Calibri" w:cs="Calibri"/>
      <w:sz w:val="22"/>
      <w:szCs w:val="22"/>
      <w:lang w:eastAsia="en-US"/>
    </w:rPr>
  </w:style>
  <w:style w:type="character" w:customStyle="1" w:styleId="af7">
    <w:name w:val="маркированный список Знак"/>
    <w:basedOn w:val="ListParagraphChar"/>
    <w:link w:val="a3"/>
    <w:uiPriority w:val="99"/>
    <w:locked/>
    <w:rsid w:val="00EC22B6"/>
    <w:rPr>
      <w:sz w:val="20"/>
    </w:rPr>
  </w:style>
  <w:style w:type="paragraph" w:customStyle="1" w:styleId="a0">
    <w:name w:val="маркировка квадратик"/>
    <w:basedOn w:val="ListParagraph"/>
    <w:link w:val="af8"/>
    <w:uiPriority w:val="99"/>
    <w:rsid w:val="00F22D25"/>
    <w:pPr>
      <w:numPr>
        <w:numId w:val="10"/>
      </w:numPr>
      <w:spacing w:after="0" w:line="240" w:lineRule="auto"/>
      <w:ind w:left="0" w:firstLine="454"/>
      <w:jc w:val="both"/>
    </w:pPr>
    <w:rPr>
      <w:rFonts w:ascii="Times New Roman" w:hAnsi="Times New Roman" w:cs="Times New Roman"/>
      <w:sz w:val="20"/>
    </w:rPr>
  </w:style>
  <w:style w:type="paragraph" w:customStyle="1" w:styleId="a1">
    <w:name w:val="маркировка черта"/>
    <w:basedOn w:val="ListParagraph"/>
    <w:link w:val="af9"/>
    <w:uiPriority w:val="99"/>
    <w:rsid w:val="00520948"/>
    <w:pPr>
      <w:numPr>
        <w:numId w:val="11"/>
      </w:numPr>
      <w:spacing w:after="0" w:line="240" w:lineRule="auto"/>
      <w:jc w:val="both"/>
    </w:pPr>
    <w:rPr>
      <w:rFonts w:ascii="Times New Roman" w:hAnsi="Times New Roman"/>
      <w:sz w:val="20"/>
    </w:rPr>
  </w:style>
  <w:style w:type="character" w:customStyle="1" w:styleId="af8">
    <w:name w:val="маркировка квадратик Знак"/>
    <w:basedOn w:val="ListParagraphChar"/>
    <w:link w:val="a0"/>
    <w:uiPriority w:val="99"/>
    <w:locked/>
    <w:rsid w:val="00EC22B6"/>
    <w:rPr>
      <w:sz w:val="20"/>
    </w:rPr>
  </w:style>
  <w:style w:type="character" w:customStyle="1" w:styleId="af9">
    <w:name w:val="маркировка черта Знак"/>
    <w:basedOn w:val="ListParagraphChar"/>
    <w:link w:val="a1"/>
    <w:uiPriority w:val="99"/>
    <w:locked/>
    <w:rsid w:val="00EC22B6"/>
    <w:rPr>
      <w:sz w:val="20"/>
    </w:rPr>
  </w:style>
  <w:style w:type="character" w:customStyle="1" w:styleId="input">
    <w:name w:val="input"/>
    <w:uiPriority w:val="99"/>
    <w:semiHidden/>
    <w:rsid w:val="00201DDB"/>
  </w:style>
  <w:style w:type="character" w:customStyle="1" w:styleId="NoSpacingChar">
    <w:name w:val="No Spacing Char"/>
    <w:link w:val="NoSpacing"/>
    <w:uiPriority w:val="99"/>
    <w:locked/>
    <w:rsid w:val="00EC22B6"/>
    <w:rPr>
      <w:sz w:val="22"/>
    </w:rPr>
  </w:style>
  <w:style w:type="character" w:customStyle="1" w:styleId="ae">
    <w:name w:val="Без интервала Знак"/>
    <w:link w:val="11"/>
    <w:uiPriority w:val="99"/>
    <w:semiHidden/>
    <w:locked/>
    <w:rsid w:val="00EC22B6"/>
    <w:rPr>
      <w:rFonts w:ascii="Calibri" w:hAnsi="Calibri"/>
      <w:sz w:val="22"/>
      <w:lang w:eastAsia="en-US"/>
    </w:rPr>
  </w:style>
  <w:style w:type="character" w:customStyle="1" w:styleId="13">
    <w:name w:val="Основной текст1"/>
    <w:uiPriority w:val="99"/>
    <w:semiHidden/>
    <w:rsid w:val="00201DDB"/>
    <w:rPr>
      <w:rFonts w:eastAsia="Times New Roman"/>
      <w:color w:val="000000"/>
      <w:spacing w:val="0"/>
      <w:w w:val="100"/>
      <w:position w:val="0"/>
      <w:sz w:val="19"/>
      <w:u w:val="single"/>
      <w:shd w:val="clear" w:color="auto" w:fill="FFFFFF"/>
      <w:lang w:val="ru-RU"/>
    </w:rPr>
  </w:style>
  <w:style w:type="character" w:customStyle="1" w:styleId="text">
    <w:name w:val="text"/>
    <w:uiPriority w:val="99"/>
    <w:semiHidden/>
    <w:rsid w:val="00201DDB"/>
  </w:style>
  <w:style w:type="paragraph" w:customStyle="1" w:styleId="14">
    <w:name w:val="Стиль1"/>
    <w:basedOn w:val="Normal"/>
    <w:uiPriority w:val="99"/>
    <w:semiHidden/>
    <w:rsid w:val="00201DDB"/>
    <w:pPr>
      <w:spacing w:line="360" w:lineRule="auto"/>
      <w:ind w:firstLine="709"/>
    </w:pPr>
    <w:rPr>
      <w:sz w:val="24"/>
      <w:lang w:eastAsia="en-US"/>
    </w:rPr>
  </w:style>
  <w:style w:type="character" w:customStyle="1" w:styleId="c5">
    <w:name w:val="c5"/>
    <w:basedOn w:val="DefaultParagraphFont"/>
    <w:uiPriority w:val="99"/>
    <w:semiHidden/>
    <w:rsid w:val="00201DDB"/>
    <w:rPr>
      <w:rFonts w:cs="Times New Roman"/>
    </w:rPr>
  </w:style>
  <w:style w:type="character" w:customStyle="1" w:styleId="c6">
    <w:name w:val="c6"/>
    <w:basedOn w:val="DefaultParagraphFont"/>
    <w:uiPriority w:val="99"/>
    <w:semiHidden/>
    <w:rsid w:val="00201DDB"/>
    <w:rPr>
      <w:rFonts w:cs="Times New Roman"/>
    </w:rPr>
  </w:style>
  <w:style w:type="character" w:customStyle="1" w:styleId="c9">
    <w:name w:val="c9"/>
    <w:basedOn w:val="DefaultParagraphFont"/>
    <w:uiPriority w:val="99"/>
    <w:semiHidden/>
    <w:rsid w:val="00201DDB"/>
    <w:rPr>
      <w:rFonts w:cs="Times New Roman"/>
    </w:rPr>
  </w:style>
  <w:style w:type="character" w:customStyle="1" w:styleId="5">
    <w:name w:val="Основной текст (5)_"/>
    <w:link w:val="50"/>
    <w:uiPriority w:val="99"/>
    <w:semiHidden/>
    <w:locked/>
    <w:rsid w:val="00EC22B6"/>
    <w:rPr>
      <w:b/>
      <w:sz w:val="24"/>
      <w:shd w:val="clear" w:color="auto" w:fill="FFFFFF"/>
    </w:rPr>
  </w:style>
  <w:style w:type="paragraph" w:customStyle="1" w:styleId="50">
    <w:name w:val="Основной текст (5)"/>
    <w:basedOn w:val="Normal"/>
    <w:link w:val="5"/>
    <w:uiPriority w:val="99"/>
    <w:semiHidden/>
    <w:rsid w:val="00201DDB"/>
    <w:pPr>
      <w:widowControl w:val="0"/>
      <w:shd w:val="clear" w:color="auto" w:fill="FFFFFF"/>
      <w:spacing w:before="420" w:after="180" w:line="235" w:lineRule="exact"/>
      <w:ind w:firstLine="0"/>
      <w:jc w:val="center"/>
    </w:pPr>
    <w:rPr>
      <w:b/>
      <w:sz w:val="24"/>
      <w:szCs w:val="20"/>
    </w:rPr>
  </w:style>
  <w:style w:type="character" w:customStyle="1" w:styleId="gt-baf-back">
    <w:name w:val="gt-baf-back"/>
    <w:basedOn w:val="DefaultParagraphFont"/>
    <w:uiPriority w:val="99"/>
    <w:semiHidden/>
    <w:rsid w:val="00201DDB"/>
    <w:rPr>
      <w:rFonts w:cs="Times New Roman"/>
    </w:rPr>
  </w:style>
  <w:style w:type="character" w:customStyle="1" w:styleId="shorttext">
    <w:name w:val="short_text"/>
    <w:basedOn w:val="DefaultParagraphFont"/>
    <w:uiPriority w:val="99"/>
    <w:semiHidden/>
    <w:rsid w:val="00201DDB"/>
    <w:rPr>
      <w:rFonts w:cs="Times New Roman"/>
    </w:rPr>
  </w:style>
  <w:style w:type="paragraph" w:customStyle="1" w:styleId="afa">
    <w:name w:val="Мой УДК"/>
    <w:basedOn w:val="Normal"/>
    <w:link w:val="afb"/>
    <w:uiPriority w:val="99"/>
    <w:semiHidden/>
    <w:rsid w:val="00201DDB"/>
    <w:pPr>
      <w:ind w:firstLine="0"/>
    </w:pPr>
    <w:rPr>
      <w:sz w:val="22"/>
      <w:szCs w:val="20"/>
    </w:rPr>
  </w:style>
  <w:style w:type="paragraph" w:customStyle="1" w:styleId="afc">
    <w:name w:val="Мой автор"/>
    <w:basedOn w:val="Normal"/>
    <w:link w:val="afd"/>
    <w:uiPriority w:val="99"/>
    <w:semiHidden/>
    <w:rsid w:val="00201DDB"/>
    <w:pPr>
      <w:ind w:firstLine="709"/>
      <w:jc w:val="right"/>
    </w:pPr>
    <w:rPr>
      <w:sz w:val="24"/>
      <w:szCs w:val="20"/>
    </w:rPr>
  </w:style>
  <w:style w:type="character" w:customStyle="1" w:styleId="afb">
    <w:name w:val="Мой УДК Знак"/>
    <w:link w:val="afa"/>
    <w:uiPriority w:val="99"/>
    <w:semiHidden/>
    <w:locked/>
    <w:rsid w:val="00EC22B6"/>
    <w:rPr>
      <w:sz w:val="22"/>
    </w:rPr>
  </w:style>
  <w:style w:type="paragraph" w:customStyle="1" w:styleId="afe">
    <w:name w:val="Мой заголовок статьи"/>
    <w:basedOn w:val="Normal"/>
    <w:link w:val="aff"/>
    <w:uiPriority w:val="99"/>
    <w:semiHidden/>
    <w:rsid w:val="00201DDB"/>
    <w:pPr>
      <w:ind w:firstLine="0"/>
      <w:jc w:val="center"/>
    </w:pPr>
    <w:rPr>
      <w:b/>
      <w:sz w:val="24"/>
      <w:szCs w:val="20"/>
    </w:rPr>
  </w:style>
  <w:style w:type="character" w:customStyle="1" w:styleId="afd">
    <w:name w:val="Мой автор Знак"/>
    <w:link w:val="afc"/>
    <w:uiPriority w:val="99"/>
    <w:semiHidden/>
    <w:locked/>
    <w:rsid w:val="00EC22B6"/>
    <w:rPr>
      <w:sz w:val="24"/>
    </w:rPr>
  </w:style>
  <w:style w:type="paragraph" w:customStyle="1" w:styleId="aff0">
    <w:name w:val="Мой ключевые слова"/>
    <w:basedOn w:val="Normal"/>
    <w:link w:val="aff1"/>
    <w:uiPriority w:val="99"/>
    <w:semiHidden/>
    <w:rsid w:val="00201DDB"/>
    <w:pPr>
      <w:ind w:firstLine="709"/>
    </w:pPr>
    <w:rPr>
      <w:rFonts w:ascii="Arial" w:hAnsi="Arial"/>
      <w:sz w:val="22"/>
      <w:szCs w:val="20"/>
    </w:rPr>
  </w:style>
  <w:style w:type="character" w:customStyle="1" w:styleId="aff">
    <w:name w:val="Мой заголовок статьи Знак"/>
    <w:link w:val="afe"/>
    <w:uiPriority w:val="99"/>
    <w:semiHidden/>
    <w:locked/>
    <w:rsid w:val="00EC22B6"/>
    <w:rPr>
      <w:b/>
      <w:sz w:val="24"/>
    </w:rPr>
  </w:style>
  <w:style w:type="paragraph" w:customStyle="1" w:styleId="aff2">
    <w:name w:val="Мой аннотация"/>
    <w:basedOn w:val="Normal"/>
    <w:link w:val="aff3"/>
    <w:uiPriority w:val="99"/>
    <w:semiHidden/>
    <w:rsid w:val="00201DDB"/>
    <w:pPr>
      <w:ind w:firstLine="709"/>
    </w:pPr>
    <w:rPr>
      <w:i/>
      <w:sz w:val="22"/>
      <w:szCs w:val="20"/>
    </w:rPr>
  </w:style>
  <w:style w:type="character" w:customStyle="1" w:styleId="aff1">
    <w:name w:val="Мой ключевые слова Знак"/>
    <w:link w:val="aff0"/>
    <w:uiPriority w:val="99"/>
    <w:semiHidden/>
    <w:locked/>
    <w:rsid w:val="00EC22B6"/>
    <w:rPr>
      <w:rFonts w:ascii="Arial" w:hAnsi="Arial"/>
      <w:sz w:val="22"/>
    </w:rPr>
  </w:style>
  <w:style w:type="paragraph" w:customStyle="1" w:styleId="aff4">
    <w:name w:val="Мой обычный"/>
    <w:basedOn w:val="Normal"/>
    <w:link w:val="aff5"/>
    <w:uiPriority w:val="99"/>
    <w:semiHidden/>
    <w:rsid w:val="00201DDB"/>
    <w:pPr>
      <w:ind w:firstLine="709"/>
    </w:pPr>
    <w:rPr>
      <w:sz w:val="24"/>
      <w:szCs w:val="20"/>
    </w:rPr>
  </w:style>
  <w:style w:type="character" w:customStyle="1" w:styleId="aff3">
    <w:name w:val="Мой аннотация Знак"/>
    <w:link w:val="aff2"/>
    <w:uiPriority w:val="99"/>
    <w:semiHidden/>
    <w:locked/>
    <w:rsid w:val="00EC22B6"/>
    <w:rPr>
      <w:i/>
      <w:sz w:val="22"/>
    </w:rPr>
  </w:style>
  <w:style w:type="paragraph" w:customStyle="1" w:styleId="a">
    <w:name w:val="Мой маркированный"/>
    <w:basedOn w:val="c2"/>
    <w:link w:val="aff6"/>
    <w:uiPriority w:val="99"/>
    <w:semiHidden/>
    <w:rsid w:val="00201DDB"/>
    <w:pPr>
      <w:numPr>
        <w:numId w:val="12"/>
      </w:numPr>
      <w:tabs>
        <w:tab w:val="left" w:pos="993"/>
      </w:tabs>
      <w:spacing w:before="0" w:beforeAutospacing="0" w:after="0" w:afterAutospacing="0"/>
      <w:ind w:left="0" w:firstLine="709"/>
      <w:jc w:val="both"/>
    </w:pPr>
    <w:rPr>
      <w:color w:val="000000"/>
      <w:shd w:val="clear" w:color="auto" w:fill="FFFFFF"/>
    </w:rPr>
  </w:style>
  <w:style w:type="character" w:customStyle="1" w:styleId="aff5">
    <w:name w:val="Мой обычный Знак"/>
    <w:link w:val="aff4"/>
    <w:uiPriority w:val="99"/>
    <w:semiHidden/>
    <w:locked/>
    <w:rsid w:val="00EC22B6"/>
    <w:rPr>
      <w:sz w:val="24"/>
    </w:rPr>
  </w:style>
  <w:style w:type="paragraph" w:customStyle="1" w:styleId="aff7">
    <w:name w:val="Мой нумерованный список"/>
    <w:basedOn w:val="Normal"/>
    <w:link w:val="aff8"/>
    <w:uiPriority w:val="99"/>
    <w:semiHidden/>
    <w:rsid w:val="00201DDB"/>
    <w:pPr>
      <w:ind w:firstLine="709"/>
    </w:pPr>
    <w:rPr>
      <w:sz w:val="22"/>
      <w:szCs w:val="20"/>
    </w:rPr>
  </w:style>
  <w:style w:type="character" w:customStyle="1" w:styleId="c20">
    <w:name w:val="c2 Знак"/>
    <w:link w:val="c2"/>
    <w:uiPriority w:val="99"/>
    <w:semiHidden/>
    <w:locked/>
    <w:rsid w:val="00EC22B6"/>
    <w:rPr>
      <w:sz w:val="24"/>
    </w:rPr>
  </w:style>
  <w:style w:type="character" w:customStyle="1" w:styleId="aff6">
    <w:name w:val="Мой маркированный Знак"/>
    <w:link w:val="a"/>
    <w:uiPriority w:val="99"/>
    <w:semiHidden/>
    <w:locked/>
    <w:rsid w:val="00EC22B6"/>
    <w:rPr>
      <w:color w:val="000000"/>
      <w:sz w:val="24"/>
      <w:szCs w:val="20"/>
    </w:rPr>
  </w:style>
  <w:style w:type="character" w:customStyle="1" w:styleId="aff8">
    <w:name w:val="Мой нумерованный список Знак"/>
    <w:link w:val="aff7"/>
    <w:uiPriority w:val="99"/>
    <w:semiHidden/>
    <w:locked/>
    <w:rsid w:val="00EC22B6"/>
    <w:rPr>
      <w:sz w:val="22"/>
    </w:rPr>
  </w:style>
  <w:style w:type="character" w:customStyle="1" w:styleId="c4">
    <w:name w:val="c4"/>
    <w:uiPriority w:val="99"/>
    <w:semiHidden/>
    <w:rsid w:val="00201DDB"/>
  </w:style>
  <w:style w:type="paragraph" w:customStyle="1" w:styleId="3">
    <w:name w:val="Абзац списка3"/>
    <w:basedOn w:val="Normal"/>
    <w:uiPriority w:val="99"/>
    <w:semiHidden/>
    <w:rsid w:val="00201DDB"/>
    <w:pPr>
      <w:spacing w:after="200" w:line="276" w:lineRule="auto"/>
      <w:ind w:left="720" w:firstLine="0"/>
      <w:contextualSpacing/>
      <w:jc w:val="left"/>
    </w:pPr>
    <w:rPr>
      <w:rFonts w:ascii="Calibri" w:hAnsi="Calibri"/>
      <w:sz w:val="22"/>
    </w:rPr>
  </w:style>
  <w:style w:type="paragraph" w:customStyle="1" w:styleId="FR3">
    <w:name w:val="FR3"/>
    <w:uiPriority w:val="99"/>
    <w:semiHidden/>
    <w:rsid w:val="00201DDB"/>
    <w:pPr>
      <w:widowControl w:val="0"/>
      <w:ind w:firstLine="320"/>
      <w:jc w:val="both"/>
    </w:pPr>
    <w:rPr>
      <w:sz w:val="20"/>
      <w:szCs w:val="20"/>
    </w:rPr>
  </w:style>
  <w:style w:type="paragraph" w:customStyle="1" w:styleId="30">
    <w:name w:val="Без интервала3"/>
    <w:uiPriority w:val="99"/>
    <w:semiHidden/>
    <w:rsid w:val="00201DDB"/>
    <w:rPr>
      <w:rFonts w:ascii="Calibri" w:hAnsi="Calibri"/>
      <w:lang w:eastAsia="en-US"/>
    </w:rPr>
  </w:style>
  <w:style w:type="character" w:customStyle="1" w:styleId="c3c12">
    <w:name w:val="c3 c12"/>
    <w:basedOn w:val="DefaultParagraphFont"/>
    <w:uiPriority w:val="99"/>
    <w:semiHidden/>
    <w:rsid w:val="00201DDB"/>
    <w:rPr>
      <w:rFonts w:cs="Times New Roman"/>
    </w:rPr>
  </w:style>
  <w:style w:type="paragraph" w:customStyle="1" w:styleId="c11">
    <w:name w:val="c11"/>
    <w:basedOn w:val="Normal"/>
    <w:uiPriority w:val="99"/>
    <w:semiHidden/>
    <w:rsid w:val="00201DDB"/>
    <w:pPr>
      <w:spacing w:before="100" w:beforeAutospacing="1" w:after="100" w:afterAutospacing="1"/>
      <w:ind w:firstLine="0"/>
      <w:jc w:val="left"/>
    </w:pPr>
    <w:rPr>
      <w:sz w:val="24"/>
      <w:szCs w:val="24"/>
    </w:rPr>
  </w:style>
  <w:style w:type="character" w:customStyle="1" w:styleId="c3">
    <w:name w:val="c3"/>
    <w:basedOn w:val="DefaultParagraphFont"/>
    <w:uiPriority w:val="99"/>
    <w:semiHidden/>
    <w:rsid w:val="00201DDB"/>
    <w:rPr>
      <w:rFonts w:cs="Times New Roman"/>
    </w:rPr>
  </w:style>
  <w:style w:type="character" w:customStyle="1" w:styleId="c9c3">
    <w:name w:val="c9 c3"/>
    <w:basedOn w:val="DefaultParagraphFont"/>
    <w:uiPriority w:val="99"/>
    <w:semiHidden/>
    <w:rsid w:val="00201DDB"/>
    <w:rPr>
      <w:rFonts w:cs="Times New Roman"/>
    </w:rPr>
  </w:style>
  <w:style w:type="paragraph" w:customStyle="1" w:styleId="c13c18">
    <w:name w:val="c13 c18"/>
    <w:basedOn w:val="Normal"/>
    <w:uiPriority w:val="99"/>
    <w:semiHidden/>
    <w:rsid w:val="00201DDB"/>
    <w:pPr>
      <w:spacing w:before="100" w:beforeAutospacing="1" w:after="100" w:afterAutospacing="1"/>
      <w:ind w:firstLine="0"/>
      <w:jc w:val="left"/>
    </w:pPr>
    <w:rPr>
      <w:sz w:val="24"/>
      <w:szCs w:val="24"/>
    </w:rPr>
  </w:style>
  <w:style w:type="character" w:customStyle="1" w:styleId="c12c22">
    <w:name w:val="c12 c22"/>
    <w:basedOn w:val="DefaultParagraphFont"/>
    <w:uiPriority w:val="99"/>
    <w:semiHidden/>
    <w:rsid w:val="00201DDB"/>
    <w:rPr>
      <w:rFonts w:cs="Times New Roman"/>
    </w:rPr>
  </w:style>
  <w:style w:type="character" w:customStyle="1" w:styleId="c9c4">
    <w:name w:val="c9 c4"/>
    <w:basedOn w:val="DefaultParagraphFont"/>
    <w:uiPriority w:val="99"/>
    <w:semiHidden/>
    <w:rsid w:val="00201DDB"/>
    <w:rPr>
      <w:rFonts w:cs="Times New Roman"/>
    </w:rPr>
  </w:style>
  <w:style w:type="character" w:customStyle="1" w:styleId="c4c9">
    <w:name w:val="c4 c9"/>
    <w:basedOn w:val="DefaultParagraphFont"/>
    <w:uiPriority w:val="99"/>
    <w:semiHidden/>
    <w:rsid w:val="00201DDB"/>
    <w:rPr>
      <w:rFonts w:cs="Times New Roman"/>
    </w:rPr>
  </w:style>
  <w:style w:type="paragraph" w:styleId="List2">
    <w:name w:val="List 2"/>
    <w:basedOn w:val="Normal"/>
    <w:uiPriority w:val="99"/>
    <w:semiHidden/>
    <w:rsid w:val="00201DDB"/>
    <w:pPr>
      <w:ind w:left="566" w:hanging="283"/>
      <w:jc w:val="left"/>
    </w:pPr>
    <w:rPr>
      <w:sz w:val="24"/>
      <w:szCs w:val="24"/>
      <w:lang w:eastAsia="en-US"/>
    </w:rPr>
  </w:style>
  <w:style w:type="paragraph" w:styleId="ListBullet">
    <w:name w:val="List Bullet"/>
    <w:basedOn w:val="Normal"/>
    <w:uiPriority w:val="99"/>
    <w:semiHidden/>
    <w:rsid w:val="00201DDB"/>
    <w:pPr>
      <w:tabs>
        <w:tab w:val="num" w:pos="360"/>
      </w:tabs>
      <w:ind w:left="360" w:hanging="360"/>
      <w:jc w:val="left"/>
    </w:pPr>
    <w:rPr>
      <w:sz w:val="24"/>
      <w:szCs w:val="24"/>
      <w:lang w:eastAsia="en-US"/>
    </w:rPr>
  </w:style>
  <w:style w:type="character" w:customStyle="1" w:styleId="Zag11">
    <w:name w:val="Zag_11"/>
    <w:uiPriority w:val="99"/>
    <w:semiHidden/>
    <w:rsid w:val="00201DDB"/>
  </w:style>
  <w:style w:type="paragraph" w:customStyle="1" w:styleId="c10">
    <w:name w:val="c10"/>
    <w:basedOn w:val="Normal"/>
    <w:uiPriority w:val="99"/>
    <w:semiHidden/>
    <w:rsid w:val="00201DDB"/>
    <w:pPr>
      <w:spacing w:before="100" w:beforeAutospacing="1" w:after="100" w:afterAutospacing="1"/>
      <w:ind w:firstLine="0"/>
      <w:jc w:val="left"/>
    </w:pPr>
    <w:rPr>
      <w:sz w:val="24"/>
      <w:szCs w:val="24"/>
    </w:rPr>
  </w:style>
  <w:style w:type="character" w:customStyle="1" w:styleId="serp-urlitem">
    <w:name w:val="serp-url__item"/>
    <w:basedOn w:val="DefaultParagraphFont"/>
    <w:uiPriority w:val="99"/>
    <w:semiHidden/>
    <w:rsid w:val="00201DDB"/>
    <w:rPr>
      <w:rFonts w:cs="Times New Roman"/>
    </w:rPr>
  </w:style>
  <w:style w:type="character" w:customStyle="1" w:styleId="serp-urlmark">
    <w:name w:val="serp-url__mark"/>
    <w:basedOn w:val="DefaultParagraphFont"/>
    <w:uiPriority w:val="99"/>
    <w:semiHidden/>
    <w:rsid w:val="00201DDB"/>
    <w:rPr>
      <w:rFonts w:cs="Times New Roman"/>
    </w:rPr>
  </w:style>
  <w:style w:type="character" w:customStyle="1" w:styleId="redtext">
    <w:name w:val="red_text"/>
    <w:basedOn w:val="DefaultParagraphFont"/>
    <w:uiPriority w:val="99"/>
    <w:semiHidden/>
    <w:rsid w:val="00201DDB"/>
    <w:rPr>
      <w:rFonts w:cs="Times New Roman"/>
    </w:rPr>
  </w:style>
  <w:style w:type="paragraph" w:styleId="BodyTextIndent2">
    <w:name w:val="Body Text Indent 2"/>
    <w:basedOn w:val="Normal"/>
    <w:link w:val="BodyTextIndent2Char"/>
    <w:uiPriority w:val="99"/>
    <w:semiHidden/>
    <w:rsid w:val="00201DDB"/>
    <w:pPr>
      <w:spacing w:after="120" w:line="480" w:lineRule="auto"/>
      <w:ind w:left="283" w:firstLine="0"/>
      <w:jc w:val="left"/>
    </w:pPr>
    <w:rPr>
      <w:sz w:val="24"/>
      <w:szCs w:val="24"/>
    </w:rPr>
  </w:style>
  <w:style w:type="character" w:customStyle="1" w:styleId="BodyTextIndent2Char">
    <w:name w:val="Body Text Indent 2 Char"/>
    <w:basedOn w:val="DefaultParagraphFont"/>
    <w:link w:val="BodyTextIndent2"/>
    <w:uiPriority w:val="99"/>
    <w:semiHidden/>
    <w:locked/>
    <w:rsid w:val="00EC22B6"/>
    <w:rPr>
      <w:rFonts w:cs="Times New Roman"/>
      <w:sz w:val="24"/>
      <w:szCs w:val="24"/>
    </w:rPr>
  </w:style>
  <w:style w:type="paragraph" w:customStyle="1" w:styleId="zagolovki">
    <w:name w:val="zagolovki"/>
    <w:basedOn w:val="Normal"/>
    <w:uiPriority w:val="99"/>
    <w:semiHidden/>
    <w:rsid w:val="00201DDB"/>
    <w:pPr>
      <w:spacing w:before="100" w:beforeAutospacing="1" w:after="100" w:afterAutospacing="1"/>
      <w:ind w:firstLine="0"/>
      <w:jc w:val="left"/>
    </w:pPr>
    <w:rPr>
      <w:sz w:val="24"/>
      <w:szCs w:val="24"/>
    </w:rPr>
  </w:style>
  <w:style w:type="character" w:customStyle="1" w:styleId="hpsatn">
    <w:name w:val="hps atn"/>
    <w:uiPriority w:val="99"/>
    <w:semiHidden/>
    <w:rsid w:val="00201DDB"/>
  </w:style>
  <w:style w:type="paragraph" w:customStyle="1" w:styleId="aff9">
    <w:name w:val="Стиль УДК"/>
    <w:basedOn w:val="Normal"/>
    <w:link w:val="affa"/>
    <w:uiPriority w:val="99"/>
    <w:semiHidden/>
    <w:rsid w:val="00201DDB"/>
    <w:pPr>
      <w:widowControl w:val="0"/>
      <w:shd w:val="clear" w:color="auto" w:fill="FFFFFF"/>
      <w:ind w:firstLine="0"/>
      <w:jc w:val="left"/>
    </w:pPr>
    <w:rPr>
      <w:sz w:val="24"/>
      <w:szCs w:val="20"/>
      <w:lang w:eastAsia="en-US"/>
    </w:rPr>
  </w:style>
  <w:style w:type="paragraph" w:customStyle="1" w:styleId="affb">
    <w:name w:val="Стиль ФИО"/>
    <w:basedOn w:val="Normal"/>
    <w:link w:val="affc"/>
    <w:uiPriority w:val="99"/>
    <w:semiHidden/>
    <w:rsid w:val="00201DDB"/>
    <w:pPr>
      <w:widowControl w:val="0"/>
      <w:shd w:val="clear" w:color="auto" w:fill="FFFFFF"/>
      <w:ind w:firstLine="0"/>
      <w:jc w:val="right"/>
    </w:pPr>
    <w:rPr>
      <w:sz w:val="24"/>
      <w:szCs w:val="20"/>
      <w:lang w:eastAsia="en-US"/>
    </w:rPr>
  </w:style>
  <w:style w:type="character" w:customStyle="1" w:styleId="affa">
    <w:name w:val="Стиль УДК Знак"/>
    <w:link w:val="aff9"/>
    <w:uiPriority w:val="99"/>
    <w:semiHidden/>
    <w:locked/>
    <w:rsid w:val="00EC22B6"/>
    <w:rPr>
      <w:sz w:val="24"/>
      <w:shd w:val="clear" w:color="auto" w:fill="FFFFFF"/>
      <w:lang w:eastAsia="en-US"/>
    </w:rPr>
  </w:style>
  <w:style w:type="paragraph" w:customStyle="1" w:styleId="affd">
    <w:name w:val="Стиль Название"/>
    <w:basedOn w:val="Normal"/>
    <w:link w:val="affe"/>
    <w:uiPriority w:val="99"/>
    <w:semiHidden/>
    <w:rsid w:val="00201DDB"/>
    <w:pPr>
      <w:widowControl w:val="0"/>
      <w:shd w:val="clear" w:color="auto" w:fill="FFFFFF"/>
      <w:autoSpaceDE w:val="0"/>
      <w:autoSpaceDN w:val="0"/>
      <w:adjustRightInd w:val="0"/>
      <w:ind w:firstLine="0"/>
      <w:jc w:val="center"/>
    </w:pPr>
    <w:rPr>
      <w:b/>
      <w:color w:val="000000"/>
      <w:sz w:val="28"/>
      <w:szCs w:val="20"/>
    </w:rPr>
  </w:style>
  <w:style w:type="character" w:customStyle="1" w:styleId="affc">
    <w:name w:val="Стиль ФИО Знак"/>
    <w:link w:val="affb"/>
    <w:uiPriority w:val="99"/>
    <w:semiHidden/>
    <w:locked/>
    <w:rsid w:val="00EC22B6"/>
    <w:rPr>
      <w:sz w:val="24"/>
      <w:shd w:val="clear" w:color="auto" w:fill="FFFFFF"/>
      <w:lang w:eastAsia="en-US"/>
    </w:rPr>
  </w:style>
  <w:style w:type="paragraph" w:customStyle="1" w:styleId="afff">
    <w:name w:val="Стиль КлючСлов"/>
    <w:basedOn w:val="Normal"/>
    <w:link w:val="afff0"/>
    <w:uiPriority w:val="99"/>
    <w:semiHidden/>
    <w:rsid w:val="00201DDB"/>
    <w:pPr>
      <w:shd w:val="clear" w:color="auto" w:fill="FFFFFF"/>
      <w:spacing w:line="240" w:lineRule="atLeast"/>
      <w:ind w:firstLine="709"/>
    </w:pPr>
    <w:rPr>
      <w:rFonts w:ascii="Arial" w:hAnsi="Arial"/>
      <w:color w:val="000000"/>
      <w:sz w:val="22"/>
      <w:szCs w:val="20"/>
    </w:rPr>
  </w:style>
  <w:style w:type="character" w:customStyle="1" w:styleId="affe">
    <w:name w:val="Стиль Название Знак"/>
    <w:link w:val="affd"/>
    <w:uiPriority w:val="99"/>
    <w:semiHidden/>
    <w:locked/>
    <w:rsid w:val="00EC22B6"/>
    <w:rPr>
      <w:rFonts w:eastAsia="Times New Roman"/>
      <w:b/>
      <w:color w:val="000000"/>
      <w:sz w:val="28"/>
      <w:shd w:val="clear" w:color="auto" w:fill="FFFFFF"/>
    </w:rPr>
  </w:style>
  <w:style w:type="paragraph" w:customStyle="1" w:styleId="afff1">
    <w:name w:val="Стиль Аннотация"/>
    <w:basedOn w:val="NormalWeb"/>
    <w:link w:val="afff2"/>
    <w:uiPriority w:val="99"/>
    <w:semiHidden/>
    <w:rsid w:val="00201DDB"/>
    <w:pPr>
      <w:widowControl w:val="0"/>
      <w:spacing w:before="0" w:beforeAutospacing="0" w:after="0" w:afterAutospacing="0"/>
      <w:ind w:firstLine="709"/>
      <w:jc w:val="both"/>
    </w:pPr>
    <w:rPr>
      <w:i/>
      <w:color w:val="000000"/>
      <w:sz w:val="22"/>
    </w:rPr>
  </w:style>
  <w:style w:type="character" w:customStyle="1" w:styleId="afff0">
    <w:name w:val="Стиль КлючСлов Знак"/>
    <w:link w:val="afff"/>
    <w:uiPriority w:val="99"/>
    <w:semiHidden/>
    <w:locked/>
    <w:rsid w:val="00EC22B6"/>
    <w:rPr>
      <w:rFonts w:ascii="Arial" w:hAnsi="Arial"/>
      <w:color w:val="000000"/>
      <w:sz w:val="22"/>
      <w:shd w:val="clear" w:color="auto" w:fill="FFFFFF"/>
    </w:rPr>
  </w:style>
  <w:style w:type="paragraph" w:customStyle="1" w:styleId="afff3">
    <w:name w:val="Стиль Абзац"/>
    <w:basedOn w:val="Normal"/>
    <w:link w:val="afff4"/>
    <w:uiPriority w:val="99"/>
    <w:semiHidden/>
    <w:rsid w:val="00201DDB"/>
    <w:pPr>
      <w:shd w:val="clear" w:color="auto" w:fill="FFFFFF"/>
      <w:ind w:firstLine="709"/>
    </w:pPr>
    <w:rPr>
      <w:sz w:val="24"/>
      <w:szCs w:val="20"/>
    </w:rPr>
  </w:style>
  <w:style w:type="character" w:customStyle="1" w:styleId="afff2">
    <w:name w:val="Стиль Аннотация Знак"/>
    <w:link w:val="afff1"/>
    <w:uiPriority w:val="99"/>
    <w:semiHidden/>
    <w:locked/>
    <w:rsid w:val="00EC22B6"/>
    <w:rPr>
      <w:i/>
      <w:color w:val="000000"/>
      <w:sz w:val="22"/>
    </w:rPr>
  </w:style>
  <w:style w:type="paragraph" w:customStyle="1" w:styleId="afff5">
    <w:name w:val="Стиль Список наш"/>
    <w:basedOn w:val="Normal"/>
    <w:link w:val="afff6"/>
    <w:uiPriority w:val="99"/>
    <w:semiHidden/>
    <w:rsid w:val="00201DDB"/>
    <w:pPr>
      <w:ind w:firstLine="709"/>
      <w:textAlignment w:val="baseline"/>
    </w:pPr>
    <w:rPr>
      <w:color w:val="333333"/>
      <w:sz w:val="24"/>
      <w:szCs w:val="20"/>
    </w:rPr>
  </w:style>
  <w:style w:type="character" w:customStyle="1" w:styleId="afff4">
    <w:name w:val="Стиль Абзац Знак"/>
    <w:link w:val="afff3"/>
    <w:uiPriority w:val="99"/>
    <w:semiHidden/>
    <w:locked/>
    <w:rsid w:val="00EC22B6"/>
    <w:rPr>
      <w:sz w:val="24"/>
      <w:shd w:val="clear" w:color="auto" w:fill="FFFFFF"/>
    </w:rPr>
  </w:style>
  <w:style w:type="paragraph" w:customStyle="1" w:styleId="afff7">
    <w:name w:val="Стиль Литература"/>
    <w:basedOn w:val="Normal"/>
    <w:link w:val="afff8"/>
    <w:uiPriority w:val="99"/>
    <w:semiHidden/>
    <w:rsid w:val="00201DDB"/>
    <w:pPr>
      <w:ind w:firstLine="709"/>
      <w:jc w:val="center"/>
      <w:textAlignment w:val="baseline"/>
    </w:pPr>
    <w:rPr>
      <w:sz w:val="22"/>
      <w:szCs w:val="20"/>
      <w:shd w:val="clear" w:color="auto" w:fill="FFFFFF"/>
    </w:rPr>
  </w:style>
  <w:style w:type="character" w:customStyle="1" w:styleId="afff6">
    <w:name w:val="Стиль Список наш Знак"/>
    <w:link w:val="afff5"/>
    <w:uiPriority w:val="99"/>
    <w:semiHidden/>
    <w:locked/>
    <w:rsid w:val="00EC22B6"/>
    <w:rPr>
      <w:color w:val="333333"/>
      <w:sz w:val="24"/>
    </w:rPr>
  </w:style>
  <w:style w:type="paragraph" w:customStyle="1" w:styleId="a2">
    <w:name w:val="Стиль список литературы"/>
    <w:basedOn w:val="Normal"/>
    <w:link w:val="afff9"/>
    <w:uiPriority w:val="99"/>
    <w:semiHidden/>
    <w:rsid w:val="00201DDB"/>
    <w:pPr>
      <w:widowControl w:val="0"/>
      <w:numPr>
        <w:numId w:val="41"/>
      </w:numPr>
      <w:tabs>
        <w:tab w:val="left" w:pos="993"/>
      </w:tabs>
      <w:autoSpaceDE w:val="0"/>
      <w:autoSpaceDN w:val="0"/>
      <w:adjustRightInd w:val="0"/>
      <w:ind w:left="0" w:firstLine="709"/>
    </w:pPr>
    <w:rPr>
      <w:sz w:val="22"/>
    </w:rPr>
  </w:style>
  <w:style w:type="character" w:customStyle="1" w:styleId="afff8">
    <w:name w:val="Стиль Литература Знак"/>
    <w:link w:val="afff7"/>
    <w:uiPriority w:val="99"/>
    <w:semiHidden/>
    <w:locked/>
    <w:rsid w:val="00EC22B6"/>
    <w:rPr>
      <w:sz w:val="22"/>
    </w:rPr>
  </w:style>
  <w:style w:type="character" w:customStyle="1" w:styleId="afff9">
    <w:name w:val="Стиль список литературы Знак"/>
    <w:link w:val="a2"/>
    <w:uiPriority w:val="99"/>
    <w:semiHidden/>
    <w:locked/>
    <w:rsid w:val="00EC22B6"/>
  </w:style>
  <w:style w:type="character" w:styleId="FootnoteReference">
    <w:name w:val="footnote reference"/>
    <w:basedOn w:val="DefaultParagraphFont"/>
    <w:uiPriority w:val="99"/>
    <w:semiHidden/>
    <w:rsid w:val="00350850"/>
    <w:rPr>
      <w:rFonts w:cs="Times New Roman"/>
      <w:vertAlign w:val="superscript"/>
    </w:rPr>
  </w:style>
  <w:style w:type="paragraph" w:styleId="EndnoteText">
    <w:name w:val="endnote text"/>
    <w:basedOn w:val="Normal"/>
    <w:link w:val="EndnoteTextChar"/>
    <w:uiPriority w:val="99"/>
    <w:semiHidden/>
    <w:rsid w:val="00350850"/>
    <w:pPr>
      <w:spacing w:after="200" w:line="276" w:lineRule="auto"/>
      <w:ind w:firstLine="0"/>
      <w:jc w:val="left"/>
    </w:pPr>
    <w:rPr>
      <w:szCs w:val="20"/>
      <w:lang w:eastAsia="en-US"/>
    </w:rPr>
  </w:style>
  <w:style w:type="character" w:customStyle="1" w:styleId="EndnoteTextChar">
    <w:name w:val="Endnote Text Char"/>
    <w:basedOn w:val="DefaultParagraphFont"/>
    <w:link w:val="EndnoteText"/>
    <w:uiPriority w:val="99"/>
    <w:semiHidden/>
    <w:locked/>
    <w:rsid w:val="00EC22B6"/>
    <w:rPr>
      <w:rFonts w:eastAsia="Times New Roman" w:cs="Times New Roman"/>
      <w:lang w:eastAsia="en-US"/>
    </w:rPr>
  </w:style>
  <w:style w:type="character" w:styleId="EndnoteReference">
    <w:name w:val="endnote reference"/>
    <w:basedOn w:val="DefaultParagraphFont"/>
    <w:uiPriority w:val="99"/>
    <w:semiHidden/>
    <w:rsid w:val="00350850"/>
    <w:rPr>
      <w:rFonts w:cs="Times New Roman"/>
      <w:vertAlign w:val="superscript"/>
    </w:rPr>
  </w:style>
  <w:style w:type="paragraph" w:customStyle="1" w:styleId="msolistparagraph0">
    <w:name w:val="msolistparagraph"/>
    <w:basedOn w:val="Normal"/>
    <w:uiPriority w:val="99"/>
    <w:semiHidden/>
    <w:rsid w:val="00350850"/>
    <w:pPr>
      <w:spacing w:before="100" w:beforeAutospacing="1" w:after="100" w:afterAutospacing="1"/>
      <w:ind w:firstLine="0"/>
      <w:jc w:val="left"/>
    </w:pPr>
    <w:rPr>
      <w:sz w:val="24"/>
      <w:szCs w:val="24"/>
    </w:rPr>
  </w:style>
  <w:style w:type="paragraph" w:customStyle="1" w:styleId="msolistparagraphcxspmiddle">
    <w:name w:val="msolistparagraphcxspmiddle"/>
    <w:basedOn w:val="Normal"/>
    <w:uiPriority w:val="99"/>
    <w:semiHidden/>
    <w:rsid w:val="00350850"/>
    <w:pPr>
      <w:spacing w:before="100" w:beforeAutospacing="1" w:after="100" w:afterAutospacing="1"/>
      <w:ind w:firstLine="0"/>
      <w:jc w:val="left"/>
    </w:pPr>
    <w:rPr>
      <w:sz w:val="24"/>
      <w:szCs w:val="24"/>
    </w:rPr>
  </w:style>
  <w:style w:type="paragraph" w:customStyle="1" w:styleId="msolistparagraphcxsplast">
    <w:name w:val="msolistparagraphcxsplast"/>
    <w:basedOn w:val="Normal"/>
    <w:uiPriority w:val="99"/>
    <w:semiHidden/>
    <w:rsid w:val="00350850"/>
    <w:pPr>
      <w:spacing w:before="100" w:beforeAutospacing="1" w:after="100" w:afterAutospacing="1"/>
      <w:ind w:firstLine="0"/>
      <w:jc w:val="left"/>
    </w:pPr>
    <w:rPr>
      <w:sz w:val="24"/>
      <w:szCs w:val="24"/>
    </w:rPr>
  </w:style>
  <w:style w:type="paragraph" w:customStyle="1" w:styleId="msolistparagraphcxspmiddlecxspmiddle">
    <w:name w:val="msolistparagraphcxspmiddlecxspmiddle"/>
    <w:basedOn w:val="Normal"/>
    <w:uiPriority w:val="99"/>
    <w:semiHidden/>
    <w:rsid w:val="00350850"/>
    <w:pPr>
      <w:spacing w:before="100" w:beforeAutospacing="1" w:after="100" w:afterAutospacing="1"/>
      <w:ind w:firstLine="0"/>
      <w:jc w:val="left"/>
    </w:pPr>
    <w:rPr>
      <w:sz w:val="24"/>
      <w:szCs w:val="24"/>
    </w:rPr>
  </w:style>
  <w:style w:type="paragraph" w:customStyle="1" w:styleId="msolistparagraphcxspmiddlecxsplast">
    <w:name w:val="msolistparagraphcxspmiddlecxsplast"/>
    <w:basedOn w:val="Normal"/>
    <w:uiPriority w:val="99"/>
    <w:semiHidden/>
    <w:rsid w:val="00350850"/>
    <w:pPr>
      <w:spacing w:before="100" w:beforeAutospacing="1" w:after="100" w:afterAutospacing="1"/>
      <w:ind w:firstLine="0"/>
      <w:jc w:val="left"/>
    </w:pPr>
    <w:rPr>
      <w:sz w:val="24"/>
      <w:szCs w:val="24"/>
    </w:rPr>
  </w:style>
  <w:style w:type="paragraph" w:customStyle="1" w:styleId="p26">
    <w:name w:val="p26"/>
    <w:basedOn w:val="Normal"/>
    <w:uiPriority w:val="99"/>
    <w:semiHidden/>
    <w:rsid w:val="00350850"/>
    <w:pPr>
      <w:spacing w:before="100" w:beforeAutospacing="1" w:after="100" w:afterAutospacing="1"/>
      <w:ind w:firstLine="0"/>
      <w:jc w:val="left"/>
    </w:pPr>
    <w:rPr>
      <w:sz w:val="24"/>
      <w:szCs w:val="24"/>
    </w:rPr>
  </w:style>
  <w:style w:type="paragraph" w:styleId="TOC4">
    <w:name w:val="toc 4"/>
    <w:basedOn w:val="Normal"/>
    <w:next w:val="Normal"/>
    <w:autoRedefine/>
    <w:uiPriority w:val="99"/>
    <w:rsid w:val="008C5A00"/>
    <w:pPr>
      <w:ind w:left="400"/>
      <w:jc w:val="left"/>
    </w:pPr>
    <w:rPr>
      <w:rFonts w:ascii="Calibri" w:hAnsi="Calibri"/>
      <w:szCs w:val="20"/>
    </w:rPr>
  </w:style>
  <w:style w:type="paragraph" w:styleId="TOC5">
    <w:name w:val="toc 5"/>
    <w:basedOn w:val="Normal"/>
    <w:next w:val="Normal"/>
    <w:autoRedefine/>
    <w:uiPriority w:val="99"/>
    <w:rsid w:val="008C5A00"/>
    <w:pPr>
      <w:ind w:left="600"/>
      <w:jc w:val="left"/>
    </w:pPr>
    <w:rPr>
      <w:rFonts w:ascii="Calibri" w:hAnsi="Calibri"/>
      <w:szCs w:val="20"/>
    </w:rPr>
  </w:style>
  <w:style w:type="paragraph" w:styleId="TOC6">
    <w:name w:val="toc 6"/>
    <w:basedOn w:val="Normal"/>
    <w:next w:val="Normal"/>
    <w:autoRedefine/>
    <w:uiPriority w:val="99"/>
    <w:rsid w:val="008C5A00"/>
    <w:pPr>
      <w:ind w:left="800"/>
      <w:jc w:val="left"/>
    </w:pPr>
    <w:rPr>
      <w:rFonts w:ascii="Calibri" w:hAnsi="Calibri"/>
      <w:szCs w:val="20"/>
    </w:rPr>
  </w:style>
  <w:style w:type="paragraph" w:styleId="TOC7">
    <w:name w:val="toc 7"/>
    <w:basedOn w:val="Normal"/>
    <w:next w:val="Normal"/>
    <w:autoRedefine/>
    <w:uiPriority w:val="99"/>
    <w:rsid w:val="008C5A00"/>
    <w:pPr>
      <w:ind w:left="1000"/>
      <w:jc w:val="left"/>
    </w:pPr>
    <w:rPr>
      <w:rFonts w:ascii="Calibri" w:hAnsi="Calibri"/>
      <w:szCs w:val="20"/>
    </w:rPr>
  </w:style>
  <w:style w:type="paragraph" w:styleId="TOC8">
    <w:name w:val="toc 8"/>
    <w:basedOn w:val="Normal"/>
    <w:next w:val="Normal"/>
    <w:autoRedefine/>
    <w:uiPriority w:val="99"/>
    <w:rsid w:val="008C5A00"/>
    <w:pPr>
      <w:ind w:left="1200"/>
      <w:jc w:val="left"/>
    </w:pPr>
    <w:rPr>
      <w:rFonts w:ascii="Calibri" w:hAnsi="Calibri"/>
      <w:szCs w:val="20"/>
    </w:rPr>
  </w:style>
  <w:style w:type="paragraph" w:styleId="TOC9">
    <w:name w:val="toc 9"/>
    <w:basedOn w:val="Normal"/>
    <w:next w:val="Normal"/>
    <w:autoRedefine/>
    <w:uiPriority w:val="99"/>
    <w:rsid w:val="008C5A00"/>
    <w:pPr>
      <w:ind w:left="1400"/>
      <w:jc w:val="left"/>
    </w:pPr>
    <w:rPr>
      <w:rFonts w:ascii="Calibri" w:hAnsi="Calibri"/>
      <w:szCs w:val="20"/>
    </w:rPr>
  </w:style>
</w:styles>
</file>

<file path=word/webSettings.xml><?xml version="1.0" encoding="utf-8"?>
<w:webSettings xmlns:r="http://schemas.openxmlformats.org/officeDocument/2006/relationships" xmlns:w="http://schemas.openxmlformats.org/wordprocessingml/2006/main">
  <w:divs>
    <w:div w:id="891815216">
      <w:marLeft w:val="0"/>
      <w:marRight w:val="0"/>
      <w:marTop w:val="0"/>
      <w:marBottom w:val="0"/>
      <w:divBdr>
        <w:top w:val="none" w:sz="0" w:space="0" w:color="auto"/>
        <w:left w:val="none" w:sz="0" w:space="0" w:color="auto"/>
        <w:bottom w:val="none" w:sz="0" w:space="0" w:color="auto"/>
        <w:right w:val="none" w:sz="0" w:space="0" w:color="auto"/>
      </w:divBdr>
    </w:div>
    <w:div w:id="891815217">
      <w:marLeft w:val="0"/>
      <w:marRight w:val="0"/>
      <w:marTop w:val="0"/>
      <w:marBottom w:val="0"/>
      <w:divBdr>
        <w:top w:val="none" w:sz="0" w:space="0" w:color="auto"/>
        <w:left w:val="none" w:sz="0" w:space="0" w:color="auto"/>
        <w:bottom w:val="none" w:sz="0" w:space="0" w:color="auto"/>
        <w:right w:val="none" w:sz="0" w:space="0" w:color="auto"/>
      </w:divBdr>
    </w:div>
    <w:div w:id="891815218">
      <w:marLeft w:val="0"/>
      <w:marRight w:val="0"/>
      <w:marTop w:val="0"/>
      <w:marBottom w:val="0"/>
      <w:divBdr>
        <w:top w:val="none" w:sz="0" w:space="0" w:color="auto"/>
        <w:left w:val="none" w:sz="0" w:space="0" w:color="auto"/>
        <w:bottom w:val="none" w:sz="0" w:space="0" w:color="auto"/>
        <w:right w:val="none" w:sz="0" w:space="0" w:color="auto"/>
      </w:divBdr>
    </w:div>
    <w:div w:id="891815219">
      <w:marLeft w:val="0"/>
      <w:marRight w:val="0"/>
      <w:marTop w:val="0"/>
      <w:marBottom w:val="0"/>
      <w:divBdr>
        <w:top w:val="none" w:sz="0" w:space="0" w:color="auto"/>
        <w:left w:val="none" w:sz="0" w:space="0" w:color="auto"/>
        <w:bottom w:val="none" w:sz="0" w:space="0" w:color="auto"/>
        <w:right w:val="none" w:sz="0" w:space="0" w:color="auto"/>
      </w:divBdr>
    </w:div>
    <w:div w:id="891815220">
      <w:marLeft w:val="0"/>
      <w:marRight w:val="0"/>
      <w:marTop w:val="0"/>
      <w:marBottom w:val="0"/>
      <w:divBdr>
        <w:top w:val="none" w:sz="0" w:space="0" w:color="auto"/>
        <w:left w:val="none" w:sz="0" w:space="0" w:color="auto"/>
        <w:bottom w:val="none" w:sz="0" w:space="0" w:color="auto"/>
        <w:right w:val="none" w:sz="0" w:space="0" w:color="auto"/>
      </w:divBdr>
    </w:div>
    <w:div w:id="891815221">
      <w:marLeft w:val="0"/>
      <w:marRight w:val="0"/>
      <w:marTop w:val="0"/>
      <w:marBottom w:val="0"/>
      <w:divBdr>
        <w:top w:val="none" w:sz="0" w:space="0" w:color="auto"/>
        <w:left w:val="none" w:sz="0" w:space="0" w:color="auto"/>
        <w:bottom w:val="none" w:sz="0" w:space="0" w:color="auto"/>
        <w:right w:val="none" w:sz="0" w:space="0" w:color="auto"/>
      </w:divBdr>
    </w:div>
    <w:div w:id="891815222">
      <w:marLeft w:val="0"/>
      <w:marRight w:val="0"/>
      <w:marTop w:val="0"/>
      <w:marBottom w:val="0"/>
      <w:divBdr>
        <w:top w:val="none" w:sz="0" w:space="0" w:color="auto"/>
        <w:left w:val="none" w:sz="0" w:space="0" w:color="auto"/>
        <w:bottom w:val="none" w:sz="0" w:space="0" w:color="auto"/>
        <w:right w:val="none" w:sz="0" w:space="0" w:color="auto"/>
      </w:divBdr>
    </w:div>
    <w:div w:id="891815223">
      <w:marLeft w:val="0"/>
      <w:marRight w:val="0"/>
      <w:marTop w:val="0"/>
      <w:marBottom w:val="0"/>
      <w:divBdr>
        <w:top w:val="none" w:sz="0" w:space="0" w:color="auto"/>
        <w:left w:val="none" w:sz="0" w:space="0" w:color="auto"/>
        <w:bottom w:val="none" w:sz="0" w:space="0" w:color="auto"/>
        <w:right w:val="none" w:sz="0" w:space="0" w:color="auto"/>
      </w:divBdr>
    </w:div>
    <w:div w:id="8918152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3</Pages>
  <Words>790</Words>
  <Characters>4507</Characters>
  <Application>Microsoft Office Outlook</Application>
  <DocSecurity>0</DocSecurity>
  <Lines>0</Lines>
  <Paragraphs>0</Paragraphs>
  <ScaleCrop>false</ScaleCrop>
  <Company>БрГТУ</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ПЛЕНАРНЫЕ ДОКЛАДЫ</dc:title>
  <dc:subject/>
  <dc:creator>РИО</dc:creator>
  <cp:keywords/>
  <dc:description/>
  <cp:lastModifiedBy>admin</cp:lastModifiedBy>
  <cp:revision>40</cp:revision>
  <cp:lastPrinted>2016-09-22T04:47:00Z</cp:lastPrinted>
  <dcterms:created xsi:type="dcterms:W3CDTF">2017-01-10T10:30:00Z</dcterms:created>
  <dcterms:modified xsi:type="dcterms:W3CDTF">2023-10-23T08:23:00Z</dcterms:modified>
</cp:coreProperties>
</file>